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7A3C" w:rsidRDefault="00AE7A3C" w:rsidP="002B6FFE">
      <w:pPr>
        <w:pageBreakBefore/>
        <w:jc w:val="center"/>
      </w:pPr>
      <w:r>
        <w:rPr>
          <w:noProof/>
          <w:lang w:eastAsia="ru-RU"/>
        </w:rPr>
        <w:pict>
          <v:line id="_x0000_s1026" style="position:absolute;left:0;text-align:left;z-index:251658240" from="603pt,35.9pt" to="603pt,116.9pt" strokeweight=".26mm">
            <v:stroke endarrow="block" joinstyle="miter"/>
          </v:line>
        </w:pict>
      </w:r>
      <w:r w:rsidRPr="00082D4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72.75pt;visibility:visible">
            <v:imagedata r:id="rId7" o:title=""/>
          </v:shape>
        </w:pict>
      </w:r>
      <w:r>
        <w:t xml:space="preserve">                                                 </w:t>
      </w:r>
    </w:p>
    <w:p w:rsidR="00AE7A3C" w:rsidRDefault="00AE7A3C">
      <w:pPr>
        <w:shd w:val="clear" w:color="auto" w:fill="FFFFFF"/>
        <w:spacing w:line="322" w:lineRule="exact"/>
        <w:jc w:val="center"/>
        <w:rPr>
          <w:b/>
          <w:bCs/>
          <w:color w:val="000000"/>
          <w:sz w:val="32"/>
          <w:szCs w:val="32"/>
        </w:rPr>
      </w:pPr>
    </w:p>
    <w:p w:rsidR="00AE7A3C" w:rsidRPr="00BC4E5F" w:rsidRDefault="00AE7A3C">
      <w:pPr>
        <w:shd w:val="clear" w:color="auto" w:fill="FFFFFF"/>
        <w:spacing w:line="322" w:lineRule="exact"/>
        <w:jc w:val="center"/>
        <w:rPr>
          <w:b/>
          <w:bCs/>
          <w:color w:val="000000"/>
          <w:sz w:val="36"/>
          <w:szCs w:val="36"/>
        </w:rPr>
      </w:pPr>
      <w:r w:rsidRPr="00BC4E5F">
        <w:rPr>
          <w:b/>
          <w:bCs/>
          <w:color w:val="000000"/>
          <w:sz w:val="36"/>
          <w:szCs w:val="36"/>
        </w:rPr>
        <w:t>КОМИТЕТ МЕСТНОГО САМОУПРАВЛЕНИЯ</w:t>
      </w:r>
    </w:p>
    <w:p w:rsidR="00AE7A3C" w:rsidRPr="00BC4E5F" w:rsidRDefault="00AE7A3C">
      <w:pPr>
        <w:shd w:val="clear" w:color="auto" w:fill="FFFFFF"/>
        <w:spacing w:line="322" w:lineRule="exact"/>
        <w:jc w:val="center"/>
        <w:rPr>
          <w:b/>
          <w:bCs/>
          <w:color w:val="000000"/>
          <w:sz w:val="36"/>
          <w:szCs w:val="36"/>
        </w:rPr>
      </w:pPr>
      <w:r w:rsidRPr="00BC4E5F">
        <w:rPr>
          <w:b/>
          <w:bCs/>
          <w:color w:val="000000"/>
          <w:sz w:val="36"/>
          <w:szCs w:val="36"/>
        </w:rPr>
        <w:t>ПОКРОВО-АРЧАДИНСКОГО СЕЛЬСОВЕТА</w:t>
      </w:r>
    </w:p>
    <w:p w:rsidR="00AE7A3C" w:rsidRPr="00BC4E5F" w:rsidRDefault="00AE7A3C">
      <w:pPr>
        <w:shd w:val="clear" w:color="auto" w:fill="FFFFFF"/>
        <w:spacing w:line="322" w:lineRule="exact"/>
        <w:jc w:val="center"/>
        <w:rPr>
          <w:b/>
          <w:bCs/>
          <w:color w:val="000000"/>
          <w:sz w:val="36"/>
          <w:szCs w:val="36"/>
        </w:rPr>
      </w:pPr>
      <w:r w:rsidRPr="00BC4E5F">
        <w:rPr>
          <w:b/>
          <w:bCs/>
          <w:color w:val="000000"/>
          <w:sz w:val="36"/>
          <w:szCs w:val="36"/>
        </w:rPr>
        <w:t>КАМЕНСКОГО РАЙОНА ПЕНЗЕНСКОЙ ОБЛАСТИ</w:t>
      </w:r>
    </w:p>
    <w:p w:rsidR="00AE7A3C" w:rsidRPr="00AB4A17" w:rsidRDefault="00AE7A3C">
      <w:pPr>
        <w:shd w:val="clear" w:color="auto" w:fill="FFFFFF"/>
        <w:spacing w:line="322" w:lineRule="exact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ТРЕТЬЕГО</w:t>
      </w:r>
      <w:r w:rsidRPr="00AB4A17">
        <w:rPr>
          <w:color w:val="000000"/>
          <w:sz w:val="36"/>
          <w:szCs w:val="36"/>
        </w:rPr>
        <w:t xml:space="preserve"> СОЗЫВА</w:t>
      </w:r>
    </w:p>
    <w:p w:rsidR="00AE7A3C" w:rsidRDefault="00AE7A3C">
      <w:pPr>
        <w:shd w:val="clear" w:color="auto" w:fill="FFFFFF"/>
        <w:spacing w:line="322" w:lineRule="exact"/>
        <w:jc w:val="center"/>
        <w:rPr>
          <w:color w:val="000000"/>
          <w:sz w:val="32"/>
          <w:szCs w:val="32"/>
        </w:rPr>
      </w:pPr>
    </w:p>
    <w:p w:rsidR="00AE7A3C" w:rsidRPr="00BC4E5F" w:rsidRDefault="00AE7A3C">
      <w:pPr>
        <w:shd w:val="clear" w:color="auto" w:fill="FFFFFF"/>
        <w:spacing w:line="322" w:lineRule="exact"/>
        <w:jc w:val="center"/>
        <w:rPr>
          <w:b/>
          <w:bCs/>
          <w:color w:val="000000"/>
          <w:sz w:val="32"/>
          <w:szCs w:val="32"/>
        </w:rPr>
      </w:pPr>
      <w:r w:rsidRPr="00BC4E5F">
        <w:rPr>
          <w:b/>
          <w:bCs/>
          <w:color w:val="000000"/>
          <w:sz w:val="32"/>
          <w:szCs w:val="32"/>
        </w:rPr>
        <w:t>Р Е Ш Е Н И Е</w:t>
      </w:r>
    </w:p>
    <w:p w:rsidR="00AE7A3C" w:rsidRDefault="00AE7A3C" w:rsidP="00277E7A">
      <w:pPr>
        <w:shd w:val="clear" w:color="auto" w:fill="FFFFFF"/>
        <w:tabs>
          <w:tab w:val="left" w:pos="14459"/>
        </w:tabs>
        <w:spacing w:line="322" w:lineRule="exact"/>
        <w:ind w:right="2268"/>
        <w:jc w:val="center"/>
        <w:rPr>
          <w:b/>
          <w:bCs/>
          <w:color w:val="000000"/>
        </w:rPr>
      </w:pPr>
    </w:p>
    <w:p w:rsidR="00AE7A3C" w:rsidRDefault="00AE7A3C" w:rsidP="00277E7A">
      <w:pPr>
        <w:shd w:val="clear" w:color="auto" w:fill="FFFFFF"/>
        <w:tabs>
          <w:tab w:val="left" w:pos="14459"/>
        </w:tabs>
        <w:spacing w:line="322" w:lineRule="exact"/>
        <w:ind w:right="2268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от  25.12.2020г. N 83-34/3</w:t>
      </w:r>
    </w:p>
    <w:p w:rsidR="00AE7A3C" w:rsidRDefault="00AE7A3C">
      <w:pPr>
        <w:shd w:val="clear" w:color="auto" w:fill="FFFFFF"/>
        <w:spacing w:line="322" w:lineRule="exact"/>
        <w:ind w:left="2340" w:right="2268"/>
        <w:jc w:val="center"/>
        <w:rPr>
          <w:color w:val="000000"/>
        </w:rPr>
      </w:pPr>
      <w:r w:rsidRPr="00277E7A">
        <w:rPr>
          <w:color w:val="000000"/>
        </w:rPr>
        <w:t>с.Покровская Арчада</w:t>
      </w:r>
    </w:p>
    <w:p w:rsidR="00AE7A3C" w:rsidRPr="00277E7A" w:rsidRDefault="00AE7A3C">
      <w:pPr>
        <w:shd w:val="clear" w:color="auto" w:fill="FFFFFF"/>
        <w:spacing w:line="322" w:lineRule="exact"/>
        <w:ind w:left="2340" w:right="2268"/>
        <w:jc w:val="center"/>
        <w:rPr>
          <w:color w:val="000000"/>
        </w:rPr>
      </w:pPr>
    </w:p>
    <w:p w:rsidR="00AE7A3C" w:rsidRDefault="00AE7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Комитета местного самоуправления Покрово-Арчадинского сельсовета Каменского района Пензенской области  от 26.12.2019г. </w:t>
      </w:r>
      <w:r>
        <w:rPr>
          <w:b/>
          <w:bCs/>
          <w:sz w:val="28"/>
          <w:szCs w:val="28"/>
          <w:lang w:val="en-US"/>
        </w:rPr>
        <w:t>N</w:t>
      </w:r>
      <w:r>
        <w:rPr>
          <w:b/>
          <w:bCs/>
          <w:sz w:val="28"/>
          <w:szCs w:val="28"/>
        </w:rPr>
        <w:t xml:space="preserve"> 42-15/3  «О бюджете Покрово-Арчадинского сельсовета Каменского района  Пензенской области на 2020 год и на плановый период 2021 и 2022 годов»</w:t>
      </w:r>
    </w:p>
    <w:p w:rsidR="00AE7A3C" w:rsidRDefault="00AE7A3C">
      <w:pPr>
        <w:jc w:val="center"/>
        <w:rPr>
          <w:b/>
          <w:bCs/>
          <w:sz w:val="28"/>
          <w:szCs w:val="28"/>
        </w:rPr>
      </w:pPr>
    </w:p>
    <w:p w:rsidR="00AE7A3C" w:rsidRDefault="00AE7A3C" w:rsidP="00052D81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Покрово-Арчадинского сельсовета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Каменского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района Пензенской области и решением Комитета местного самоуправления Покрово-Арчадинского сельсовета  Каменского района Пензенской области от 14.06.2013г.</w:t>
      </w:r>
      <w:r>
        <w:rPr>
          <w:sz w:val="28"/>
          <w:szCs w:val="28"/>
          <w:lang w:val="en-US"/>
        </w:rPr>
        <w:t>N</w:t>
      </w:r>
      <w:r w:rsidRPr="00052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208-54/1 «Об утверждении положения о бюджетном устройстве и бюджетном процессе в Покрово-Арчадинском сельсовете Каменского района Пензенской области в новой редакции», ( </w:t>
      </w:r>
      <w:r>
        <w:rPr>
          <w:sz w:val="28"/>
          <w:szCs w:val="28"/>
          <w:lang w:val="en-US"/>
        </w:rPr>
        <w:t>c</w:t>
      </w:r>
      <w:r w:rsidRPr="00052D8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последующими изменениями),</w:t>
      </w:r>
    </w:p>
    <w:p w:rsidR="00AE7A3C" w:rsidRDefault="00AE7A3C" w:rsidP="00277E7A">
      <w:pPr>
        <w:rPr>
          <w:sz w:val="28"/>
          <w:szCs w:val="28"/>
        </w:rPr>
      </w:pPr>
    </w:p>
    <w:p w:rsidR="00AE7A3C" w:rsidRDefault="00AE7A3C" w:rsidP="00277E7A">
      <w:pPr>
        <w:rPr>
          <w:sz w:val="28"/>
          <w:szCs w:val="28"/>
        </w:rPr>
      </w:pPr>
      <w:r>
        <w:rPr>
          <w:sz w:val="28"/>
          <w:szCs w:val="28"/>
        </w:rPr>
        <w:t xml:space="preserve">     Комитет местного самоуправления Покрово-Арчадинского сельсовета Каменского района Пензенской области </w:t>
      </w:r>
      <w:r>
        <w:rPr>
          <w:b/>
          <w:bCs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AE7A3C" w:rsidRDefault="00AE7A3C" w:rsidP="00277E7A">
      <w:pPr>
        <w:rPr>
          <w:sz w:val="28"/>
          <w:szCs w:val="28"/>
        </w:rPr>
      </w:pPr>
    </w:p>
    <w:p w:rsidR="00AE7A3C" w:rsidRDefault="00AE7A3C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1. </w:t>
      </w:r>
      <w:r>
        <w:rPr>
          <w:sz w:val="28"/>
          <w:szCs w:val="28"/>
        </w:rPr>
        <w:t xml:space="preserve">Внести в решение Комитета местного самоуправления Покрово-Арчадинского сельсовета  Каменского района         Пензенской области от 26.12.2019г.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42-15/3  «О бюджете Покрово-Арчадинского сельсовета Каменского района  Пензенской области на 2020 год и на плановый период 2021 и 2022 годов»следующие изменения:</w:t>
      </w:r>
    </w:p>
    <w:p w:rsidR="00AE7A3C" w:rsidRPr="00C81E16" w:rsidRDefault="00AE7A3C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1.1. подпункт 1.1. статьи 1 изложить в новой редакции: </w:t>
      </w:r>
    </w:p>
    <w:p w:rsidR="00AE7A3C" w:rsidRDefault="00AE7A3C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«1.1 Утвердить основные характеристики бюджета Покрово-Арчадинского сельсовета на 2020 год:</w:t>
      </w:r>
    </w:p>
    <w:p w:rsidR="00AE7A3C" w:rsidRDefault="00AE7A3C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прогнозируемый общий объем доходов бюджета Покрово-Арчадинского сельсовета в сумме  6446,0 тыс. рублей;</w:t>
      </w:r>
    </w:p>
    <w:p w:rsidR="00AE7A3C" w:rsidRDefault="00AE7A3C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общий объем расходов бюджета Покрово-Арчадинского сельсовета в сумме  7829,9 тыс. рублей;</w:t>
      </w:r>
    </w:p>
    <w:p w:rsidR="00AE7A3C" w:rsidRDefault="00AE7A3C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верхний предел муниципального внутреннего долга  Покрово-Арчадинского сельсовета на 1 января 2021 года соответствует нулевому значению;</w:t>
      </w:r>
    </w:p>
    <w:p w:rsidR="00AE7A3C" w:rsidRDefault="00AE7A3C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прогнозируемый дефицит бюджета Покрово-Арчадинского сельсовета в сумме  1383,9 тыс. рублей.</w:t>
      </w:r>
    </w:p>
    <w:p w:rsidR="00AE7A3C" w:rsidRDefault="00AE7A3C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размер  резервного фонда Администрации Покрово-Арчадинского сельсовета в сумме   1,0 тыс.рублей.»;</w:t>
      </w:r>
    </w:p>
    <w:p w:rsidR="00AE7A3C" w:rsidRDefault="00AE7A3C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 статью 3 изложить в новой редакции:</w:t>
      </w:r>
    </w:p>
    <w:p w:rsidR="00AE7A3C" w:rsidRPr="008D015B" w:rsidRDefault="00AE7A3C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1633C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8D015B">
        <w:rPr>
          <w:sz w:val="28"/>
          <w:szCs w:val="28"/>
        </w:rPr>
        <w:t xml:space="preserve">Утвердить объем поступлений в бюджет </w:t>
      </w:r>
      <w:r>
        <w:rPr>
          <w:sz w:val="28"/>
          <w:szCs w:val="28"/>
        </w:rPr>
        <w:t>Покрово-Арчадинского сельсовета по видам доходов на 2020</w:t>
      </w:r>
      <w:r w:rsidRPr="008D015B">
        <w:rPr>
          <w:sz w:val="28"/>
          <w:szCs w:val="28"/>
        </w:rPr>
        <w:t xml:space="preserve"> год и на плановый период 2</w:t>
      </w:r>
      <w:r>
        <w:rPr>
          <w:sz w:val="28"/>
          <w:szCs w:val="28"/>
        </w:rPr>
        <w:t>021 и 2022</w:t>
      </w:r>
      <w:r w:rsidRPr="008D015B">
        <w:rPr>
          <w:sz w:val="28"/>
          <w:szCs w:val="28"/>
        </w:rPr>
        <w:t xml:space="preserve"> годов:</w:t>
      </w:r>
    </w:p>
    <w:p w:rsidR="00AE7A3C" w:rsidRPr="008D015B" w:rsidRDefault="00AE7A3C" w:rsidP="00811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015B">
        <w:rPr>
          <w:sz w:val="28"/>
          <w:szCs w:val="28"/>
        </w:rPr>
        <w:t>- объем налоговых и неналогов</w:t>
      </w:r>
      <w:r>
        <w:rPr>
          <w:sz w:val="28"/>
          <w:szCs w:val="28"/>
        </w:rPr>
        <w:t>ых доходов согласно приложению 2</w:t>
      </w:r>
      <w:r w:rsidRPr="008D015B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8D015B">
        <w:rPr>
          <w:sz w:val="28"/>
          <w:szCs w:val="28"/>
        </w:rPr>
        <w:t>;</w:t>
      </w:r>
    </w:p>
    <w:p w:rsidR="00AE7A3C" w:rsidRDefault="00AE7A3C" w:rsidP="00811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015B">
        <w:rPr>
          <w:sz w:val="28"/>
          <w:szCs w:val="28"/>
        </w:rPr>
        <w:t xml:space="preserve">- </w:t>
      </w:r>
      <w:r>
        <w:rPr>
          <w:sz w:val="28"/>
          <w:szCs w:val="28"/>
        </w:rPr>
        <w:t>объем</w:t>
      </w:r>
      <w:r w:rsidRPr="008D015B">
        <w:rPr>
          <w:sz w:val="28"/>
          <w:szCs w:val="28"/>
        </w:rPr>
        <w:t xml:space="preserve"> безвозмездных п</w:t>
      </w:r>
      <w:r>
        <w:rPr>
          <w:sz w:val="28"/>
          <w:szCs w:val="28"/>
        </w:rPr>
        <w:t>оступлений согласно приложению 3</w:t>
      </w:r>
      <w:r w:rsidRPr="008D015B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8D015B">
        <w:rPr>
          <w:sz w:val="28"/>
          <w:szCs w:val="28"/>
        </w:rPr>
        <w:t>, из них объем</w:t>
      </w:r>
      <w:r>
        <w:rPr>
          <w:sz w:val="28"/>
          <w:szCs w:val="28"/>
        </w:rPr>
        <w:t xml:space="preserve"> межбюджетных трансфертов в 2020</w:t>
      </w:r>
      <w:r w:rsidRPr="008D015B">
        <w:rPr>
          <w:sz w:val="28"/>
          <w:szCs w:val="28"/>
        </w:rPr>
        <w:t xml:space="preserve"> году - в сумме </w:t>
      </w:r>
      <w:r>
        <w:rPr>
          <w:sz w:val="28"/>
          <w:szCs w:val="28"/>
        </w:rPr>
        <w:t>2319,7</w:t>
      </w:r>
      <w:r w:rsidRPr="008D015B">
        <w:rPr>
          <w:sz w:val="28"/>
          <w:szCs w:val="28"/>
          <w:lang w:val="en-US"/>
        </w:rPr>
        <w:t> </w:t>
      </w:r>
      <w:r w:rsidRPr="008D015B">
        <w:rPr>
          <w:sz w:val="28"/>
          <w:szCs w:val="28"/>
        </w:rPr>
        <w:t>тыс. руб</w:t>
      </w:r>
      <w:r>
        <w:rPr>
          <w:sz w:val="28"/>
          <w:szCs w:val="28"/>
        </w:rPr>
        <w:t>лей, в 2021</w:t>
      </w:r>
      <w:r w:rsidRPr="008D015B">
        <w:rPr>
          <w:sz w:val="28"/>
          <w:szCs w:val="28"/>
        </w:rPr>
        <w:t xml:space="preserve"> году - в сумме </w:t>
      </w:r>
      <w:r>
        <w:rPr>
          <w:sz w:val="28"/>
          <w:szCs w:val="28"/>
        </w:rPr>
        <w:t>775,5 тыс.рублей и в 2022</w:t>
      </w:r>
      <w:r w:rsidRPr="008D015B">
        <w:rPr>
          <w:sz w:val="28"/>
          <w:szCs w:val="28"/>
        </w:rPr>
        <w:t xml:space="preserve"> году – в</w:t>
      </w:r>
      <w:r w:rsidRPr="008D015B">
        <w:rPr>
          <w:sz w:val="28"/>
          <w:szCs w:val="28"/>
          <w:lang w:val="en-US"/>
        </w:rPr>
        <w:t> </w:t>
      </w:r>
      <w:r w:rsidRPr="008D015B">
        <w:rPr>
          <w:sz w:val="28"/>
          <w:szCs w:val="28"/>
        </w:rPr>
        <w:t xml:space="preserve">сумме </w:t>
      </w:r>
      <w:r>
        <w:rPr>
          <w:sz w:val="28"/>
          <w:szCs w:val="28"/>
        </w:rPr>
        <w:t>782,4</w:t>
      </w:r>
      <w:r w:rsidRPr="008D015B">
        <w:rPr>
          <w:sz w:val="28"/>
          <w:szCs w:val="28"/>
        </w:rPr>
        <w:t xml:space="preserve"> тыс.рублей.</w:t>
      </w:r>
      <w:r>
        <w:rPr>
          <w:sz w:val="28"/>
          <w:szCs w:val="28"/>
        </w:rPr>
        <w:t>»;</w:t>
      </w:r>
    </w:p>
    <w:p w:rsidR="00AE7A3C" w:rsidRPr="004344EC" w:rsidRDefault="00AE7A3C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1.3. статью 8 изложить в новой редакции:</w:t>
      </w:r>
    </w:p>
    <w:p w:rsidR="00AE7A3C" w:rsidRDefault="00AE7A3C" w:rsidP="008111D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« </w:t>
      </w:r>
      <w:r>
        <w:rPr>
          <w:sz w:val="28"/>
          <w:szCs w:val="28"/>
        </w:rPr>
        <w:t>8.1.В соответствии с Решением Комитета местного самоуправления Покрово-Арчадинского сельсовета  Каменского района Пензенской области от 14.06.2013г.</w:t>
      </w:r>
      <w:r>
        <w:rPr>
          <w:sz w:val="28"/>
          <w:szCs w:val="28"/>
          <w:lang w:val="en-US"/>
        </w:rPr>
        <w:t>N</w:t>
      </w:r>
      <w:r w:rsidRPr="00052D81">
        <w:rPr>
          <w:sz w:val="28"/>
          <w:szCs w:val="28"/>
        </w:rPr>
        <w:t xml:space="preserve"> </w:t>
      </w:r>
      <w:r>
        <w:rPr>
          <w:sz w:val="28"/>
          <w:szCs w:val="28"/>
        </w:rPr>
        <w:t>208-54/1 «Об утверждении положения о бюджетном устройстве и бюджетном процессе в Покрово-Арчадинском сельсовете Каменского района Пензенской области в новой редакции» (</w:t>
      </w:r>
      <w:r>
        <w:rPr>
          <w:sz w:val="28"/>
          <w:szCs w:val="28"/>
          <w:lang w:val="en-US"/>
        </w:rPr>
        <w:t>c</w:t>
      </w:r>
      <w:r w:rsidRPr="00052D8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последующими изменениями), в пределах общего объема расходов, установленного статьей 1 настоящего Решения, утвердить объем бюджетных ассигнований дорожного фонда Покрово-Арчадинского сельсовета  Каменского района Пензенской области:</w:t>
      </w:r>
    </w:p>
    <w:p w:rsidR="00AE7A3C" w:rsidRDefault="00AE7A3C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2020 год в сумме  1424,3 тыс. рублей;</w:t>
      </w:r>
    </w:p>
    <w:p w:rsidR="00AE7A3C" w:rsidRDefault="00AE7A3C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2021 год в сумме  1411,4 тыс. рублей;</w:t>
      </w:r>
    </w:p>
    <w:p w:rsidR="00AE7A3C" w:rsidRDefault="00AE7A3C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2022 год в сумме  1475,9 тыс. рублей;</w:t>
      </w:r>
    </w:p>
    <w:p w:rsidR="00AE7A3C" w:rsidRDefault="00AE7A3C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8.2.Установить, что за счет ассигнований дорожного фонда Покрово-Арчадинского сельсовета  Каменского района Пензенской области производится:</w:t>
      </w:r>
    </w:p>
    <w:p w:rsidR="00AE7A3C" w:rsidRDefault="00AE7A3C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содержание автомобильных дорог местного значения и искусственных сооружений на них в границах населенных пунктов поселения в 2020 году в объеме 501,0 тыс. рублей, в 2021 году в объеме 530,0 тыс. рублей,</w:t>
      </w:r>
      <w:r w:rsidRPr="003E77D0">
        <w:rPr>
          <w:sz w:val="28"/>
          <w:szCs w:val="28"/>
        </w:rPr>
        <w:t xml:space="preserve"> </w:t>
      </w:r>
      <w:r>
        <w:rPr>
          <w:sz w:val="28"/>
          <w:szCs w:val="28"/>
        </w:rPr>
        <w:t>в 2022 году в объеме 530,0 тыс. рублей,</w:t>
      </w:r>
    </w:p>
    <w:p w:rsidR="00AE7A3C" w:rsidRPr="00B50D8F" w:rsidRDefault="00AE7A3C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капитальный ремонт и ремонт автомобильных дорог местного значения и искусственных сооружений на них в границах населенных пунктов поселения  в 2020 году в объеме 923,3 тыс. рублей, в 2021 году в объеме 881,4 тыс. рублей. в 2022 году в объеме 945,9 тыс. рублей.»;</w:t>
      </w:r>
    </w:p>
    <w:p w:rsidR="00AE7A3C" w:rsidRDefault="00AE7A3C" w:rsidP="00DD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1.4. приложение 1 изложить в новой редакции:</w:t>
      </w: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  <w:r>
        <w:rPr>
          <w:noProof/>
          <w:lang w:eastAsia="ru-RU"/>
        </w:rPr>
        <w:pict>
          <v:line id="_x0000_s1027" style="position:absolute;left:0;text-align:left;z-index:251659264" from="603pt,35.9pt" to="603pt,116.9pt" strokeweight=".26mm">
            <v:stroke endarrow="block" joinstyle="miter"/>
          </v:line>
        </w:pict>
      </w:r>
      <w:r>
        <w:t xml:space="preserve">                   </w:t>
      </w: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</w:p>
    <w:p w:rsidR="00AE7A3C" w:rsidRDefault="00AE7A3C" w:rsidP="00DD6751">
      <w:pPr>
        <w:tabs>
          <w:tab w:val="center" w:pos="22460"/>
          <w:tab w:val="left" w:pos="23460"/>
          <w:tab w:val="left" w:pos="25200"/>
        </w:tabs>
        <w:jc w:val="right"/>
      </w:pPr>
    </w:p>
    <w:p w:rsidR="00AE7A3C" w:rsidRPr="00C00743" w:rsidRDefault="00AE7A3C" w:rsidP="00DD6751">
      <w:pPr>
        <w:tabs>
          <w:tab w:val="center" w:pos="22460"/>
          <w:tab w:val="left" w:pos="23460"/>
          <w:tab w:val="left" w:pos="25200"/>
        </w:tabs>
        <w:jc w:val="right"/>
        <w:rPr>
          <w:sz w:val="28"/>
          <w:szCs w:val="28"/>
        </w:rPr>
      </w:pPr>
      <w:r>
        <w:t xml:space="preserve">  « </w:t>
      </w:r>
      <w:r>
        <w:rPr>
          <w:sz w:val="18"/>
          <w:szCs w:val="18"/>
        </w:rPr>
        <w:t xml:space="preserve">Приложение </w:t>
      </w:r>
      <w:r w:rsidRPr="00C00743">
        <w:rPr>
          <w:sz w:val="18"/>
          <w:szCs w:val="18"/>
        </w:rPr>
        <w:t>1</w:t>
      </w:r>
    </w:p>
    <w:p w:rsidR="00AE7A3C" w:rsidRPr="00C00743" w:rsidRDefault="00AE7A3C" w:rsidP="00DD675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 к решению </w:t>
      </w:r>
    </w:p>
    <w:p w:rsidR="00AE7A3C" w:rsidRPr="00C00743" w:rsidRDefault="00AE7A3C" w:rsidP="00DD675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AE7A3C" w:rsidRPr="00C00743" w:rsidRDefault="00AE7A3C" w:rsidP="00DD675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AE7A3C" w:rsidRPr="00C00743" w:rsidRDefault="00AE7A3C" w:rsidP="00DD675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AE7A3C" w:rsidRDefault="00AE7A3C" w:rsidP="00DD675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2020</w:t>
      </w:r>
      <w:r w:rsidRPr="00C00743">
        <w:rPr>
          <w:sz w:val="18"/>
          <w:szCs w:val="18"/>
        </w:rPr>
        <w:t xml:space="preserve"> год</w:t>
      </w:r>
    </w:p>
    <w:p w:rsidR="00AE7A3C" w:rsidRDefault="00AE7A3C" w:rsidP="00DD6751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2021 и 2022 годов»</w:t>
      </w:r>
    </w:p>
    <w:p w:rsidR="00AE7A3C" w:rsidRDefault="00AE7A3C" w:rsidP="00DD6751">
      <w:pPr>
        <w:ind w:left="5103"/>
        <w:jc w:val="right"/>
        <w:rPr>
          <w:sz w:val="18"/>
          <w:szCs w:val="18"/>
        </w:rPr>
      </w:pPr>
    </w:p>
    <w:p w:rsidR="00AE7A3C" w:rsidRDefault="00AE7A3C" w:rsidP="00DD6751">
      <w:pPr>
        <w:ind w:left="5103"/>
        <w:jc w:val="right"/>
        <w:rPr>
          <w:sz w:val="18"/>
          <w:szCs w:val="18"/>
        </w:rPr>
      </w:pPr>
    </w:p>
    <w:p w:rsidR="00AE7A3C" w:rsidRPr="00C00743" w:rsidRDefault="00AE7A3C" w:rsidP="00DD6751">
      <w:pPr>
        <w:ind w:left="5103"/>
        <w:jc w:val="right"/>
        <w:rPr>
          <w:sz w:val="18"/>
          <w:szCs w:val="18"/>
        </w:rPr>
      </w:pPr>
    </w:p>
    <w:p w:rsidR="00AE7A3C" w:rsidRPr="003C27C5" w:rsidRDefault="00AE7A3C" w:rsidP="00DD6751">
      <w:pPr>
        <w:jc w:val="center"/>
      </w:pPr>
      <w:r w:rsidRPr="003C27C5">
        <w:t>Источники финансирования дефицита</w:t>
      </w:r>
    </w:p>
    <w:p w:rsidR="00AE7A3C" w:rsidRDefault="00AE7A3C" w:rsidP="00DD6751">
      <w:pPr>
        <w:jc w:val="center"/>
      </w:pPr>
      <w:r w:rsidRPr="003C27C5">
        <w:t>бюджета Покрово</w:t>
      </w:r>
      <w:r>
        <w:t xml:space="preserve">-Арчадинского сельсовета </w:t>
      </w:r>
    </w:p>
    <w:p w:rsidR="00AE7A3C" w:rsidRPr="003C27C5" w:rsidRDefault="00AE7A3C" w:rsidP="00DD6751">
      <w:pPr>
        <w:jc w:val="center"/>
      </w:pPr>
      <w:r>
        <w:t>на 2020</w:t>
      </w:r>
      <w:r w:rsidRPr="003C27C5">
        <w:t xml:space="preserve"> год</w:t>
      </w:r>
      <w:r>
        <w:t xml:space="preserve"> и на плановый период 2021 и 2022 годов</w:t>
      </w:r>
    </w:p>
    <w:tbl>
      <w:tblPr>
        <w:tblW w:w="9796" w:type="dxa"/>
        <w:tblInd w:w="-106" w:type="dxa"/>
        <w:tblLayout w:type="fixed"/>
        <w:tblLook w:val="00A0"/>
      </w:tblPr>
      <w:tblGrid>
        <w:gridCol w:w="3984"/>
        <w:gridCol w:w="2694"/>
        <w:gridCol w:w="992"/>
        <w:gridCol w:w="992"/>
        <w:gridCol w:w="1134"/>
      </w:tblGrid>
      <w:tr w:rsidR="00AE7A3C">
        <w:trPr>
          <w:trHeight w:val="182"/>
        </w:trPr>
        <w:tc>
          <w:tcPr>
            <w:tcW w:w="6678" w:type="dxa"/>
            <w:gridSpan w:val="2"/>
            <w:noWrap/>
            <w:vAlign w:val="bottom"/>
          </w:tcPr>
          <w:p w:rsidR="00AE7A3C" w:rsidRDefault="00AE7A3C" w:rsidP="00325355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3"/>
            <w:noWrap/>
            <w:vAlign w:val="bottom"/>
          </w:tcPr>
          <w:p w:rsidR="00AE7A3C" w:rsidRDefault="00AE7A3C" w:rsidP="00325355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AE7A3C">
        <w:trPr>
          <w:trHeight w:val="25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источника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2022год</w:t>
            </w:r>
          </w:p>
        </w:tc>
      </w:tr>
      <w:tr w:rsidR="00AE7A3C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AE7A3C" w:rsidRDefault="00AE7A3C" w:rsidP="003253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FD3FF7">
              <w:rPr>
                <w:sz w:val="20"/>
                <w:szCs w:val="20"/>
              </w:rPr>
              <w:t xml:space="preserve">000 01 02 00 00 00 0000 000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AE7A3C">
        <w:trPr>
          <w:trHeight w:val="393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000 01 02 00 00 00 0000 700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AE7A3C">
        <w:trPr>
          <w:trHeight w:val="41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бюджетами сельских поселенийв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901 01 02 00 00 10 0000 710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AE7A3C">
        <w:trPr>
          <w:trHeight w:val="419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000 01 02 00 00 00 0000 800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AE7A3C">
        <w:trPr>
          <w:trHeight w:val="411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901 01 02 00 00 10 0000 810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AE7A3C">
        <w:trPr>
          <w:trHeight w:val="403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 xml:space="preserve">000 01 03 00 00 00 0000 000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AE7A3C">
        <w:trPr>
          <w:trHeight w:val="55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000 01 03 01 00 00 0000 000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AE7A3C">
        <w:trPr>
          <w:trHeight w:val="57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000 01 03 01 00 00 0000 700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</w:tr>
      <w:tr w:rsidR="00AE7A3C">
        <w:trPr>
          <w:trHeight w:val="55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кредитов от других бюджетов бюджетной системы Российской Федерации бюджетами сельских поселений в валюте Российской Федерации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901 01 03 01 00 10 0000 710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</w:tr>
      <w:tr w:rsidR="00AE7A3C">
        <w:trPr>
          <w:trHeight w:val="56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000 01 03 01 00 00 0000 800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0 </w:t>
            </w:r>
          </w:p>
        </w:tc>
      </w:tr>
      <w:tr w:rsidR="00AE7A3C">
        <w:trPr>
          <w:trHeight w:val="554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901 01 03 01 00 10 0000 810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</w:tr>
      <w:tr w:rsidR="00AE7A3C">
        <w:trPr>
          <w:trHeight w:val="4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 xml:space="preserve">000 01 05 00 00 00 0000 000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1383,9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AE7A3C">
        <w:trPr>
          <w:trHeight w:val="397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901 01 05 02 01 10 0000 510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Pr="00FD3FF7" w:rsidRDefault="00AE7A3C" w:rsidP="001C0B27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6446,0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Pr="00FD3FF7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6621,4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6766,8</w:t>
            </w:r>
          </w:p>
        </w:tc>
      </w:tr>
      <w:tr w:rsidR="00AE7A3C">
        <w:trPr>
          <w:trHeight w:val="413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901 01 05 02 01 10 0000 610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Pr="00FD3FF7" w:rsidRDefault="00AE7A3C" w:rsidP="0032535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7829,9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Pr="00FD3FF7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6621,4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Pr="00FD3FF7" w:rsidRDefault="00AE7A3C" w:rsidP="003253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6766,8</w:t>
            </w:r>
          </w:p>
        </w:tc>
      </w:tr>
      <w:tr w:rsidR="00AE7A3C">
        <w:trPr>
          <w:trHeight w:val="357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uppressAutoHyphens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источников внутреннего финансирования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uppressAutoHyphens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uppressAutoHyphens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1383,9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E7A3C" w:rsidRDefault="00AE7A3C" w:rsidP="0032535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AE7A3C" w:rsidRPr="0017560A" w:rsidRDefault="00AE7A3C" w:rsidP="008B3155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AE7A3C" w:rsidRDefault="00AE7A3C" w:rsidP="007A2F4A">
      <w:pPr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2 изложить в новой редакции:</w:t>
      </w:r>
    </w:p>
    <w:p w:rsidR="00AE7A3C" w:rsidRPr="00C00743" w:rsidRDefault="00AE7A3C" w:rsidP="00AB49B1">
      <w:pPr>
        <w:tabs>
          <w:tab w:val="center" w:pos="22460"/>
          <w:tab w:val="left" w:pos="23460"/>
          <w:tab w:val="left" w:pos="25200"/>
        </w:tabs>
        <w:jc w:val="right"/>
        <w:rPr>
          <w:sz w:val="28"/>
          <w:szCs w:val="28"/>
        </w:rPr>
      </w:pPr>
      <w:r>
        <w:rPr>
          <w:sz w:val="18"/>
          <w:szCs w:val="18"/>
        </w:rPr>
        <w:t>«Приложение 2</w:t>
      </w:r>
    </w:p>
    <w:p w:rsidR="00AE7A3C" w:rsidRPr="00C00743" w:rsidRDefault="00AE7A3C" w:rsidP="00AB49B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 к решению </w:t>
      </w:r>
    </w:p>
    <w:p w:rsidR="00AE7A3C" w:rsidRPr="00C00743" w:rsidRDefault="00AE7A3C" w:rsidP="00AB49B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AE7A3C" w:rsidRPr="00C00743" w:rsidRDefault="00AE7A3C" w:rsidP="00AB49B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AE7A3C" w:rsidRPr="00C00743" w:rsidRDefault="00AE7A3C" w:rsidP="00AB49B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AE7A3C" w:rsidRDefault="00AE7A3C" w:rsidP="00AB49B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2020</w:t>
      </w:r>
      <w:r w:rsidRPr="00C00743">
        <w:rPr>
          <w:sz w:val="18"/>
          <w:szCs w:val="18"/>
        </w:rPr>
        <w:t xml:space="preserve"> год</w:t>
      </w:r>
    </w:p>
    <w:p w:rsidR="00AE7A3C" w:rsidRPr="00C00743" w:rsidRDefault="00AE7A3C" w:rsidP="00AB49B1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2021 и 2022 годов»</w:t>
      </w:r>
    </w:p>
    <w:p w:rsidR="00AE7A3C" w:rsidRDefault="00AE7A3C" w:rsidP="00AB49B1">
      <w:pPr>
        <w:rPr>
          <w:sz w:val="28"/>
          <w:szCs w:val="28"/>
        </w:rPr>
      </w:pPr>
    </w:p>
    <w:p w:rsidR="00AE7A3C" w:rsidRPr="00662D1E" w:rsidRDefault="00AE7A3C" w:rsidP="00AB49B1">
      <w:r w:rsidRPr="00662D1E">
        <w:t>Объем поступлений налоговых и неналоговых доходов в бюджет Покрово</w:t>
      </w:r>
      <w:r>
        <w:t>-Арчадинского сельсовета на 2020 год и на плановый период 2021 и 2022</w:t>
      </w:r>
      <w:r w:rsidRPr="00662D1E">
        <w:t xml:space="preserve"> годов</w:t>
      </w:r>
    </w:p>
    <w:p w:rsidR="00AE7A3C" w:rsidRDefault="00AE7A3C" w:rsidP="00AB49B1">
      <w:pPr>
        <w:rPr>
          <w:sz w:val="28"/>
          <w:szCs w:val="28"/>
        </w:rPr>
      </w:pPr>
    </w:p>
    <w:p w:rsidR="00AE7A3C" w:rsidRDefault="00AE7A3C" w:rsidP="00AB49B1">
      <w:pPr>
        <w:ind w:left="1418" w:hanging="1418"/>
        <w:jc w:val="right"/>
      </w:pPr>
      <w:r>
        <w:t>(тыс. рублей)</w:t>
      </w:r>
    </w:p>
    <w:tbl>
      <w:tblPr>
        <w:tblW w:w="99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23"/>
        <w:gridCol w:w="3260"/>
        <w:gridCol w:w="1276"/>
        <w:gridCol w:w="1559"/>
        <w:gridCol w:w="1418"/>
      </w:tblGrid>
      <w:tr w:rsidR="00AE7A3C">
        <w:trPr>
          <w:cantSplit/>
          <w:trHeight w:val="562"/>
          <w:tblHeader/>
        </w:trPr>
        <w:tc>
          <w:tcPr>
            <w:tcW w:w="2423" w:type="dxa"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доходов</w:t>
            </w:r>
          </w:p>
        </w:tc>
        <w:tc>
          <w:tcPr>
            <w:tcW w:w="1276" w:type="dxa"/>
            <w:vAlign w:val="bottom"/>
          </w:tcPr>
          <w:p w:rsidR="00AE7A3C" w:rsidRDefault="00AE7A3C" w:rsidP="004B0E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559" w:type="dxa"/>
            <w:vAlign w:val="bottom"/>
          </w:tcPr>
          <w:p w:rsidR="00AE7A3C" w:rsidRDefault="00AE7A3C" w:rsidP="004B0E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418" w:type="dxa"/>
            <w:vAlign w:val="bottom"/>
          </w:tcPr>
          <w:p w:rsidR="00AE7A3C" w:rsidRDefault="00AE7A3C" w:rsidP="004B0E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4126,3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5845,9</w:t>
            </w: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5984,4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80,0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403,0</w:t>
            </w: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424,0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000 1 01 02000 01 0000 110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noWrap/>
            <w:vAlign w:val="center"/>
          </w:tcPr>
          <w:p w:rsidR="00AE7A3C" w:rsidRPr="006365DF" w:rsidRDefault="00AE7A3C" w:rsidP="004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59" w:type="dxa"/>
            <w:noWrap/>
            <w:vAlign w:val="center"/>
          </w:tcPr>
          <w:p w:rsidR="00AE7A3C" w:rsidRPr="006365DF" w:rsidRDefault="00AE7A3C" w:rsidP="004B0E79">
            <w:pPr>
              <w:jc w:val="center"/>
              <w:rPr>
                <w:sz w:val="22"/>
                <w:szCs w:val="22"/>
              </w:rPr>
            </w:pPr>
            <w:r w:rsidRPr="006365DF">
              <w:rPr>
                <w:sz w:val="22"/>
                <w:szCs w:val="22"/>
              </w:rPr>
              <w:t>403,0</w:t>
            </w:r>
          </w:p>
        </w:tc>
        <w:tc>
          <w:tcPr>
            <w:tcW w:w="1418" w:type="dxa"/>
            <w:noWrap/>
            <w:vAlign w:val="center"/>
          </w:tcPr>
          <w:p w:rsidR="00AE7A3C" w:rsidRPr="006365DF" w:rsidRDefault="00AE7A3C" w:rsidP="004B0E79">
            <w:pPr>
              <w:jc w:val="center"/>
              <w:rPr>
                <w:sz w:val="22"/>
                <w:szCs w:val="22"/>
              </w:rPr>
            </w:pPr>
            <w:r w:rsidRPr="006365DF">
              <w:rPr>
                <w:sz w:val="22"/>
                <w:szCs w:val="22"/>
              </w:rPr>
              <w:t>424,0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000 1 03 00000 00 0000 000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1260,1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1411,4</w:t>
            </w: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1475,9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000 1 03 02000 01 0000 110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noWrap/>
            <w:vAlign w:val="center"/>
          </w:tcPr>
          <w:p w:rsidR="00AE7A3C" w:rsidRPr="00B369B7" w:rsidRDefault="00AE7A3C" w:rsidP="004B0E79">
            <w:pPr>
              <w:jc w:val="center"/>
            </w:pPr>
            <w:r>
              <w:rPr>
                <w:sz w:val="22"/>
                <w:szCs w:val="22"/>
              </w:rPr>
              <w:t>1260,1</w:t>
            </w:r>
          </w:p>
        </w:tc>
        <w:tc>
          <w:tcPr>
            <w:tcW w:w="1559" w:type="dxa"/>
            <w:noWrap/>
            <w:vAlign w:val="center"/>
          </w:tcPr>
          <w:p w:rsidR="00AE7A3C" w:rsidRPr="00B369B7" w:rsidRDefault="00AE7A3C" w:rsidP="004B0E79">
            <w:pPr>
              <w:jc w:val="center"/>
            </w:pPr>
            <w:r w:rsidRPr="00B369B7">
              <w:rPr>
                <w:sz w:val="22"/>
                <w:szCs w:val="22"/>
              </w:rPr>
              <w:t>1411,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noWrap/>
            <w:vAlign w:val="center"/>
          </w:tcPr>
          <w:p w:rsidR="00AE7A3C" w:rsidRPr="00B369B7" w:rsidRDefault="00AE7A3C" w:rsidP="004B0E79">
            <w:pPr>
              <w:jc w:val="center"/>
            </w:pPr>
            <w:r w:rsidRPr="00B369B7">
              <w:rPr>
                <w:sz w:val="22"/>
                <w:szCs w:val="22"/>
              </w:rPr>
              <w:t>1475,9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noWrap/>
            <w:vAlign w:val="center"/>
          </w:tcPr>
          <w:p w:rsidR="00AE7A3C" w:rsidRPr="009E34D2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315,4</w:t>
            </w:r>
          </w:p>
        </w:tc>
        <w:tc>
          <w:tcPr>
            <w:tcW w:w="1559" w:type="dxa"/>
            <w:noWrap/>
            <w:vAlign w:val="center"/>
          </w:tcPr>
          <w:p w:rsidR="00AE7A3C" w:rsidRPr="009E34D2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504,0</w:t>
            </w:r>
          </w:p>
        </w:tc>
        <w:tc>
          <w:tcPr>
            <w:tcW w:w="1418" w:type="dxa"/>
            <w:noWrap/>
            <w:vAlign w:val="center"/>
          </w:tcPr>
          <w:p w:rsidR="00AE7A3C" w:rsidRPr="009E34D2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524,0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Pr="00C03E07" w:rsidRDefault="00AE7A3C" w:rsidP="004B0E79">
            <w:pPr>
              <w:jc w:val="center"/>
              <w:rPr>
                <w:sz w:val="18"/>
                <w:szCs w:val="18"/>
              </w:rPr>
            </w:pPr>
            <w:r w:rsidRPr="00C03E07">
              <w:rPr>
                <w:sz w:val="18"/>
                <w:szCs w:val="18"/>
              </w:rPr>
              <w:t>000 1 05 03000 01 0000 110</w:t>
            </w:r>
          </w:p>
        </w:tc>
        <w:tc>
          <w:tcPr>
            <w:tcW w:w="3260" w:type="dxa"/>
            <w:vAlign w:val="center"/>
          </w:tcPr>
          <w:p w:rsidR="00AE7A3C" w:rsidRPr="002D0D15" w:rsidRDefault="00AE7A3C" w:rsidP="004B0E79">
            <w:pPr>
              <w:rPr>
                <w:sz w:val="22"/>
                <w:szCs w:val="22"/>
                <w:highlight w:val="yellow"/>
              </w:rPr>
            </w:pPr>
            <w:r w:rsidRPr="00C03E07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vAlign w:val="center"/>
          </w:tcPr>
          <w:p w:rsidR="00AE7A3C" w:rsidRPr="003713E5" w:rsidRDefault="00AE7A3C" w:rsidP="004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</w:t>
            </w:r>
          </w:p>
        </w:tc>
        <w:tc>
          <w:tcPr>
            <w:tcW w:w="1559" w:type="dxa"/>
            <w:noWrap/>
            <w:vAlign w:val="center"/>
          </w:tcPr>
          <w:p w:rsidR="00AE7A3C" w:rsidRPr="003713E5" w:rsidRDefault="00AE7A3C" w:rsidP="004B0E79">
            <w:pPr>
              <w:jc w:val="center"/>
              <w:rPr>
                <w:sz w:val="22"/>
                <w:szCs w:val="22"/>
              </w:rPr>
            </w:pPr>
            <w:r w:rsidRPr="003713E5">
              <w:rPr>
                <w:sz w:val="22"/>
                <w:szCs w:val="22"/>
              </w:rPr>
              <w:t>504,0</w:t>
            </w:r>
          </w:p>
        </w:tc>
        <w:tc>
          <w:tcPr>
            <w:tcW w:w="1418" w:type="dxa"/>
            <w:noWrap/>
            <w:vAlign w:val="center"/>
          </w:tcPr>
          <w:p w:rsidR="00AE7A3C" w:rsidRPr="003713E5" w:rsidRDefault="00AE7A3C" w:rsidP="004B0E79">
            <w:pPr>
              <w:jc w:val="center"/>
              <w:rPr>
                <w:sz w:val="22"/>
                <w:szCs w:val="22"/>
              </w:rPr>
            </w:pPr>
            <w:r w:rsidRPr="003713E5">
              <w:rPr>
                <w:sz w:val="22"/>
                <w:szCs w:val="22"/>
              </w:rPr>
              <w:t>524,0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000 1 06 00000 00 0000 000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1733,3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3420,0</w:t>
            </w: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3453,0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Pr="00C03E07" w:rsidRDefault="00AE7A3C" w:rsidP="004B0E79">
            <w:pPr>
              <w:jc w:val="center"/>
              <w:rPr>
                <w:sz w:val="18"/>
                <w:szCs w:val="18"/>
              </w:rPr>
            </w:pPr>
            <w:r w:rsidRPr="00C03E07">
              <w:rPr>
                <w:sz w:val="18"/>
                <w:szCs w:val="18"/>
              </w:rPr>
              <w:t>000 1 06 01000 00 0000 110</w:t>
            </w:r>
          </w:p>
        </w:tc>
        <w:tc>
          <w:tcPr>
            <w:tcW w:w="3260" w:type="dxa"/>
            <w:vAlign w:val="center"/>
          </w:tcPr>
          <w:p w:rsidR="00AE7A3C" w:rsidRPr="00C03E07" w:rsidRDefault="00AE7A3C" w:rsidP="004B0E79">
            <w:pPr>
              <w:rPr>
                <w:sz w:val="22"/>
                <w:szCs w:val="22"/>
              </w:rPr>
            </w:pPr>
            <w:r w:rsidRPr="00C03E07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616,0</w:t>
            </w: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628,0</w:t>
            </w:r>
          </w:p>
        </w:tc>
      </w:tr>
      <w:tr w:rsidR="00AE7A3C">
        <w:trPr>
          <w:cantSplit/>
          <w:trHeight w:val="20"/>
        </w:trPr>
        <w:tc>
          <w:tcPr>
            <w:tcW w:w="2423" w:type="dxa"/>
            <w:noWrap/>
            <w:vAlign w:val="center"/>
          </w:tcPr>
          <w:p w:rsidR="00AE7A3C" w:rsidRPr="00C03E07" w:rsidRDefault="00AE7A3C" w:rsidP="004B0E79">
            <w:pPr>
              <w:jc w:val="center"/>
              <w:rPr>
                <w:sz w:val="18"/>
                <w:szCs w:val="18"/>
              </w:rPr>
            </w:pPr>
            <w:r w:rsidRPr="00C03E07">
              <w:rPr>
                <w:sz w:val="18"/>
                <w:szCs w:val="18"/>
              </w:rPr>
              <w:t>000 1 06 06000 00 0000 110</w:t>
            </w:r>
          </w:p>
        </w:tc>
        <w:tc>
          <w:tcPr>
            <w:tcW w:w="3260" w:type="dxa"/>
            <w:vAlign w:val="center"/>
          </w:tcPr>
          <w:p w:rsidR="00AE7A3C" w:rsidRPr="00C03E07" w:rsidRDefault="00AE7A3C" w:rsidP="004B0E79">
            <w:pPr>
              <w:rPr>
                <w:sz w:val="22"/>
                <w:szCs w:val="22"/>
              </w:rPr>
            </w:pPr>
            <w:r w:rsidRPr="00C03E07">
              <w:rPr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1183,3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2804,0</w:t>
            </w: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2825,0</w:t>
            </w:r>
          </w:p>
        </w:tc>
      </w:tr>
      <w:tr w:rsidR="00AE7A3C">
        <w:trPr>
          <w:cantSplit/>
          <w:trHeight w:val="587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2,0</w:t>
            </w: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2,0</w:t>
            </w:r>
          </w:p>
        </w:tc>
      </w:tr>
      <w:tr w:rsidR="00AE7A3C">
        <w:trPr>
          <w:cantSplit/>
          <w:trHeight w:val="411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000 1 09 00000 00 0000 000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b/>
                <w:bCs/>
                <w:sz w:val="22"/>
                <w:szCs w:val="22"/>
              </w:rPr>
            </w:pPr>
            <w:r w:rsidRPr="00FE335E">
              <w:rPr>
                <w:b/>
                <w:bCs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E7A3C">
        <w:trPr>
          <w:cantSplit/>
          <w:trHeight w:val="1864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000 1 11 0000 00 00000 000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</w:tr>
      <w:tr w:rsidR="00AE7A3C">
        <w:trPr>
          <w:cantSplit/>
          <w:trHeight w:val="545"/>
        </w:trPr>
        <w:tc>
          <w:tcPr>
            <w:tcW w:w="2423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000 1 14 0000 00 00000 000</w:t>
            </w:r>
          </w:p>
        </w:tc>
        <w:tc>
          <w:tcPr>
            <w:tcW w:w="3260" w:type="dxa"/>
            <w:vAlign w:val="center"/>
          </w:tcPr>
          <w:p w:rsidR="00AE7A3C" w:rsidRDefault="00AE7A3C" w:rsidP="004B0E79">
            <w:pPr>
              <w:rPr>
                <w:b/>
                <w:bCs/>
                <w:sz w:val="22"/>
                <w:szCs w:val="22"/>
              </w:rPr>
            </w:pPr>
            <w:r w:rsidRPr="00FE335E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630,0</w:t>
            </w:r>
          </w:p>
        </w:tc>
        <w:tc>
          <w:tcPr>
            <w:tcW w:w="1559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center"/>
          </w:tcPr>
          <w:p w:rsidR="00AE7A3C" w:rsidRDefault="00AE7A3C" w:rsidP="004B0E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E7A3C" w:rsidRDefault="00AE7A3C" w:rsidP="00AB49B1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AE7A3C" w:rsidRDefault="00AE7A3C" w:rsidP="00AB49B1">
      <w:pPr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3 изложить в новой редакции:</w:t>
      </w:r>
    </w:p>
    <w:p w:rsidR="00AE7A3C" w:rsidRPr="008530DF" w:rsidRDefault="00AE7A3C" w:rsidP="00AB49B1">
      <w:pPr>
        <w:jc w:val="both"/>
        <w:rPr>
          <w:sz w:val="28"/>
          <w:szCs w:val="28"/>
        </w:rPr>
      </w:pPr>
    </w:p>
    <w:p w:rsidR="00AE7A3C" w:rsidRPr="00C00743" w:rsidRDefault="00AE7A3C" w:rsidP="00C01205">
      <w:pPr>
        <w:tabs>
          <w:tab w:val="center" w:pos="22460"/>
          <w:tab w:val="left" w:pos="23460"/>
          <w:tab w:val="left" w:pos="25200"/>
        </w:tabs>
        <w:jc w:val="right"/>
        <w:rPr>
          <w:sz w:val="28"/>
          <w:szCs w:val="28"/>
        </w:rPr>
      </w:pPr>
      <w:r>
        <w:rPr>
          <w:noProof/>
          <w:lang w:eastAsia="ru-RU"/>
        </w:rPr>
        <w:pict>
          <v:line id="_x0000_s1028" style="position:absolute;left:0;text-align:left;z-index:251660288" from="603pt,35.9pt" to="603pt,116.9pt" strokeweight=".26mm">
            <v:stroke endarrow="block" joinstyle="miter"/>
          </v:line>
        </w:pict>
      </w:r>
      <w:r>
        <w:t xml:space="preserve">                     « </w:t>
      </w:r>
      <w:r>
        <w:rPr>
          <w:sz w:val="18"/>
          <w:szCs w:val="18"/>
        </w:rPr>
        <w:t>Приложение 3</w:t>
      </w:r>
    </w:p>
    <w:p w:rsidR="00AE7A3C" w:rsidRPr="00C00743" w:rsidRDefault="00AE7A3C" w:rsidP="00C01205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 к решению </w:t>
      </w:r>
    </w:p>
    <w:p w:rsidR="00AE7A3C" w:rsidRPr="00C00743" w:rsidRDefault="00AE7A3C" w:rsidP="00C01205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AE7A3C" w:rsidRPr="00C00743" w:rsidRDefault="00AE7A3C" w:rsidP="00C01205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AE7A3C" w:rsidRPr="00C00743" w:rsidRDefault="00AE7A3C" w:rsidP="00C01205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AE7A3C" w:rsidRDefault="00AE7A3C" w:rsidP="00C01205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2020</w:t>
      </w:r>
      <w:r w:rsidRPr="00C00743">
        <w:rPr>
          <w:sz w:val="18"/>
          <w:szCs w:val="18"/>
        </w:rPr>
        <w:t xml:space="preserve"> год</w:t>
      </w:r>
    </w:p>
    <w:p w:rsidR="00AE7A3C" w:rsidRDefault="00AE7A3C" w:rsidP="00C01205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2021 и 2022 годов»</w:t>
      </w:r>
    </w:p>
    <w:p w:rsidR="00AE7A3C" w:rsidRDefault="00AE7A3C" w:rsidP="00C01205">
      <w:pPr>
        <w:jc w:val="right"/>
        <w:rPr>
          <w:sz w:val="28"/>
          <w:szCs w:val="28"/>
        </w:rPr>
      </w:pPr>
    </w:p>
    <w:p w:rsidR="00AE7A3C" w:rsidRPr="00C96329" w:rsidRDefault="00AE7A3C" w:rsidP="00C01205">
      <w:pPr>
        <w:jc w:val="both"/>
        <w:rPr>
          <w:color w:val="000000"/>
          <w:lang w:eastAsia="ru-RU"/>
        </w:rPr>
      </w:pPr>
      <w:r w:rsidRPr="00C96329">
        <w:rPr>
          <w:color w:val="000000"/>
          <w:lang w:eastAsia="ru-RU"/>
        </w:rPr>
        <w:t xml:space="preserve">Объем безвозмездных поступлений в бюджет Покрово-Арчадинского сельсовета </w:t>
      </w:r>
      <w:r>
        <w:t>на 2020 год и на плановый период 2021 и 2022</w:t>
      </w:r>
      <w:r w:rsidRPr="00C96329">
        <w:t xml:space="preserve"> годов</w:t>
      </w:r>
      <w:r w:rsidRPr="00C96329">
        <w:rPr>
          <w:sz w:val="22"/>
          <w:szCs w:val="22"/>
        </w:rPr>
        <w:t xml:space="preserve"> </w:t>
      </w:r>
    </w:p>
    <w:p w:rsidR="00AE7A3C" w:rsidRPr="00AE0651" w:rsidRDefault="00AE7A3C" w:rsidP="00C01205">
      <w:pPr>
        <w:jc w:val="right"/>
        <w:rPr>
          <w:b/>
          <w:bCs/>
          <w:color w:val="000000"/>
          <w:sz w:val="28"/>
          <w:szCs w:val="28"/>
          <w:lang w:eastAsia="ru-RU"/>
        </w:rPr>
      </w:pPr>
      <w:r w:rsidRPr="00AE0651">
        <w:t>тыс.руб</w:t>
      </w:r>
      <w:r w:rsidRPr="00AE0651">
        <w:rPr>
          <w:sz w:val="28"/>
          <w:szCs w:val="28"/>
        </w:rPr>
        <w:t>.</w:t>
      </w:r>
    </w:p>
    <w:tbl>
      <w:tblPr>
        <w:tblW w:w="10065" w:type="dxa"/>
        <w:tblInd w:w="-28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2694"/>
        <w:gridCol w:w="3118"/>
        <w:gridCol w:w="1492"/>
        <w:gridCol w:w="1202"/>
        <w:gridCol w:w="1559"/>
      </w:tblGrid>
      <w:tr w:rsidR="00AE7A3C" w:rsidRPr="00AE0651">
        <w:trPr>
          <w:trHeight w:val="631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Виды  доходов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AE7A3C" w:rsidRDefault="00AE7A3C" w:rsidP="00D001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2020 год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7A3C" w:rsidRDefault="00AE7A3C" w:rsidP="00D001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2021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AE7A3C" w:rsidRDefault="00AE7A3C" w:rsidP="00D001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2022 год</w:t>
            </w:r>
          </w:p>
        </w:tc>
      </w:tr>
      <w:tr w:rsidR="00AE7A3C" w:rsidRPr="00AE0651">
        <w:trPr>
          <w:trHeight w:val="223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E7A3C" w:rsidRPr="00AE0651">
        <w:trPr>
          <w:trHeight w:val="271"/>
        </w:trPr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000 2 00 00000 00 0000 000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2319,7</w:t>
            </w:r>
          </w:p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775,5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782,4</w:t>
            </w:r>
          </w:p>
        </w:tc>
      </w:tr>
      <w:tr w:rsidR="00AE7A3C" w:rsidRPr="00AE0651">
        <w:trPr>
          <w:trHeight w:val="66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000 2 02 00000 00 0000 000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2319,7</w:t>
            </w:r>
          </w:p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782,4</w:t>
            </w:r>
          </w:p>
        </w:tc>
      </w:tr>
      <w:tr w:rsidR="00AE7A3C" w:rsidRPr="00AE0651">
        <w:trPr>
          <w:trHeight w:val="47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654,8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632,1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635,9</w:t>
            </w: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Дотации на выравнивание бюджетной обеспеченности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531,7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Pr="008426A9" w:rsidRDefault="00AE7A3C" w:rsidP="008438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426A9">
              <w:rPr>
                <w:color w:val="000000"/>
                <w:sz w:val="22"/>
                <w:szCs w:val="22"/>
                <w:lang w:eastAsia="ru-RU"/>
              </w:rPr>
              <w:t>523,7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Pr="008426A9" w:rsidRDefault="00AE7A3C" w:rsidP="008438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426A9">
              <w:rPr>
                <w:color w:val="000000"/>
                <w:sz w:val="22"/>
                <w:szCs w:val="22"/>
                <w:lang w:eastAsia="ru-RU"/>
              </w:rPr>
              <w:t>524,0</w:t>
            </w: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000 2 02 15001 10 0000 150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82808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531,7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Pr="008426A9" w:rsidRDefault="00AE7A3C" w:rsidP="008426A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426A9">
              <w:rPr>
                <w:color w:val="000000"/>
                <w:sz w:val="22"/>
                <w:szCs w:val="22"/>
                <w:lang w:eastAsia="ru-RU"/>
              </w:rPr>
              <w:t>523,7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Pr="008426A9" w:rsidRDefault="00AE7A3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426A9">
              <w:rPr>
                <w:color w:val="000000"/>
                <w:sz w:val="22"/>
                <w:szCs w:val="22"/>
                <w:lang w:eastAsia="ru-RU"/>
              </w:rPr>
              <w:t>524,0</w:t>
            </w: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4B0E7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000 2 02 16001 00 0000 150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Pr="00982808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10113">
              <w:rPr>
                <w:sz w:val="22"/>
                <w:szCs w:val="22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100,7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Pr="008426A9" w:rsidRDefault="00AE7A3C" w:rsidP="008426A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426A9">
              <w:rPr>
                <w:color w:val="000000"/>
                <w:sz w:val="22"/>
                <w:szCs w:val="22"/>
                <w:lang w:eastAsia="ru-RU"/>
              </w:rPr>
              <w:t>108,4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Pr="008426A9" w:rsidRDefault="00AE7A3C" w:rsidP="008426A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426A9">
              <w:rPr>
                <w:color w:val="000000"/>
                <w:sz w:val="22"/>
                <w:szCs w:val="22"/>
                <w:lang w:eastAsia="ru-RU"/>
              </w:rPr>
              <w:t>111,9</w:t>
            </w: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4B0E7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000 2 02 16001 10 0000 150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Pr="00982808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34C99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100,7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Pr="008426A9" w:rsidRDefault="00AE7A3C" w:rsidP="008438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426A9">
              <w:rPr>
                <w:color w:val="000000"/>
                <w:sz w:val="22"/>
                <w:szCs w:val="22"/>
                <w:lang w:eastAsia="ru-RU"/>
              </w:rPr>
              <w:t>108,4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Pr="008426A9" w:rsidRDefault="00AE7A3C" w:rsidP="0084389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426A9">
              <w:rPr>
                <w:color w:val="000000"/>
                <w:sz w:val="22"/>
                <w:szCs w:val="22"/>
                <w:lang w:eastAsia="ru-RU"/>
              </w:rPr>
              <w:t>111,9</w:t>
            </w: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47210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000 2 02 19999 0</w:t>
            </w:r>
            <w:r w:rsidRPr="0047210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0000</w:t>
            </w:r>
            <w:r w:rsidRPr="0047210C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Pr="0047210C" w:rsidRDefault="00AE7A3C" w:rsidP="0047210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7210C">
              <w:rPr>
                <w:color w:val="000000"/>
                <w:sz w:val="22"/>
                <w:szCs w:val="22"/>
                <w:lang w:eastAsia="ru-RU"/>
              </w:rPr>
              <w:t xml:space="preserve">Прочие дотации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22,4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47210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</w:t>
            </w:r>
            <w:r w:rsidRPr="0047210C">
              <w:rPr>
                <w:color w:val="000000"/>
                <w:sz w:val="22"/>
                <w:szCs w:val="22"/>
              </w:rPr>
              <w:t xml:space="preserve">2 02 19999 10 </w:t>
            </w:r>
            <w:r>
              <w:rPr>
                <w:color w:val="000000"/>
                <w:sz w:val="22"/>
                <w:szCs w:val="22"/>
              </w:rPr>
              <w:t>0000</w:t>
            </w:r>
            <w:r w:rsidRPr="0047210C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Pr="0047210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7210C">
              <w:rPr>
                <w:color w:val="000000"/>
                <w:sz w:val="22"/>
                <w:szCs w:val="22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22,4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1337,1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  <w:r w:rsidRPr="002E3A9B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25576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BD50B6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D50B6">
              <w:rPr>
                <w:color w:val="000000"/>
                <w:sz w:val="22"/>
                <w:szCs w:val="22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1287,1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  <w:r w:rsidRPr="002E3A9B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25576</w:t>
            </w:r>
            <w:r>
              <w:rPr>
                <w:color w:val="000000"/>
                <w:sz w:val="22"/>
                <w:szCs w:val="22"/>
              </w:rPr>
              <w:t xml:space="preserve"> 1</w:t>
            </w:r>
            <w:r w:rsidRPr="002E3A9B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D50B6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1287,1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2E3A9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  <w:r w:rsidRPr="002E3A9B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9999 </w:t>
            </w:r>
            <w:r w:rsidRPr="002E3A9B"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</w:p>
        </w:tc>
      </w:tr>
      <w:tr w:rsidR="00AE7A3C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  <w:r w:rsidRPr="002E3A9B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9999 1</w:t>
            </w:r>
            <w:r w:rsidRPr="002E3A9B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jc w:val="center"/>
            </w:pPr>
          </w:p>
        </w:tc>
      </w:tr>
      <w:tr w:rsidR="00AE7A3C" w:rsidRPr="00AE0651">
        <w:trPr>
          <w:trHeight w:val="8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000 2 02 30000 00 0000 150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84,6</w:t>
            </w:r>
          </w:p>
        </w:tc>
      </w:tr>
      <w:tr w:rsidR="00AE7A3C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территориях,где отсутствуют военные комиссариаты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84,6</w:t>
            </w:r>
          </w:p>
        </w:tc>
      </w:tr>
      <w:tr w:rsidR="00AE7A3C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000 2 02 35118 10 0000 150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территориях,где отсутствуют военные комиссариаты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84,6</w:t>
            </w:r>
          </w:p>
        </w:tc>
      </w:tr>
      <w:tr w:rsidR="00AE7A3C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000 2 02 40000 00 0000 150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</w:tr>
      <w:tr w:rsidR="00AE7A3C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000 2 02 49999 00 0000 150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</w:tr>
      <w:tr w:rsidR="00AE7A3C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000 2 02 49999 10 0000 150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7A3C" w:rsidRDefault="00AE7A3C" w:rsidP="00D001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</w:tr>
    </w:tbl>
    <w:p w:rsidR="00AE7A3C" w:rsidRPr="0017560A" w:rsidRDefault="00AE7A3C" w:rsidP="00E066D6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AE7A3C" w:rsidRPr="008530DF" w:rsidRDefault="00AE7A3C" w:rsidP="00BB290A">
      <w:pPr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7 изложить в новой редакции:</w:t>
      </w:r>
    </w:p>
    <w:p w:rsidR="00AE7A3C" w:rsidRDefault="00AE7A3C" w:rsidP="0030028D">
      <w:pPr>
        <w:jc w:val="right"/>
        <w:rPr>
          <w:sz w:val="20"/>
          <w:szCs w:val="20"/>
        </w:rPr>
      </w:pPr>
    </w:p>
    <w:p w:rsidR="00AE7A3C" w:rsidRPr="00AE0651" w:rsidRDefault="00AE7A3C" w:rsidP="00BB290A">
      <w:pPr>
        <w:jc w:val="right"/>
        <w:rPr>
          <w:sz w:val="20"/>
          <w:szCs w:val="20"/>
        </w:rPr>
      </w:pPr>
      <w:r>
        <w:rPr>
          <w:sz w:val="20"/>
          <w:szCs w:val="20"/>
        </w:rPr>
        <w:t>«Приложение 7</w:t>
      </w:r>
    </w:p>
    <w:p w:rsidR="00AE7A3C" w:rsidRPr="00C00743" w:rsidRDefault="00AE7A3C" w:rsidP="00BB290A">
      <w:pPr>
        <w:ind w:left="5103"/>
        <w:jc w:val="right"/>
        <w:rPr>
          <w:sz w:val="18"/>
          <w:szCs w:val="18"/>
        </w:rPr>
      </w:pPr>
      <w:r w:rsidRPr="003D2630">
        <w:rPr>
          <w:sz w:val="20"/>
          <w:szCs w:val="20"/>
        </w:rPr>
        <w:t xml:space="preserve">                                                        </w:t>
      </w:r>
      <w:r w:rsidRPr="00C00743">
        <w:rPr>
          <w:sz w:val="18"/>
          <w:szCs w:val="18"/>
        </w:rPr>
        <w:t xml:space="preserve">к решению </w:t>
      </w:r>
    </w:p>
    <w:p w:rsidR="00AE7A3C" w:rsidRPr="00C00743" w:rsidRDefault="00AE7A3C" w:rsidP="00BB290A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AE7A3C" w:rsidRPr="00C00743" w:rsidRDefault="00AE7A3C" w:rsidP="00BB290A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AE7A3C" w:rsidRPr="00C00743" w:rsidRDefault="00AE7A3C" w:rsidP="00BB290A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AE7A3C" w:rsidRDefault="00AE7A3C" w:rsidP="00BB290A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2020</w:t>
      </w:r>
      <w:r w:rsidRPr="00C00743">
        <w:rPr>
          <w:sz w:val="18"/>
          <w:szCs w:val="18"/>
        </w:rPr>
        <w:t xml:space="preserve"> год</w:t>
      </w:r>
    </w:p>
    <w:p w:rsidR="00AE7A3C" w:rsidRDefault="00AE7A3C" w:rsidP="00BB290A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2021 и 2022 годов»</w:t>
      </w:r>
    </w:p>
    <w:p w:rsidR="00AE7A3C" w:rsidRPr="00C00743" w:rsidRDefault="00AE7A3C" w:rsidP="00BB290A">
      <w:pPr>
        <w:ind w:left="5103"/>
        <w:jc w:val="right"/>
        <w:rPr>
          <w:sz w:val="18"/>
          <w:szCs w:val="18"/>
        </w:rPr>
      </w:pPr>
    </w:p>
    <w:p w:rsidR="00AE7A3C" w:rsidRPr="00AE0651" w:rsidRDefault="00AE7A3C" w:rsidP="00BB290A">
      <w:pPr>
        <w:jc w:val="center"/>
        <w:rPr>
          <w:color w:val="000000"/>
          <w:lang w:eastAsia="ru-RU"/>
        </w:rPr>
      </w:pPr>
      <w:r w:rsidRPr="00AE0651">
        <w:rPr>
          <w:color w:val="000000"/>
          <w:lang w:eastAsia="ru-RU"/>
        </w:rPr>
        <w:t>Распределени</w:t>
      </w:r>
      <w:r>
        <w:rPr>
          <w:color w:val="000000"/>
          <w:lang w:eastAsia="ru-RU"/>
        </w:rPr>
        <w:t>е бюджетных ассигнований на 2020</w:t>
      </w:r>
      <w:r w:rsidRPr="00AE0651">
        <w:rPr>
          <w:color w:val="000000"/>
          <w:lang w:eastAsia="ru-RU"/>
        </w:rPr>
        <w:t xml:space="preserve"> год</w:t>
      </w:r>
      <w:r>
        <w:rPr>
          <w:color w:val="000000"/>
          <w:lang w:eastAsia="ru-RU"/>
        </w:rPr>
        <w:t xml:space="preserve"> и на плановый период 2021 и 2022 годов</w:t>
      </w:r>
    </w:p>
    <w:p w:rsidR="00AE7A3C" w:rsidRPr="00AE0651" w:rsidRDefault="00AE7A3C" w:rsidP="00BB290A">
      <w:pPr>
        <w:jc w:val="center"/>
        <w:rPr>
          <w:color w:val="000000"/>
          <w:lang w:eastAsia="ru-RU"/>
        </w:rPr>
      </w:pPr>
      <w:r w:rsidRPr="00AE0651">
        <w:rPr>
          <w:color w:val="000000"/>
          <w:lang w:eastAsia="ru-RU"/>
        </w:rPr>
        <w:t>по разделам , подразделам, целевым статьям (муниципальным программам Покрово-Арчадинского сельсовета и непрограммным направлениям деятельности), группам и подгруппам видов расходов классификации расходов бюджета Покрово-Арчадинского сельсовета</w:t>
      </w:r>
    </w:p>
    <w:p w:rsidR="00AE7A3C" w:rsidRPr="00AE0651" w:rsidRDefault="00AE7A3C" w:rsidP="00BB290A">
      <w:pPr>
        <w:jc w:val="right"/>
      </w:pPr>
      <w:r w:rsidRPr="00AE0651">
        <w:rPr>
          <w:color w:val="000000"/>
          <w:lang w:eastAsia="ru-RU"/>
        </w:rPr>
        <w:t>тыс.руб.</w:t>
      </w:r>
    </w:p>
    <w:tbl>
      <w:tblPr>
        <w:tblW w:w="9953" w:type="dxa"/>
        <w:tblInd w:w="-28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3858"/>
        <w:gridCol w:w="425"/>
        <w:gridCol w:w="425"/>
        <w:gridCol w:w="1559"/>
        <w:gridCol w:w="567"/>
        <w:gridCol w:w="1134"/>
        <w:gridCol w:w="993"/>
        <w:gridCol w:w="992"/>
      </w:tblGrid>
      <w:tr w:rsidR="00AE7A3C" w:rsidRPr="00AE0651">
        <w:trPr>
          <w:trHeight w:val="250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2020год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2021год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2022год</w:t>
            </w:r>
          </w:p>
        </w:tc>
      </w:tr>
      <w:tr w:rsidR="00AE7A3C" w:rsidRPr="00AE0651">
        <w:trPr>
          <w:trHeight w:val="42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7829,9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6457,9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6432,6</w:t>
            </w:r>
          </w:p>
        </w:tc>
      </w:tr>
      <w:tr w:rsidR="00AE7A3C" w:rsidRPr="00AE0651">
        <w:trPr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2327,4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2452,0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2532,4</w:t>
            </w:r>
          </w:p>
        </w:tc>
      </w:tr>
      <w:tr w:rsidR="00AE7A3C" w:rsidRPr="00AE0651">
        <w:trPr>
          <w:trHeight w:val="93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1C5A8F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AE7A3C" w:rsidRPr="001C5A8F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2320,8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AE7A3C" w:rsidRPr="001C5A8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2445,5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2525,9</w:t>
            </w:r>
          </w:p>
        </w:tc>
      </w:tr>
      <w:tr w:rsidR="00AE7A3C" w:rsidRPr="00AE0651">
        <w:trPr>
          <w:trHeight w:val="96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92284D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2298,4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1C5A8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2445,5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5A8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2525,9</w:t>
            </w:r>
          </w:p>
        </w:tc>
      </w:tr>
      <w:tr w:rsidR="00AE7A3C" w:rsidRPr="00AE0651">
        <w:trPr>
          <w:trHeight w:val="9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Подпрограмма»Обеспечение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5F0FC4">
            <w:pPr>
              <w:jc w:val="center"/>
            </w:pPr>
            <w:r w:rsidRPr="00EB7698">
              <w:rPr>
                <w:color w:val="000000"/>
                <w:sz w:val="22"/>
                <w:szCs w:val="22"/>
                <w:lang w:eastAsia="ru-RU"/>
              </w:rPr>
              <w:t>2298,4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1C5A8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2445,5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5A8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2525,9</w:t>
            </w:r>
          </w:p>
        </w:tc>
      </w:tr>
      <w:tr w:rsidR="00AE7A3C" w:rsidRPr="00AE0651">
        <w:trPr>
          <w:trHeight w:val="63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 Реализация функций администрации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5F0FC4">
            <w:pPr>
              <w:jc w:val="center"/>
            </w:pPr>
            <w:r w:rsidRPr="00EB7698">
              <w:rPr>
                <w:color w:val="000000"/>
                <w:sz w:val="22"/>
                <w:szCs w:val="22"/>
                <w:lang w:eastAsia="ru-RU"/>
              </w:rPr>
              <w:t>2298,4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1C5A8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2445,5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5A8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2525,9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1220,8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1267,2</w:t>
            </w:r>
          </w:p>
        </w:tc>
      </w:tr>
      <w:tr w:rsidR="00AE7A3C" w:rsidRPr="00AE0651">
        <w:trPr>
          <w:trHeight w:val="926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92284D">
            <w:pPr>
              <w:jc w:val="center"/>
            </w:pPr>
            <w:r w:rsidRPr="0067082F">
              <w:rPr>
                <w:color w:val="000000"/>
                <w:sz w:val="22"/>
                <w:szCs w:val="22"/>
                <w:lang w:eastAsia="ru-RU"/>
              </w:rPr>
              <w:t>1049,1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1220,8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1267,2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92284D">
            <w:pPr>
              <w:jc w:val="center"/>
            </w:pPr>
            <w:r w:rsidRPr="0067082F">
              <w:rPr>
                <w:color w:val="000000"/>
                <w:sz w:val="22"/>
                <w:szCs w:val="22"/>
                <w:lang w:eastAsia="ru-RU"/>
              </w:rPr>
              <w:t>1049,1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1220,8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1267,2</w:t>
            </w:r>
          </w:p>
        </w:tc>
      </w:tr>
      <w:tr w:rsidR="00AE7A3C" w:rsidRPr="00AE0651">
        <w:trPr>
          <w:trHeight w:val="55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434,5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374,0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374,0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и муниципальных нужд)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332,7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354,0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354,0</w:t>
            </w:r>
          </w:p>
        </w:tc>
      </w:tr>
      <w:tr w:rsidR="00AE7A3C" w:rsidRPr="00AE0651">
        <w:trPr>
          <w:trHeight w:val="44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332,7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354,0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354,0</w:t>
            </w:r>
          </w:p>
        </w:tc>
      </w:tr>
      <w:tr w:rsidR="00AE7A3C" w:rsidRPr="00AE0651">
        <w:trPr>
          <w:trHeight w:val="31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</w:t>
            </w:r>
          </w:p>
        </w:tc>
      </w:tr>
      <w:tr w:rsidR="00AE7A3C" w:rsidRPr="00AE0651">
        <w:trPr>
          <w:trHeight w:val="30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Уплата налогов,сборов и иных платежей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</w:t>
            </w:r>
          </w:p>
        </w:tc>
      </w:tr>
      <w:tr w:rsidR="00AE7A3C" w:rsidRPr="00AE0651">
        <w:trPr>
          <w:trHeight w:val="290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Глава местной администрации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814,8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AE7A3C" w:rsidRPr="00AE0651">
        <w:trPr>
          <w:trHeight w:val="895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814,8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AE7A3C" w:rsidRPr="00AE0651">
        <w:trPr>
          <w:trHeight w:val="25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814,8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AE7A3C" w:rsidRPr="00AE0651">
        <w:trPr>
          <w:trHeight w:val="25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непрограммные расходы органов местного самоуправления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25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99 6 00 00000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25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325355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99 6 00 5549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0E1F98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22.4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25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4B0E7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4B0E7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4B0E7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4B0E79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99 6 00 5549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25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4B0E79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4B0E7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4B0E7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4B0E79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99 6 00 5549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250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непрограммные расходы органов местного самоуправления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 w:rsidRPr="00AE0651">
        <w:trPr>
          <w:trHeight w:val="250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 w:rsidRPr="00AE0651">
        <w:trPr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Резервный фонд  администрации Покрово-Арчадинского сельсовета Каменского района Пензенской области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 w:rsidRPr="00AE0651">
        <w:trPr>
          <w:trHeight w:val="250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 w:rsidRPr="00AE0651">
        <w:trPr>
          <w:trHeight w:val="250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 w:rsidRPr="00AE0651">
        <w:trPr>
          <w:trHeight w:val="250"/>
        </w:trPr>
        <w:tc>
          <w:tcPr>
            <w:tcW w:w="3858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AE7A3C" w:rsidRPr="00AE0651">
        <w:trPr>
          <w:trHeight w:val="95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AE7A3C" w:rsidRPr="00AE0651">
        <w:trPr>
          <w:trHeight w:val="75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AE7A3C" w:rsidRPr="00AE0651">
        <w:trPr>
          <w:trHeight w:val="75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AE7A3C" w:rsidRPr="00AE0651">
        <w:trPr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 w:rsidRPr="00AE0651">
        <w:trPr>
          <w:trHeight w:val="25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 w:rsidRPr="00AE0651">
        <w:trPr>
          <w:trHeight w:val="2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 w:rsidRPr="00AE0651">
        <w:trPr>
          <w:trHeight w:val="2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внешнего муниципального финансового контроля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 w:rsidRPr="00AE0651">
        <w:trPr>
          <w:trHeight w:val="2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 w:rsidRPr="00AE0651">
        <w:trPr>
          <w:trHeight w:val="2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 w:rsidRPr="00AE0651">
        <w:trPr>
          <w:trHeight w:val="2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внутреннего муниципального финансового контроля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AE7A3C" w:rsidRPr="00AE0651">
        <w:trPr>
          <w:trHeight w:val="2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AE7A3C" w:rsidRPr="00AE0651">
        <w:trPr>
          <w:trHeight w:val="2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AE7A3C" w:rsidRPr="00AE0651">
        <w:trPr>
          <w:trHeight w:val="290"/>
        </w:trPr>
        <w:tc>
          <w:tcPr>
            <w:tcW w:w="3858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E0651">
        <w:trPr>
          <w:trHeight w:val="30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F04262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F04262">
              <w:rPr>
                <w:color w:val="000000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i/>
                <w:iCs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i/>
                <w:iCs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E0651">
        <w:trPr>
          <w:trHeight w:val="994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9E766A">
            <w:pPr>
              <w:jc w:val="center"/>
            </w:pPr>
            <w:r w:rsidRPr="008B5AF2"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E0651">
        <w:trPr>
          <w:trHeight w:val="54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9E766A">
            <w:pPr>
              <w:jc w:val="center"/>
            </w:pPr>
            <w:r w:rsidRPr="008B5AF2"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E0651">
        <w:trPr>
          <w:trHeight w:val="574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«Исполнение государственных полномочий Российской Федерации»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9E766A">
            <w:pPr>
              <w:jc w:val="center"/>
            </w:pPr>
            <w:r w:rsidRPr="008B5AF2"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E0651">
        <w:trPr>
          <w:trHeight w:val="79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Исполнение отдельных переданных государственных полномочий по  первичному воинскому учету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9E766A">
            <w:pPr>
              <w:jc w:val="center"/>
            </w:pPr>
            <w:r w:rsidRPr="008B5AF2"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E0651">
        <w:trPr>
          <w:trHeight w:val="118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"Расходы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75,8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75,8</w:t>
            </w:r>
          </w:p>
        </w:tc>
      </w:tr>
      <w:tr w:rsidR="00AE7A3C" w:rsidRPr="00AE0651">
        <w:trPr>
          <w:trHeight w:val="456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75,8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75,8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работ,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8,8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8,8</w:t>
            </w:r>
          </w:p>
        </w:tc>
      </w:tr>
      <w:tr w:rsidR="00AE7A3C" w:rsidRPr="00AE0651">
        <w:trPr>
          <w:trHeight w:val="566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119,2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119,2</w:t>
            </w:r>
          </w:p>
        </w:tc>
      </w:tr>
      <w:tr w:rsidR="00AE7A3C" w:rsidRPr="00AE0651">
        <w:trPr>
          <w:trHeight w:val="31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926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D80DF1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100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D80DF1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750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D80DF1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Обеспечение деятельности добровольной пожарной команды Покрово-Арчадинского сельсовета Каменского района Пензенской области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D80DF1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D80DF1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D80DF1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267A90" w:rsidRDefault="00AE7A3C" w:rsidP="00325355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267A90">
              <w:t>Основное мероприятие «Профилактика правонарушений»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rPr>
                <w:sz w:val="22"/>
                <w:szCs w:val="22"/>
                <w:lang w:eastAsia="en-US"/>
              </w:rPr>
            </w:pPr>
            <w:r>
              <w:t>Расходы на приобретение печатной продукции по профилактике правонарушений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9120BA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Default="00AE7A3C" w:rsidP="00325355">
            <w:pPr>
              <w:jc w:val="center"/>
            </w:pPr>
            <w:r w:rsidRPr="00532933"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9120BA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Default="00AE7A3C" w:rsidP="00325355">
            <w:pPr>
              <w:jc w:val="center"/>
            </w:pPr>
            <w:r w:rsidRPr="00532933"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9120BA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«Профилактика терроризма и экстремизма на территории Покрово-Арчадинского сельсовета»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приобретение печатной продукции по профилактике терроризма и экстремизма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99669B" w:rsidRDefault="00AE7A3C" w:rsidP="00325355">
            <w:pPr>
              <w:rPr>
                <w:sz w:val="22"/>
                <w:szCs w:val="22"/>
                <w:lang w:eastAsia="en-US"/>
              </w:rPr>
            </w:pPr>
            <w:r w:rsidRPr="0099669B">
              <w:t>Основное мероприятие «Профилактика потребления наркотических средств и психотропных веществ»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01 1 09 00000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rPr>
                <w:sz w:val="22"/>
                <w:szCs w:val="22"/>
                <w:lang w:eastAsia="en-US"/>
              </w:rPr>
            </w:pPr>
            <w:r>
              <w:t>Расходы на приобретение плакатов по пропаганде здорового образа жизни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Default="00AE7A3C" w:rsidP="00325355">
            <w:r w:rsidRPr="001D30DA"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Default="00AE7A3C" w:rsidP="00325355">
            <w:r w:rsidRPr="001D30DA"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AE7A3C" w:rsidRPr="00AE0651">
        <w:trPr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1434,3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1511,4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1575,9</w:t>
            </w:r>
          </w:p>
        </w:tc>
      </w:tr>
      <w:tr w:rsidR="00AE7A3C" w:rsidRPr="00AE0651">
        <w:trPr>
          <w:trHeight w:val="26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1475,9</w:t>
            </w:r>
          </w:p>
        </w:tc>
      </w:tr>
      <w:tr w:rsidR="00AE7A3C" w:rsidRPr="00AE0651">
        <w:trPr>
          <w:trHeight w:val="54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9E1FFA">
              <w:rPr>
                <w:color w:val="000000"/>
                <w:sz w:val="22"/>
                <w:szCs w:val="22"/>
                <w:lang w:eastAsia="ru-RU"/>
              </w:rPr>
              <w:t>1424,3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1475,9</w:t>
            </w:r>
          </w:p>
        </w:tc>
      </w:tr>
      <w:tr w:rsidR="00AE7A3C" w:rsidRPr="00AE0651">
        <w:trPr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9E1FFA">
              <w:rPr>
                <w:color w:val="000000"/>
                <w:sz w:val="22"/>
                <w:szCs w:val="22"/>
                <w:lang w:eastAsia="ru-RU"/>
              </w:rPr>
              <w:t>1424,3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1475,9</w:t>
            </w:r>
          </w:p>
        </w:tc>
      </w:tr>
      <w:tr w:rsidR="00AE7A3C" w:rsidRPr="00AE0651">
        <w:trPr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«Осуществление мероприятий в отношенииавтомобильных дорог в границах населенных пунктов Покрово-Арчадинского сельсовета  и искусственных сооружений на них»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9E1FFA">
              <w:rPr>
                <w:color w:val="000000"/>
                <w:sz w:val="22"/>
                <w:szCs w:val="22"/>
                <w:lang w:eastAsia="ru-RU"/>
              </w:rPr>
              <w:t>1424,3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1475,9</w:t>
            </w:r>
          </w:p>
        </w:tc>
      </w:tr>
      <w:tr w:rsidR="00AE7A3C" w:rsidRPr="00AE0651">
        <w:trPr>
          <w:trHeight w:val="95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Содержание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 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AE7A3C" w:rsidRPr="00AE0651">
        <w:trPr>
          <w:trHeight w:val="95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Капитальный ремонт и р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емонт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923,3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945,9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A3360B">
              <w:rPr>
                <w:color w:val="000000"/>
                <w:sz w:val="22"/>
                <w:szCs w:val="22"/>
                <w:lang w:eastAsia="ru-RU"/>
              </w:rPr>
              <w:t>923,3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945,9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A3360B">
              <w:rPr>
                <w:color w:val="000000"/>
                <w:sz w:val="22"/>
                <w:szCs w:val="22"/>
                <w:lang w:eastAsia="ru-RU"/>
              </w:rPr>
              <w:t>923,3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945,9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rStyle w:val="blk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01 2 00 0 0000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Основное мероприятие «Обеспечение эффективной деятельности Администрации Покрово-Арчадинского сельсовета Каменского района Пензенской области в сфере регулирования земельных отношений»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01 2 02 00000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t>Кадастровые работы, межевание земельных участков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01 2 02 20430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r>
              <w:rPr>
                <w:color w:val="000000"/>
                <w:sz w:val="22"/>
                <w:szCs w:val="22"/>
                <w:lang w:eastAsia="ru-RU"/>
              </w:rPr>
              <w:t>01 2 02 20430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r>
              <w:rPr>
                <w:color w:val="000000"/>
                <w:sz w:val="22"/>
                <w:szCs w:val="22"/>
                <w:lang w:eastAsia="ru-RU"/>
              </w:rPr>
              <w:t>01 2 02 20430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87216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 w:rsidRPr="00AE0651">
        <w:trPr>
          <w:trHeight w:val="37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EB1B95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1B95">
              <w:rPr>
                <w:b/>
                <w:bCs/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6D5560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2221,9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BE7DB3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460,8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BE7DB3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287,5</w:t>
            </w:r>
          </w:p>
        </w:tc>
      </w:tr>
      <w:tr w:rsidR="00AE7A3C" w:rsidRPr="00AE0651">
        <w:trPr>
          <w:trHeight w:val="30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D556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01 2 00 0 0000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D556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 w:rsidRPr="00AE0651">
        <w:trPr>
          <w:trHeight w:val="316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«Чистая вода»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01 2 03 00000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D556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t>Ремонт и содержание водопроводных сетей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01 2 03 69370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D556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 w:rsidRPr="00B66AD4">
              <w:rPr>
                <w:color w:val="000000"/>
                <w:sz w:val="22"/>
                <w:szCs w:val="22"/>
                <w:lang w:eastAsia="ru-RU"/>
              </w:rPr>
              <w:t>01 2 03 69370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D556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 w:rsidRPr="00B66AD4">
              <w:rPr>
                <w:color w:val="000000"/>
                <w:sz w:val="22"/>
                <w:szCs w:val="22"/>
                <w:lang w:eastAsia="ru-RU"/>
              </w:rPr>
              <w:t>01 2 03 69370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D556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 w:rsidRPr="00AE0651">
        <w:trPr>
          <w:trHeight w:val="35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6F45D4" w:rsidRDefault="00AE7A3C" w:rsidP="00325355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2013,7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D5560">
            <w:pPr>
              <w:jc w:val="center"/>
            </w:pPr>
            <w:r w:rsidRPr="007A7090">
              <w:rPr>
                <w:color w:val="000000"/>
                <w:sz w:val="22"/>
                <w:szCs w:val="22"/>
                <w:lang w:eastAsia="ru-RU"/>
              </w:rPr>
              <w:t>2013,7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6D5560">
            <w:pPr>
              <w:jc w:val="center"/>
            </w:pPr>
            <w:r w:rsidRPr="007A7090">
              <w:rPr>
                <w:color w:val="000000"/>
                <w:sz w:val="22"/>
                <w:szCs w:val="22"/>
                <w:lang w:eastAsia="ru-RU"/>
              </w:rPr>
              <w:t>2013,7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«Организация благоустройства территории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4B0E79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1768,6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145,5</w:t>
            </w:r>
          </w:p>
        </w:tc>
      </w:tr>
      <w:tr w:rsidR="00AE7A3C" w:rsidRPr="00AE0651">
        <w:trPr>
          <w:trHeight w:val="23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452FEA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Освещение улиц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BE34F0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 w:rsidRPr="00130E83"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4B0E79">
            <w:pPr>
              <w:jc w:val="center"/>
            </w:pPr>
            <w:r w:rsidRPr="00886EF8">
              <w:rPr>
                <w:color w:val="000000"/>
                <w:sz w:val="22"/>
                <w:szCs w:val="22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</w:pPr>
            <w:r w:rsidRPr="00130E83"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4B0E79">
            <w:pPr>
              <w:jc w:val="center"/>
            </w:pPr>
            <w:r w:rsidRPr="00886EF8">
              <w:rPr>
                <w:color w:val="000000"/>
                <w:sz w:val="22"/>
                <w:szCs w:val="22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D796B"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Ремонт и благоустройство памятных сооружений на территории сельсовета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4B0E79">
            <w:pPr>
              <w:jc w:val="center"/>
            </w:pPr>
            <w:r w:rsidRPr="00CD6023">
              <w:rPr>
                <w:color w:val="000000"/>
                <w:sz w:val="22"/>
                <w:szCs w:val="22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4B0E79">
            <w:pPr>
              <w:jc w:val="center"/>
            </w:pPr>
            <w:r w:rsidRPr="00CD6023">
              <w:rPr>
                <w:color w:val="000000"/>
                <w:sz w:val="22"/>
                <w:szCs w:val="22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01 2 04 69460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01 2 04 69460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4B0E79">
            <w:pPr>
              <w:jc w:val="center"/>
            </w:pPr>
            <w:r w:rsidRPr="00037FC6">
              <w:rPr>
                <w:color w:val="000000"/>
                <w:sz w:val="22"/>
                <w:szCs w:val="22"/>
                <w:lang w:eastAsia="ru-RU"/>
              </w:rPr>
              <w:t>30,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01 2 04 69460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4B0E79">
            <w:pPr>
              <w:jc w:val="center"/>
            </w:pPr>
            <w:r w:rsidRPr="00037FC6">
              <w:rPr>
                <w:color w:val="000000"/>
                <w:sz w:val="22"/>
                <w:szCs w:val="22"/>
                <w:lang w:eastAsia="ru-RU"/>
              </w:rPr>
              <w:t>30,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5C1D59">
              <w:rPr>
                <w:color w:val="000000"/>
                <w:sz w:val="22"/>
                <w:szCs w:val="22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5C1D59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4B0E79" w:rsidRDefault="00AE7A3C" w:rsidP="009A1EAB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5C1D59">
            <w:pPr>
              <w:jc w:val="center"/>
            </w:pPr>
            <w:r w:rsidRPr="00681F33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681F33"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5C1D59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4B0E79">
            <w:pPr>
              <w:jc w:val="center"/>
            </w:pPr>
            <w:r w:rsidRPr="004C3441"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5C1D59">
            <w:pPr>
              <w:jc w:val="center"/>
            </w:pPr>
            <w:r w:rsidRPr="00681F33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681F33"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5C1D59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4B0E79">
            <w:pPr>
              <w:jc w:val="center"/>
            </w:pPr>
            <w:r w:rsidRPr="004C3441"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B35779">
              <w:rPr>
                <w:color w:val="000000"/>
                <w:sz w:val="22"/>
                <w:szCs w:val="22"/>
                <w:lang w:eastAsia="ru-RU"/>
              </w:rPr>
              <w:t>Совершенствование систем наружного освещения населенных пунктов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B35779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01 2 04 S1400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B35779" w:rsidRDefault="00AE7A3C" w:rsidP="009A1EAB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B35779">
            <w:pPr>
              <w:jc w:val="center"/>
            </w:pPr>
            <w:r w:rsidRPr="00C35251">
              <w:rPr>
                <w:color w:val="000000"/>
                <w:sz w:val="22"/>
                <w:szCs w:val="22"/>
                <w:lang w:val="en-US" w:eastAsia="ru-RU"/>
              </w:rPr>
              <w:t>01 2 04 S1400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B35779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B35779" w:rsidRDefault="00AE7A3C" w:rsidP="009A1EAB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B35779">
            <w:pPr>
              <w:jc w:val="center"/>
            </w:pPr>
            <w:r w:rsidRPr="00C35251">
              <w:rPr>
                <w:color w:val="000000"/>
                <w:sz w:val="22"/>
                <w:szCs w:val="22"/>
                <w:lang w:val="en-US" w:eastAsia="ru-RU"/>
              </w:rPr>
              <w:t>01 2 04 S1400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B35779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B35779" w:rsidRDefault="00AE7A3C" w:rsidP="009A1EAB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Основное мероприятие «Организация сбора и вывоза бытовых отходов и мусора»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01 2 05 00000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Организация сбора и вывоза бытовых отходов и мусора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01 2 05 69450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AE6323">
            <w:pPr>
              <w:jc w:val="center"/>
            </w:pPr>
            <w:r w:rsidRPr="0073309C">
              <w:rPr>
                <w:color w:val="000000"/>
                <w:sz w:val="22"/>
                <w:szCs w:val="22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01 2 05 69450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AE6323">
            <w:pPr>
              <w:jc w:val="center"/>
            </w:pPr>
            <w:r w:rsidRPr="0073309C">
              <w:rPr>
                <w:color w:val="000000"/>
                <w:sz w:val="22"/>
                <w:szCs w:val="22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AE0651">
        <w:trPr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01 2 05 69450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AE6323">
            <w:pPr>
              <w:jc w:val="center"/>
            </w:pPr>
            <w:r w:rsidRPr="0073309C">
              <w:rPr>
                <w:color w:val="000000"/>
                <w:sz w:val="22"/>
                <w:szCs w:val="22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AE0651">
        <w:trPr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Культура ,</w:t>
            </w: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кинематография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1757,0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1757,0</w:t>
            </w:r>
          </w:p>
        </w:tc>
      </w:tr>
      <w:tr w:rsidR="00AE7A3C" w:rsidRPr="00AE0651">
        <w:trPr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E1670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40193B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40193B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0193B">
              <w:rPr>
                <w:color w:val="000000"/>
                <w:sz w:val="22"/>
                <w:szCs w:val="22"/>
                <w:lang w:eastAsia="ru-RU"/>
              </w:rPr>
              <w:t>1757,0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40193B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0193B">
              <w:rPr>
                <w:color w:val="000000"/>
                <w:sz w:val="22"/>
                <w:szCs w:val="22"/>
                <w:lang w:eastAsia="ru-RU"/>
              </w:rPr>
              <w:t>1757,0</w:t>
            </w:r>
          </w:p>
        </w:tc>
      </w:tr>
      <w:tr w:rsidR="00AE7A3C" w:rsidRPr="00AE0651">
        <w:trPr>
          <w:trHeight w:val="9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40193B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40193B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0193B">
              <w:rPr>
                <w:color w:val="000000"/>
                <w:sz w:val="22"/>
                <w:szCs w:val="22"/>
                <w:lang w:eastAsia="ru-RU"/>
              </w:rPr>
              <w:t>1757,0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40193B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0193B">
              <w:rPr>
                <w:color w:val="000000"/>
                <w:sz w:val="22"/>
                <w:szCs w:val="22"/>
                <w:lang w:eastAsia="ru-RU"/>
              </w:rPr>
              <w:t>1757,0</w:t>
            </w:r>
          </w:p>
        </w:tc>
      </w:tr>
      <w:tr w:rsidR="00AE7A3C" w:rsidRPr="00AE0651">
        <w:trPr>
          <w:trHeight w:val="102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76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1E4F6F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55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содержание зданий сельских домов культуры и их техническое обслуживание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1E4F6F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51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5D1D7C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49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5D1D7C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77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77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746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 на осуществление части полномочий поселений по оплате, труда работников сельских домов культуры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331"/>
        </w:trPr>
        <w:tc>
          <w:tcPr>
            <w:tcW w:w="3858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25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поселений по ежемесячной денежной выплате муниципальным служащим, вышедшим на пенсию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34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Межбюджетные трансферты 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31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E16707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3253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</w:tbl>
    <w:p w:rsidR="00AE7A3C" w:rsidRPr="008530DF" w:rsidRDefault="00AE7A3C" w:rsidP="006B6ACD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AE7A3C" w:rsidRPr="008530DF" w:rsidRDefault="00AE7A3C" w:rsidP="004F5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1.8. приложение 8 изложить в новой редакции:</w:t>
      </w:r>
    </w:p>
    <w:p w:rsidR="00AE7A3C" w:rsidRDefault="00AE7A3C" w:rsidP="008E65A9">
      <w:pPr>
        <w:jc w:val="right"/>
        <w:rPr>
          <w:sz w:val="22"/>
          <w:szCs w:val="22"/>
        </w:rPr>
      </w:pPr>
    </w:p>
    <w:p w:rsidR="00AE7A3C" w:rsidRPr="00AE0651" w:rsidRDefault="00AE7A3C" w:rsidP="00267A90">
      <w:pPr>
        <w:jc w:val="right"/>
        <w:rPr>
          <w:sz w:val="20"/>
          <w:szCs w:val="20"/>
        </w:rPr>
      </w:pPr>
      <w:r>
        <w:rPr>
          <w:sz w:val="20"/>
          <w:szCs w:val="20"/>
        </w:rPr>
        <w:t>«Приложение 8</w:t>
      </w:r>
    </w:p>
    <w:p w:rsidR="00AE7A3C" w:rsidRPr="00C00743" w:rsidRDefault="00AE7A3C" w:rsidP="00267A90">
      <w:pPr>
        <w:ind w:left="5103"/>
        <w:jc w:val="right"/>
        <w:rPr>
          <w:sz w:val="18"/>
          <w:szCs w:val="18"/>
        </w:rPr>
      </w:pPr>
      <w:r w:rsidRPr="003D2630">
        <w:rPr>
          <w:sz w:val="20"/>
          <w:szCs w:val="20"/>
        </w:rPr>
        <w:t xml:space="preserve">                                                        </w:t>
      </w:r>
      <w:r w:rsidRPr="00C00743">
        <w:rPr>
          <w:sz w:val="18"/>
          <w:szCs w:val="18"/>
        </w:rPr>
        <w:t xml:space="preserve">к решению </w:t>
      </w:r>
    </w:p>
    <w:p w:rsidR="00AE7A3C" w:rsidRPr="00C00743" w:rsidRDefault="00AE7A3C" w:rsidP="00267A90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AE7A3C" w:rsidRPr="00C00743" w:rsidRDefault="00AE7A3C" w:rsidP="00267A90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AE7A3C" w:rsidRPr="00C00743" w:rsidRDefault="00AE7A3C" w:rsidP="00267A90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AE7A3C" w:rsidRDefault="00AE7A3C" w:rsidP="00267A90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2020</w:t>
      </w:r>
      <w:r w:rsidRPr="00C00743">
        <w:rPr>
          <w:sz w:val="18"/>
          <w:szCs w:val="18"/>
        </w:rPr>
        <w:t xml:space="preserve"> год</w:t>
      </w:r>
    </w:p>
    <w:p w:rsidR="00AE7A3C" w:rsidRPr="00C00743" w:rsidRDefault="00AE7A3C" w:rsidP="00267A90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2021 и 2022 годов»</w:t>
      </w:r>
    </w:p>
    <w:p w:rsidR="00AE7A3C" w:rsidRDefault="00AE7A3C" w:rsidP="00267A90">
      <w:pPr>
        <w:jc w:val="both"/>
        <w:rPr>
          <w:sz w:val="22"/>
          <w:szCs w:val="22"/>
        </w:rPr>
      </w:pPr>
    </w:p>
    <w:p w:rsidR="00AE7A3C" w:rsidRPr="00AE0651" w:rsidRDefault="00AE7A3C" w:rsidP="00052D81">
      <w:pPr>
        <w:jc w:val="both"/>
        <w:rPr>
          <w:sz w:val="28"/>
          <w:szCs w:val="28"/>
        </w:rPr>
      </w:pPr>
    </w:p>
    <w:p w:rsidR="00AE7A3C" w:rsidRPr="00452FEA" w:rsidRDefault="00AE7A3C" w:rsidP="00266E47">
      <w:pPr>
        <w:jc w:val="center"/>
        <w:rPr>
          <w:color w:val="000000"/>
          <w:lang w:eastAsia="ru-RU"/>
        </w:rPr>
      </w:pPr>
      <w:r w:rsidRPr="00452FEA">
        <w:rPr>
          <w:color w:val="000000"/>
          <w:lang w:eastAsia="ru-RU"/>
        </w:rPr>
        <w:t>Ведомственная структура</w:t>
      </w:r>
    </w:p>
    <w:p w:rsidR="00AE7A3C" w:rsidRDefault="00AE7A3C" w:rsidP="00266E47">
      <w:pPr>
        <w:jc w:val="center"/>
        <w:rPr>
          <w:color w:val="000000"/>
          <w:lang w:eastAsia="ru-RU"/>
        </w:rPr>
      </w:pPr>
      <w:r w:rsidRPr="00452FEA">
        <w:rPr>
          <w:color w:val="000000"/>
          <w:lang w:eastAsia="ru-RU"/>
        </w:rPr>
        <w:t xml:space="preserve">расходов бюджета Покрово-Арчадинского сельсовета </w:t>
      </w:r>
      <w:r>
        <w:rPr>
          <w:color w:val="000000"/>
          <w:lang w:eastAsia="ru-RU"/>
        </w:rPr>
        <w:t>на 2020 год и на плановый период 2021 и 2022</w:t>
      </w:r>
      <w:r w:rsidRPr="00452FEA">
        <w:rPr>
          <w:color w:val="000000"/>
          <w:lang w:eastAsia="ru-RU"/>
        </w:rPr>
        <w:t xml:space="preserve"> годов</w:t>
      </w:r>
    </w:p>
    <w:p w:rsidR="00AE7A3C" w:rsidRDefault="00AE7A3C" w:rsidP="00266E47">
      <w:pPr>
        <w:jc w:val="right"/>
        <w:rPr>
          <w:sz w:val="22"/>
          <w:szCs w:val="22"/>
        </w:rPr>
      </w:pPr>
      <w:r w:rsidRPr="00E927BD">
        <w:rPr>
          <w:sz w:val="22"/>
          <w:szCs w:val="22"/>
        </w:rPr>
        <w:t>тыс.руб.</w:t>
      </w:r>
    </w:p>
    <w:tbl>
      <w:tblPr>
        <w:tblW w:w="9953" w:type="dxa"/>
        <w:tblInd w:w="2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3574"/>
        <w:gridCol w:w="428"/>
        <w:gridCol w:w="426"/>
        <w:gridCol w:w="425"/>
        <w:gridCol w:w="1415"/>
        <w:gridCol w:w="567"/>
        <w:gridCol w:w="1133"/>
        <w:gridCol w:w="993"/>
        <w:gridCol w:w="992"/>
      </w:tblGrid>
      <w:tr w:rsidR="00AE7A3C" w:rsidRPr="00AE0651">
        <w:trPr>
          <w:trHeight w:val="250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5163A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2020год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2021год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2022год</w:t>
            </w:r>
          </w:p>
        </w:tc>
      </w:tr>
      <w:tr w:rsidR="00AE7A3C" w:rsidRPr="00AE0651">
        <w:trPr>
          <w:trHeight w:val="42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5163A6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7829,9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6457,9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6432,6</w:t>
            </w:r>
          </w:p>
        </w:tc>
      </w:tr>
      <w:tr w:rsidR="00AE7A3C" w:rsidRPr="00AE0651">
        <w:trPr>
          <w:trHeight w:val="42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C14AB6">
              <w:rPr>
                <w:color w:val="000000"/>
                <w:sz w:val="22"/>
                <w:szCs w:val="22"/>
                <w:lang w:eastAsia="ru-RU"/>
              </w:rPr>
              <w:t>Администрация Покрово-Арчадинского сельсовета Каменского района Пензенской области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7829,9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6457,9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6432,6</w:t>
            </w:r>
          </w:p>
        </w:tc>
      </w:tr>
      <w:tr w:rsidR="00AE7A3C" w:rsidRPr="00AE0651">
        <w:trPr>
          <w:trHeight w:val="33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Default="00AE7A3C">
            <w:r w:rsidRPr="00BE0D0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2327,4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2452,0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2532,4</w:t>
            </w:r>
          </w:p>
        </w:tc>
      </w:tr>
      <w:tr w:rsidR="00AE7A3C" w:rsidRPr="001C5A8F">
        <w:trPr>
          <w:trHeight w:val="93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1C5A8F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E0D0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AE7A3C" w:rsidRPr="001C5A8F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2320,8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AE7A3C" w:rsidRPr="001C5A8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2445,5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AE7A3C" w:rsidRPr="001C5A8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2525,9</w:t>
            </w:r>
          </w:p>
        </w:tc>
      </w:tr>
      <w:tr w:rsidR="00AE7A3C" w:rsidRPr="001C5A8F">
        <w:trPr>
          <w:trHeight w:val="96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E0D0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1C5A8F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2298,4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1C5A8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2445,5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5A8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2525,9</w:t>
            </w:r>
          </w:p>
        </w:tc>
      </w:tr>
      <w:tr w:rsidR="00AE7A3C" w:rsidRPr="001C5A8F">
        <w:trPr>
          <w:trHeight w:val="9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Подпрограмма»Обеспечение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E0D0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2298,4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1C5A8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2445,5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5A8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2525,9</w:t>
            </w:r>
          </w:p>
        </w:tc>
      </w:tr>
      <w:tr w:rsidR="00AE7A3C" w:rsidRPr="001C5A8F">
        <w:trPr>
          <w:trHeight w:val="63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 Реализация функций администрации Покрово-Арчадинского сельсовета Каменского</w:t>
            </w:r>
          </w:p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района Пензенской области»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E0D0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EB7698">
              <w:rPr>
                <w:color w:val="000000"/>
                <w:sz w:val="22"/>
                <w:szCs w:val="22"/>
                <w:lang w:eastAsia="ru-RU"/>
              </w:rPr>
              <w:t>2298,4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1C5A8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2445,5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5A8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2525,9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E0D0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EB7698">
              <w:rPr>
                <w:color w:val="000000"/>
                <w:sz w:val="22"/>
                <w:szCs w:val="22"/>
                <w:lang w:eastAsia="ru-RU"/>
              </w:rPr>
              <w:t>2298,4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1220,8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1267,2</w:t>
            </w:r>
          </w:p>
        </w:tc>
      </w:tr>
      <w:tr w:rsidR="00AE7A3C" w:rsidRPr="00AE0651">
        <w:trPr>
          <w:trHeight w:val="926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E0D0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67082F">
              <w:rPr>
                <w:color w:val="000000"/>
                <w:sz w:val="22"/>
                <w:szCs w:val="22"/>
                <w:lang w:eastAsia="ru-RU"/>
              </w:rPr>
              <w:t>1049,1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1220,8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1267,2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E0D0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67082F">
              <w:rPr>
                <w:color w:val="000000"/>
                <w:sz w:val="22"/>
                <w:szCs w:val="22"/>
                <w:lang w:eastAsia="ru-RU"/>
              </w:rPr>
              <w:t>1049,1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1220,8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1267,2</w:t>
            </w:r>
          </w:p>
        </w:tc>
      </w:tr>
      <w:tr w:rsidR="00AE7A3C" w:rsidRPr="00AE0651">
        <w:trPr>
          <w:trHeight w:val="55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A733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434,5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374,0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374,0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и муниципальных нужд)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A733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332,7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354,0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354,0</w:t>
            </w:r>
          </w:p>
        </w:tc>
      </w:tr>
      <w:tr w:rsidR="00AE7A3C" w:rsidRPr="00AE0651">
        <w:trPr>
          <w:trHeight w:val="44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A733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332,7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354,0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354,0</w:t>
            </w:r>
          </w:p>
        </w:tc>
      </w:tr>
      <w:tr w:rsidR="00AE7A3C" w:rsidRPr="00AE0651">
        <w:trPr>
          <w:trHeight w:val="31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A733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</w:t>
            </w:r>
          </w:p>
        </w:tc>
      </w:tr>
      <w:tr w:rsidR="00AE7A3C" w:rsidRPr="00AE0651">
        <w:trPr>
          <w:trHeight w:val="30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Уплата налогов,сборов и иных платежей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AE7A3C" w:rsidRDefault="00AE7A3C">
            <w:r w:rsidRPr="001A733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20,0</w:t>
            </w:r>
          </w:p>
        </w:tc>
      </w:tr>
      <w:tr w:rsidR="00AE7A3C">
        <w:trPr>
          <w:trHeight w:val="290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Глава местной администрации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A733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814,8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AE7A3C">
        <w:trPr>
          <w:trHeight w:val="895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A7338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814,8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AE7A3C">
        <w:trPr>
          <w:trHeight w:val="2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814,8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AE7A3C">
        <w:trPr>
          <w:trHeight w:val="2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непрограммные расходы органов местного самоуправления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CB345B" w:rsidRDefault="00AE7A3C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2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CB345B" w:rsidRDefault="00AE7A3C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99 6 00 00000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2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8E7BB0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99 6 00 5549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0E1F98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22.4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2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8E7BB0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99 6 00 5549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2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8E7BB0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99 6 00 5549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0E1F98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120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250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непрограммные расходы органов местного самоуправления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>
        <w:trPr>
          <w:trHeight w:val="250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>
        <w:trPr>
          <w:trHeight w:val="71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Резервный фонд  администрации Покрово-Арчадинского сельсовета Каменского района Пензенской области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>
        <w:trPr>
          <w:trHeight w:val="250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>
        <w:trPr>
          <w:trHeight w:val="250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AE7A3C">
        <w:trPr>
          <w:trHeight w:val="250"/>
        </w:trPr>
        <w:tc>
          <w:tcPr>
            <w:tcW w:w="3574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AE7A3C">
        <w:trPr>
          <w:trHeight w:val="953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CB345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AE7A3C">
        <w:trPr>
          <w:trHeight w:val="7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42134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AE7A3C">
        <w:trPr>
          <w:trHeight w:val="7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42134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AE7A3C">
        <w:trPr>
          <w:trHeight w:val="71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AE7A3C" w:rsidRDefault="00AE7A3C">
            <w:r w:rsidRPr="0042134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>
        <w:trPr>
          <w:trHeight w:val="25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7A3C" w:rsidRDefault="00AE7A3C">
            <w:r w:rsidRPr="0042134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>
        <w:trPr>
          <w:trHeight w:val="262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7A3C" w:rsidRDefault="00AE7A3C">
            <w:r w:rsidRPr="0042134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>
        <w:trPr>
          <w:trHeight w:val="262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внешнего муниципального финансового контроля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7A3C" w:rsidRDefault="00AE7A3C">
            <w:r w:rsidRPr="0042134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>
        <w:trPr>
          <w:trHeight w:val="262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>
        <w:trPr>
          <w:trHeight w:val="262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AE7A3C">
        <w:trPr>
          <w:trHeight w:val="262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внутреннего муниципального финансового контроля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AE7A3C">
        <w:trPr>
          <w:trHeight w:val="262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AE7A3C">
        <w:trPr>
          <w:trHeight w:val="262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AE7A3C" w:rsidRPr="00AE0651">
        <w:trPr>
          <w:trHeight w:val="290"/>
        </w:trPr>
        <w:tc>
          <w:tcPr>
            <w:tcW w:w="3574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664A1">
        <w:trPr>
          <w:trHeight w:val="30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F04262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F04262">
              <w:rPr>
                <w:color w:val="000000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i/>
                <w:iCs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i/>
                <w:iCs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664A1">
        <w:trPr>
          <w:trHeight w:val="994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B5AF2"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664A1">
        <w:trPr>
          <w:trHeight w:val="54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B5AF2"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664A1">
        <w:trPr>
          <w:trHeight w:val="574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«Исполнение государственных полномочий Российской Федерации»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B5AF2"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 w:rsidRPr="00A664A1">
        <w:trPr>
          <w:trHeight w:val="799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Исполнение отдельных переданных государственных полномочий по  первичному воинскому учету на территориях, где отсутствуют военные комиссариаты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210A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B5AF2">
              <w:rPr>
                <w:color w:val="000000"/>
                <w:sz w:val="22"/>
                <w:szCs w:val="22"/>
                <w:lang w:eastAsia="ru-RU"/>
              </w:rPr>
              <w:t>88,7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664A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664A1">
              <w:rPr>
                <w:color w:val="000000"/>
                <w:sz w:val="22"/>
                <w:szCs w:val="22"/>
                <w:lang w:eastAsia="ru-RU"/>
              </w:rPr>
              <w:t>84,6</w:t>
            </w:r>
          </w:p>
        </w:tc>
      </w:tr>
      <w:tr w:rsidR="00AE7A3C">
        <w:trPr>
          <w:trHeight w:val="118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"Расходы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67E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75,8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75,8</w:t>
            </w:r>
          </w:p>
        </w:tc>
      </w:tr>
      <w:tr w:rsidR="00AE7A3C">
        <w:trPr>
          <w:trHeight w:val="456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67E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75,8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75,8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работ,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67E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8,8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67E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8,8</w:t>
            </w:r>
          </w:p>
        </w:tc>
      </w:tr>
      <w:tr w:rsidR="00AE7A3C" w:rsidRPr="00AE0651">
        <w:trPr>
          <w:trHeight w:val="566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67E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119,2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119,2</w:t>
            </w:r>
          </w:p>
        </w:tc>
      </w:tr>
      <w:tr w:rsidR="00AE7A3C" w:rsidRPr="00AE0651">
        <w:trPr>
          <w:trHeight w:val="31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Обеспечение пожарной безопасности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67E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926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3E69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100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3E69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750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3E69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Обеспечение деятельности добровольной пожарной команды Покрово-Арчадинского сельсовета Каменского района Пензенской области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3E69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3E69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3E69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4E5DC9">
              <w:rPr>
                <w:color w:val="000000"/>
                <w:sz w:val="22"/>
                <w:szCs w:val="22"/>
                <w:lang w:eastAsia="ru-RU"/>
              </w:rPr>
              <w:t>102,0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117,0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3E69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A73E69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8055F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267A90" w:rsidRDefault="00AE7A3C" w:rsidP="008E7BB0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267A90">
              <w:t>Основное мероприятие «Профилактика правонарушений»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8055F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rPr>
                <w:sz w:val="22"/>
                <w:szCs w:val="22"/>
                <w:lang w:eastAsia="en-US"/>
              </w:rPr>
            </w:pPr>
            <w:r>
              <w:t>Расходы на приобретение печатной продукции по профилактике правонарушений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8055F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8055F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8055F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 w:rsidRPr="009120BA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28055F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9120BA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AE7A3C" w:rsidRPr="009120BA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Default="00AE7A3C" w:rsidP="008E7BB0">
            <w:pPr>
              <w:jc w:val="center"/>
            </w:pPr>
            <w:r w:rsidRPr="00532933"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9120BA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AE7A3C" w:rsidRPr="009120BA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Default="00AE7A3C" w:rsidP="008E7BB0">
            <w:pPr>
              <w:jc w:val="center"/>
            </w:pPr>
            <w:r w:rsidRPr="00532933"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9120BA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9120BA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«Профилактика терроризма и экстремизма на территории Покрово-Арчадинского сельсовета»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приобретение печатной продукции по профилактике терроризма и экстремизма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99669B" w:rsidRDefault="00AE7A3C" w:rsidP="008E7BB0">
            <w:pPr>
              <w:rPr>
                <w:sz w:val="22"/>
                <w:szCs w:val="22"/>
                <w:lang w:eastAsia="en-US"/>
              </w:rPr>
            </w:pPr>
            <w:r w:rsidRPr="0099669B">
              <w:t>Основное мероприятие «Профилактика потребления наркотических средств и психотропных веществ»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01 1 09 00000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rPr>
                <w:sz w:val="22"/>
                <w:szCs w:val="22"/>
                <w:lang w:eastAsia="en-US"/>
              </w:rPr>
            </w:pPr>
            <w:r>
              <w:t>Расходы на приобретение плакатов по пропаганде здорового образа жизни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Default="00AE7A3C" w:rsidP="008E7BB0">
            <w:r w:rsidRPr="001D30DA"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AE7A3C" w:rsidRDefault="00AE7A3C" w:rsidP="008E7BB0">
            <w:r w:rsidRPr="001D30DA"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AE7A3C" w:rsidRPr="00AE0651">
        <w:trPr>
          <w:trHeight w:val="33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2657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1434,3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1511,4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1575,9</w:t>
            </w:r>
          </w:p>
        </w:tc>
      </w:tr>
      <w:tr w:rsidR="00AE7A3C" w:rsidRPr="00D6505F">
        <w:trPr>
          <w:trHeight w:val="26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52FC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1475,9</w:t>
            </w:r>
          </w:p>
        </w:tc>
      </w:tr>
      <w:tr w:rsidR="00AE7A3C" w:rsidRPr="00D6505F">
        <w:trPr>
          <w:trHeight w:val="54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52FC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E1FFA">
              <w:rPr>
                <w:color w:val="000000"/>
                <w:sz w:val="22"/>
                <w:szCs w:val="22"/>
                <w:lang w:eastAsia="ru-RU"/>
              </w:rPr>
              <w:t>1424,3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1475,9</w:t>
            </w:r>
          </w:p>
        </w:tc>
      </w:tr>
      <w:tr w:rsidR="00AE7A3C" w:rsidRPr="00D6505F">
        <w:trPr>
          <w:trHeight w:val="71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52FC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E1FFA">
              <w:rPr>
                <w:color w:val="000000"/>
                <w:sz w:val="22"/>
                <w:szCs w:val="22"/>
                <w:lang w:eastAsia="ru-RU"/>
              </w:rPr>
              <w:t>1424,3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1475,9</w:t>
            </w:r>
          </w:p>
        </w:tc>
      </w:tr>
      <w:tr w:rsidR="00AE7A3C" w:rsidRPr="00D6505F">
        <w:trPr>
          <w:trHeight w:val="2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«Осуществление мероприятий в отношенииавтомобильных дорог в границах населенных пунктов Покрово-Арчадинского сельсовета  и искусственных сооружений на них»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52FCB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9E1FFA">
              <w:rPr>
                <w:color w:val="000000"/>
                <w:sz w:val="22"/>
                <w:szCs w:val="22"/>
                <w:lang w:eastAsia="ru-RU"/>
              </w:rPr>
              <w:t>1424,3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1411,4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1475,9</w:t>
            </w:r>
          </w:p>
        </w:tc>
      </w:tr>
      <w:tr w:rsidR="00AE7A3C" w:rsidRPr="00D6505F">
        <w:trPr>
          <w:trHeight w:val="953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Содержание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 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95651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D6505F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95651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95651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AE7A3C" w:rsidRPr="00AE0651">
        <w:trPr>
          <w:trHeight w:val="953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Капитальный ремонт и р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емонт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95651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923,3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945,9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95651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A3360B">
              <w:rPr>
                <w:color w:val="000000"/>
                <w:sz w:val="22"/>
                <w:szCs w:val="22"/>
                <w:lang w:eastAsia="ru-RU"/>
              </w:rPr>
              <w:t>923,3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945,9</w:t>
            </w:r>
          </w:p>
        </w:tc>
      </w:tr>
      <w:tr w:rsidR="00AE7A3C" w:rsidRPr="00AE0651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55FB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A3360B">
              <w:rPr>
                <w:color w:val="000000"/>
                <w:sz w:val="22"/>
                <w:szCs w:val="22"/>
                <w:lang w:eastAsia="ru-RU"/>
              </w:rPr>
              <w:t>923,3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881,4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945,9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rStyle w:val="blk"/>
              </w:rPr>
              <w:t>Другие вопросы в области национальной экономики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55FB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55FB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55FB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01 2 00 0 0000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Основное мероприятие «Обеспечение эффективной деятельности Администрации Покрово-Арчадинского сельсовета Каменского района Пензенской области в сфере регулирования земельных отношений»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55FB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01 2 02 00000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t>Кадастровые работы, межевание земельных участков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55FB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01 2 02 20430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55FB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r>
              <w:rPr>
                <w:color w:val="000000"/>
                <w:sz w:val="22"/>
                <w:szCs w:val="22"/>
                <w:lang w:eastAsia="ru-RU"/>
              </w:rPr>
              <w:t>01 2 02 20430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855FB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r>
              <w:rPr>
                <w:color w:val="000000"/>
                <w:sz w:val="22"/>
                <w:szCs w:val="22"/>
                <w:lang w:eastAsia="ru-RU"/>
              </w:rPr>
              <w:t>01 2 02 20430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0B453F"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AE7A3C" w:rsidRPr="00BE7DB3">
        <w:trPr>
          <w:trHeight w:val="379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00C9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EB1B95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1B95">
              <w:rPr>
                <w:b/>
                <w:bCs/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6D5560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2221,9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BE7DB3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460,8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BE7DB3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287,5</w:t>
            </w:r>
          </w:p>
        </w:tc>
      </w:tr>
      <w:tr w:rsidR="00AE7A3C">
        <w:trPr>
          <w:trHeight w:val="30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00C9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713D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713D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01 2 00 0 0000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>
        <w:trPr>
          <w:trHeight w:val="316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«Чистая вода»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713D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01 2 03 00000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t>Ремонт и содержание водопроводных сетей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713D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01 2 03 69370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713D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 w:rsidRPr="00B66AD4">
              <w:rPr>
                <w:color w:val="000000"/>
                <w:sz w:val="22"/>
                <w:szCs w:val="22"/>
                <w:lang w:eastAsia="ru-RU"/>
              </w:rPr>
              <w:t>01 2 03 69370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713D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 w:rsidRPr="00B66AD4">
              <w:rPr>
                <w:color w:val="000000"/>
                <w:sz w:val="22"/>
                <w:szCs w:val="22"/>
                <w:lang w:eastAsia="ru-RU"/>
              </w:rPr>
              <w:t>01 2 03 69370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73D7C">
              <w:rPr>
                <w:color w:val="000000"/>
                <w:sz w:val="22"/>
                <w:szCs w:val="22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142,0</w:t>
            </w:r>
          </w:p>
        </w:tc>
      </w:tr>
      <w:tr w:rsidR="00AE7A3C">
        <w:trPr>
          <w:trHeight w:val="359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713D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6F45D4" w:rsidRDefault="00AE7A3C" w:rsidP="008E7BB0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2013,7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145,5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3713D2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7A7090">
              <w:rPr>
                <w:color w:val="000000"/>
                <w:sz w:val="22"/>
                <w:szCs w:val="22"/>
                <w:lang w:eastAsia="ru-RU"/>
              </w:rPr>
              <w:t>2013,7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145,5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9B1B06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7A7090">
              <w:rPr>
                <w:color w:val="000000"/>
                <w:sz w:val="22"/>
                <w:szCs w:val="22"/>
                <w:lang w:eastAsia="ru-RU"/>
              </w:rPr>
              <w:t>2013,7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145,5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«Организация благоустройства территории Покрово-Арчадинского сельсовета Каменского района Пензенской области»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9B1B06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4B0E79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1768,6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145,5</w:t>
            </w:r>
          </w:p>
        </w:tc>
      </w:tr>
      <w:tr w:rsidR="00AE7A3C">
        <w:trPr>
          <w:trHeight w:val="23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452FEA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Освещение улиц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9B1B06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BE34F0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9B1B06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 w:rsidRPr="00130E83"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86EF8">
              <w:rPr>
                <w:color w:val="000000"/>
                <w:sz w:val="22"/>
                <w:szCs w:val="22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9B1B06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 w:rsidRPr="00130E83"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886EF8">
              <w:rPr>
                <w:color w:val="000000"/>
                <w:sz w:val="22"/>
                <w:szCs w:val="22"/>
                <w:lang w:eastAsia="ru-RU"/>
              </w:rPr>
              <w:t>218,0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D796B">
              <w:rPr>
                <w:color w:val="000000"/>
                <w:sz w:val="22"/>
                <w:szCs w:val="22"/>
                <w:lang w:eastAsia="ru-RU"/>
              </w:rPr>
              <w:t>120,0</w:t>
            </w: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Ремонт и благоустройство памятных сооружений на территории сельсовета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9B1B06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9B1B06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CD6023">
              <w:rPr>
                <w:color w:val="000000"/>
                <w:sz w:val="22"/>
                <w:szCs w:val="22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CD6023">
              <w:rPr>
                <w:color w:val="000000"/>
                <w:sz w:val="22"/>
                <w:szCs w:val="22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01 2 04 69460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01 2 04 69460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037FC6">
              <w:rPr>
                <w:color w:val="000000"/>
                <w:sz w:val="22"/>
                <w:szCs w:val="22"/>
                <w:lang w:eastAsia="ru-RU"/>
              </w:rPr>
              <w:t>30,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01 2 04 69460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037FC6">
              <w:rPr>
                <w:color w:val="000000"/>
                <w:sz w:val="22"/>
                <w:szCs w:val="22"/>
                <w:lang w:eastAsia="ru-RU"/>
              </w:rPr>
              <w:t>30,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5C1D59">
              <w:rPr>
                <w:color w:val="000000"/>
                <w:sz w:val="22"/>
                <w:szCs w:val="22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5C1D59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4B0E79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 w:rsidRPr="00681F33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681F33"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5C1D59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4C3441"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 w:rsidRPr="00681F33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681F33"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5C1D59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4C3441"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B35779">
              <w:rPr>
                <w:color w:val="000000"/>
                <w:sz w:val="22"/>
                <w:szCs w:val="22"/>
                <w:lang w:eastAsia="ru-RU"/>
              </w:rPr>
              <w:t>Совершенствование систем наружного освещения населенных пунктов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B35779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01 2 04 S1400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B35779" w:rsidRDefault="00AE7A3C" w:rsidP="008E7BB0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 w:rsidRPr="00C35251">
              <w:rPr>
                <w:color w:val="000000"/>
                <w:sz w:val="22"/>
                <w:szCs w:val="22"/>
                <w:lang w:val="en-US" w:eastAsia="ru-RU"/>
              </w:rPr>
              <w:t>01 2 04 S1400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B35779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B35779" w:rsidRDefault="00AE7A3C" w:rsidP="008E7BB0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BF673E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</w:pPr>
            <w:r w:rsidRPr="00C35251">
              <w:rPr>
                <w:color w:val="000000"/>
                <w:sz w:val="22"/>
                <w:szCs w:val="22"/>
                <w:lang w:val="en-US" w:eastAsia="ru-RU"/>
              </w:rPr>
              <w:t>01 2 04 S1400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B35779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B35779" w:rsidRDefault="00AE7A3C" w:rsidP="008E7BB0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Основное мероприятие «Организация сбора и вывоза бытовых отходов и мусора»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DF7B2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01 2 05 00000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Организация сбора и вывоза бытовых отходов и мусора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DF7B2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01 2 05 69450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73309C">
              <w:rPr>
                <w:color w:val="000000"/>
                <w:sz w:val="22"/>
                <w:szCs w:val="22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DF7B2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01 2 05 69450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73309C">
              <w:rPr>
                <w:color w:val="000000"/>
                <w:sz w:val="22"/>
                <w:szCs w:val="22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1C0572">
        <w:trPr>
          <w:trHeight w:val="4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DF7B2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01 2 05 69450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73309C">
              <w:rPr>
                <w:color w:val="000000"/>
                <w:sz w:val="22"/>
                <w:szCs w:val="22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1C0572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AE7A3C" w:rsidRPr="00AE0651">
        <w:trPr>
          <w:trHeight w:val="33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Культура ,</w:t>
            </w: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кинематография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DF7B2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1757,0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1757,0</w:t>
            </w:r>
          </w:p>
        </w:tc>
      </w:tr>
      <w:tr w:rsidR="00AE7A3C" w:rsidRPr="0040193B">
        <w:trPr>
          <w:trHeight w:val="33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DF7B2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40193B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40193B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0193B">
              <w:rPr>
                <w:color w:val="000000"/>
                <w:sz w:val="22"/>
                <w:szCs w:val="22"/>
                <w:lang w:eastAsia="ru-RU"/>
              </w:rPr>
              <w:t>1757,0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40193B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0193B">
              <w:rPr>
                <w:color w:val="000000"/>
                <w:sz w:val="22"/>
                <w:szCs w:val="22"/>
                <w:lang w:eastAsia="ru-RU"/>
              </w:rPr>
              <w:t>1757,0</w:t>
            </w:r>
          </w:p>
        </w:tc>
      </w:tr>
      <w:tr w:rsidR="00AE7A3C" w:rsidRPr="0040193B">
        <w:trPr>
          <w:trHeight w:val="98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DF7B2A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40193B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1560,0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40193B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0193B">
              <w:rPr>
                <w:color w:val="000000"/>
                <w:sz w:val="22"/>
                <w:szCs w:val="22"/>
                <w:lang w:eastAsia="ru-RU"/>
              </w:rPr>
              <w:t>1757,0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40193B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0193B">
              <w:rPr>
                <w:color w:val="000000"/>
                <w:sz w:val="22"/>
                <w:szCs w:val="22"/>
                <w:lang w:eastAsia="ru-RU"/>
              </w:rPr>
              <w:t>1757,0</w:t>
            </w:r>
          </w:p>
        </w:tc>
      </w:tr>
      <w:tr w:rsidR="00AE7A3C" w:rsidRPr="00AE0651">
        <w:trPr>
          <w:trHeight w:val="102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E4A34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76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E4A34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1E4F6F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552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содержание зданий сельских домов культуры и их техническое обслуживание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E4A34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1E4F6F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51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E4A34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5D1D7C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49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E4A34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5D1D7C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 w:rsidRPr="00AE0651">
        <w:trPr>
          <w:trHeight w:val="773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E4A34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773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E4A34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746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 на осуществление части полномочий поселений по оплате, труда работников сельских домов культуры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E4A34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331"/>
        </w:trPr>
        <w:tc>
          <w:tcPr>
            <w:tcW w:w="3574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AE7A3C" w:rsidRDefault="00AE7A3C">
            <w:r w:rsidRPr="0018773C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331"/>
        </w:trPr>
        <w:tc>
          <w:tcPr>
            <w:tcW w:w="3574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8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8773C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557,0</w:t>
            </w:r>
          </w:p>
        </w:tc>
      </w:tr>
      <w:tr w:rsidR="00AE7A3C" w:rsidRPr="00AE0651">
        <w:trPr>
          <w:trHeight w:val="33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8773C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331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8773C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25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2014-2022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8773C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71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8773C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71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18773C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71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поселений по ежемесячной денежной выплате муниципальным служащим, вышедшим на пенсию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E0625D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343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Межбюджетные трансферты 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E0625D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  <w:tr w:rsidR="00AE7A3C" w:rsidRPr="00AE0651">
        <w:trPr>
          <w:trHeight w:val="31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Default="00AE7A3C">
            <w:r w:rsidRPr="00E0625D">
              <w:rPr>
                <w:color w:val="000000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AE7A3C" w:rsidRDefault="00AE7A3C" w:rsidP="008E7BB0">
            <w:pPr>
              <w:jc w:val="center"/>
            </w:pPr>
            <w:r w:rsidRPr="00166070">
              <w:rPr>
                <w:color w:val="000000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AE7A3C" w:rsidRPr="00AE0651" w:rsidRDefault="00AE7A3C" w:rsidP="008E7B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76,0</w:t>
            </w:r>
          </w:p>
        </w:tc>
      </w:tr>
    </w:tbl>
    <w:p w:rsidR="00AE7A3C" w:rsidRPr="008530DF" w:rsidRDefault="00AE7A3C" w:rsidP="003A4D7E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AE7A3C" w:rsidRDefault="00AE7A3C" w:rsidP="003D6C01">
      <w:pPr>
        <w:jc w:val="both"/>
        <w:rPr>
          <w:sz w:val="28"/>
          <w:szCs w:val="28"/>
        </w:rPr>
      </w:pPr>
      <w:r w:rsidRPr="006314AC">
        <w:rPr>
          <w:sz w:val="28"/>
          <w:szCs w:val="28"/>
        </w:rPr>
        <w:t xml:space="preserve">    </w:t>
      </w:r>
      <w:r>
        <w:rPr>
          <w:sz w:val="28"/>
          <w:szCs w:val="28"/>
        </w:rPr>
        <w:t>1.9. приложение 9 изложить в новой редакции:</w:t>
      </w:r>
    </w:p>
    <w:p w:rsidR="00AE7A3C" w:rsidRPr="00266E47" w:rsidRDefault="00AE7A3C" w:rsidP="00044FF7">
      <w:pPr>
        <w:jc w:val="right"/>
        <w:rPr>
          <w:sz w:val="18"/>
          <w:szCs w:val="18"/>
        </w:rPr>
      </w:pPr>
      <w:r w:rsidRPr="00AE0651">
        <w:rPr>
          <w:color w:val="FF0000"/>
          <w:sz w:val="28"/>
          <w:szCs w:val="28"/>
        </w:rPr>
        <w:t xml:space="preserve">                                                                            </w:t>
      </w:r>
      <w:r>
        <w:rPr>
          <w:color w:val="FF0000"/>
          <w:sz w:val="28"/>
          <w:szCs w:val="28"/>
        </w:rPr>
        <w:t>«</w:t>
      </w:r>
      <w:r>
        <w:rPr>
          <w:sz w:val="18"/>
          <w:szCs w:val="18"/>
        </w:rPr>
        <w:t>Приложение 9</w:t>
      </w:r>
    </w:p>
    <w:p w:rsidR="00AE7A3C" w:rsidRPr="00C00743" w:rsidRDefault="00AE7A3C" w:rsidP="00044FF7">
      <w:pPr>
        <w:ind w:left="5103"/>
        <w:jc w:val="right"/>
        <w:rPr>
          <w:sz w:val="18"/>
          <w:szCs w:val="18"/>
        </w:rPr>
      </w:pPr>
      <w:r w:rsidRPr="003D2630">
        <w:rPr>
          <w:sz w:val="20"/>
          <w:szCs w:val="20"/>
        </w:rPr>
        <w:t xml:space="preserve">                                                        </w:t>
      </w:r>
      <w:r w:rsidRPr="00C00743">
        <w:rPr>
          <w:sz w:val="18"/>
          <w:szCs w:val="18"/>
        </w:rPr>
        <w:t xml:space="preserve">к решению </w:t>
      </w:r>
    </w:p>
    <w:p w:rsidR="00AE7A3C" w:rsidRPr="00C00743" w:rsidRDefault="00AE7A3C" w:rsidP="00044FF7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AE7A3C" w:rsidRPr="00C00743" w:rsidRDefault="00AE7A3C" w:rsidP="00044FF7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AE7A3C" w:rsidRPr="00C00743" w:rsidRDefault="00AE7A3C" w:rsidP="00044FF7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AE7A3C" w:rsidRDefault="00AE7A3C" w:rsidP="00044FF7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2020</w:t>
      </w:r>
      <w:r w:rsidRPr="00C00743">
        <w:rPr>
          <w:sz w:val="18"/>
          <w:szCs w:val="18"/>
        </w:rPr>
        <w:t xml:space="preserve"> год</w:t>
      </w:r>
    </w:p>
    <w:p w:rsidR="00AE7A3C" w:rsidRPr="00C00743" w:rsidRDefault="00AE7A3C" w:rsidP="00044FF7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2021 и 2022 годов»</w:t>
      </w:r>
    </w:p>
    <w:p w:rsidR="00AE7A3C" w:rsidRPr="00AE0651" w:rsidRDefault="00AE7A3C" w:rsidP="00044FF7">
      <w:pPr>
        <w:tabs>
          <w:tab w:val="left" w:pos="284"/>
        </w:tabs>
        <w:jc w:val="right"/>
        <w:rPr>
          <w:b/>
          <w:bCs/>
          <w:color w:val="000000"/>
          <w:sz w:val="32"/>
          <w:szCs w:val="32"/>
        </w:rPr>
      </w:pPr>
    </w:p>
    <w:p w:rsidR="00AE7A3C" w:rsidRPr="00037B58" w:rsidRDefault="00AE7A3C" w:rsidP="00044FF7">
      <w:pPr>
        <w:tabs>
          <w:tab w:val="left" w:pos="2130"/>
        </w:tabs>
        <w:spacing w:line="245" w:lineRule="exact"/>
        <w:ind w:left="142" w:right="91"/>
        <w:jc w:val="center"/>
        <w:rPr>
          <w:color w:val="000000"/>
        </w:rPr>
      </w:pPr>
      <w:r w:rsidRPr="00037B58">
        <w:rPr>
          <w:color w:val="000000"/>
        </w:rPr>
        <w:t>Распределение бюджетных ассигнований по целевым статьям (муниципальным программам  Покрово-Арчадинского сельсовета Каменского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классиф</w:t>
      </w:r>
      <w:r>
        <w:rPr>
          <w:color w:val="000000"/>
        </w:rPr>
        <w:t>икации расходов бюджета на  2020</w:t>
      </w:r>
      <w:r w:rsidRPr="00037B58">
        <w:rPr>
          <w:color w:val="000000"/>
        </w:rPr>
        <w:t xml:space="preserve"> год</w:t>
      </w:r>
      <w:r>
        <w:rPr>
          <w:color w:val="000000"/>
        </w:rPr>
        <w:t xml:space="preserve"> и на плановый период 2021 и 2022 годов </w:t>
      </w:r>
      <w:r w:rsidRPr="00037B58">
        <w:rPr>
          <w:color w:val="000000"/>
        </w:rPr>
        <w:t xml:space="preserve">  </w:t>
      </w:r>
    </w:p>
    <w:p w:rsidR="00AE7A3C" w:rsidRPr="00037B58" w:rsidRDefault="00AE7A3C" w:rsidP="00044FF7">
      <w:pPr>
        <w:tabs>
          <w:tab w:val="left" w:pos="2130"/>
        </w:tabs>
        <w:spacing w:line="245" w:lineRule="exact"/>
        <w:ind w:left="142" w:right="91"/>
        <w:jc w:val="center"/>
        <w:rPr>
          <w:b/>
          <w:bCs/>
          <w:color w:val="000000"/>
        </w:rPr>
      </w:pPr>
      <w:r w:rsidRPr="00037B58"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AE7A3C" w:rsidRPr="00AE0651" w:rsidRDefault="00AE7A3C" w:rsidP="00044FF7">
      <w:pPr>
        <w:tabs>
          <w:tab w:val="left" w:pos="2130"/>
        </w:tabs>
        <w:spacing w:line="245" w:lineRule="exact"/>
        <w:ind w:left="142" w:right="91"/>
        <w:jc w:val="right"/>
        <w:rPr>
          <w:color w:val="000000"/>
          <w:sz w:val="22"/>
          <w:szCs w:val="22"/>
        </w:rPr>
      </w:pPr>
      <w:r w:rsidRPr="00AE0651">
        <w:rPr>
          <w:b/>
          <w:bCs/>
          <w:color w:val="000000"/>
          <w:sz w:val="22"/>
          <w:szCs w:val="22"/>
        </w:rPr>
        <w:t xml:space="preserve">        (</w:t>
      </w:r>
      <w:r w:rsidRPr="00AE0651">
        <w:rPr>
          <w:color w:val="000000"/>
          <w:sz w:val="22"/>
          <w:szCs w:val="22"/>
        </w:rPr>
        <w:t>тыс. рублей)</w:t>
      </w:r>
    </w:p>
    <w:tbl>
      <w:tblPr>
        <w:tblW w:w="17721" w:type="dxa"/>
        <w:tblInd w:w="2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537"/>
        <w:gridCol w:w="1559"/>
        <w:gridCol w:w="567"/>
        <w:gridCol w:w="425"/>
        <w:gridCol w:w="425"/>
        <w:gridCol w:w="851"/>
        <w:gridCol w:w="992"/>
        <w:gridCol w:w="851"/>
        <w:gridCol w:w="1134"/>
        <w:gridCol w:w="1276"/>
        <w:gridCol w:w="1276"/>
        <w:gridCol w:w="1276"/>
        <w:gridCol w:w="1276"/>
        <w:gridCol w:w="1276"/>
      </w:tblGrid>
      <w:tr w:rsidR="00AE7A3C">
        <w:trPr>
          <w:gridAfter w:val="6"/>
          <w:wAfter w:w="7514" w:type="dxa"/>
          <w:trHeight w:hRule="exact" w:val="11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E7A3C" w:rsidRDefault="00AE7A3C" w:rsidP="00323842">
            <w:pPr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  <w:p w:rsidR="00AE7A3C" w:rsidRDefault="00AE7A3C" w:rsidP="0032384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E7A3C" w:rsidRDefault="00AE7A3C" w:rsidP="003238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E7A3C" w:rsidRDefault="00AE7A3C" w:rsidP="00323842">
            <w:r>
              <w:rPr>
                <w:b/>
                <w:bCs/>
              </w:rPr>
              <w:t>2021</w:t>
            </w:r>
          </w:p>
          <w:p w:rsidR="00AE7A3C" w:rsidRPr="00D97107" w:rsidRDefault="00AE7A3C" w:rsidP="00323842">
            <w:pPr>
              <w:rPr>
                <w:b/>
                <w:bCs/>
              </w:rPr>
            </w:pPr>
            <w:r w:rsidRPr="00D97107">
              <w:rPr>
                <w:b/>
                <w:bCs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E7A3C" w:rsidRDefault="00AE7A3C" w:rsidP="00323842">
            <w:r>
              <w:rPr>
                <w:b/>
                <w:bCs/>
              </w:rPr>
              <w:t>2022</w:t>
            </w:r>
            <w:r w:rsidRPr="002D15A4">
              <w:rPr>
                <w:b/>
                <w:bCs/>
              </w:rPr>
              <w:t xml:space="preserve"> </w:t>
            </w:r>
          </w:p>
          <w:p w:rsidR="00AE7A3C" w:rsidRPr="00D97107" w:rsidRDefault="00AE7A3C" w:rsidP="00323842">
            <w:pPr>
              <w:rPr>
                <w:b/>
                <w:bCs/>
              </w:rPr>
            </w:pPr>
            <w:r w:rsidRPr="00D97107">
              <w:rPr>
                <w:b/>
                <w:bCs/>
              </w:rPr>
              <w:t>год</w:t>
            </w:r>
          </w:p>
        </w:tc>
      </w:tr>
      <w:tr w:rsidR="00AE7A3C">
        <w:trPr>
          <w:gridAfter w:val="6"/>
          <w:wAfter w:w="7514" w:type="dxa"/>
          <w:trHeight w:hRule="exact" w:val="38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E7A3C" w:rsidRDefault="00AE7A3C" w:rsidP="0032384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spacing w:line="100" w:lineRule="atLeast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7829,9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6457,9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6432,6</w:t>
            </w:r>
          </w:p>
        </w:tc>
      </w:tr>
      <w:tr w:rsidR="00AE7A3C">
        <w:trPr>
          <w:gridAfter w:val="6"/>
          <w:wAfter w:w="7514" w:type="dxa"/>
          <w:trHeight w:hRule="exact" w:val="100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D97107">
              <w:rPr>
                <w:b/>
                <w:bCs/>
                <w:sz w:val="20"/>
                <w:szCs w:val="20"/>
              </w:rPr>
              <w:t>Муниципальная программа «Устойчивое развитие муниципального образования Покрово-Арчадинский сельсовет Каменского района</w:t>
            </w:r>
            <w:r>
              <w:rPr>
                <w:b/>
                <w:bCs/>
                <w:sz w:val="20"/>
                <w:szCs w:val="20"/>
              </w:rPr>
              <w:t xml:space="preserve"> Пензенской области на 2014-2022</w:t>
            </w:r>
            <w:r w:rsidRPr="00D97107">
              <w:rPr>
                <w:b/>
                <w:bCs/>
                <w:sz w:val="20"/>
                <w:szCs w:val="20"/>
              </w:rPr>
              <w:t xml:space="preserve"> годы»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5D2A1A">
              <w:rPr>
                <w:b/>
                <w:bCs/>
                <w:sz w:val="22"/>
                <w:szCs w:val="22"/>
              </w:rPr>
              <w:t>01 0 00 00000</w:t>
            </w: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7806,5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6456,9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6431,6</w:t>
            </w:r>
          </w:p>
        </w:tc>
      </w:tr>
      <w:tr w:rsidR="00AE7A3C">
        <w:trPr>
          <w:gridAfter w:val="6"/>
          <w:wAfter w:w="7514" w:type="dxa"/>
          <w:trHeight w:hRule="exact" w:val="124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b/>
                <w:bCs/>
                <w:i/>
                <w:iCs/>
                <w:sz w:val="22"/>
                <w:szCs w:val="22"/>
              </w:rPr>
            </w:pPr>
            <w:r w:rsidRPr="005D2A1A">
              <w:rPr>
                <w:b/>
                <w:bCs/>
                <w:i/>
                <w:iCs/>
                <w:sz w:val="22"/>
                <w:szCs w:val="22"/>
              </w:rPr>
              <w:t>Подпрограмма «Обеспечение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line="100" w:lineRule="atLeas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D2A1A">
              <w:rPr>
                <w:b/>
                <w:bCs/>
                <w:i/>
                <w:iCs/>
                <w:sz w:val="22"/>
                <w:szCs w:val="22"/>
              </w:rPr>
              <w:t>01 1 00 00000</w:t>
            </w: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BD69C7" w:rsidRDefault="00AE7A3C" w:rsidP="0032384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3494,3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BD69C7" w:rsidRDefault="00AE7A3C" w:rsidP="0032384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D69C7">
              <w:rPr>
                <w:b/>
                <w:bCs/>
                <w:i/>
                <w:iCs/>
                <w:sz w:val="20"/>
                <w:szCs w:val="20"/>
              </w:rPr>
              <w:t>3846,2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BD69C7" w:rsidRDefault="00AE7A3C" w:rsidP="0032384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D69C7">
              <w:rPr>
                <w:b/>
                <w:bCs/>
                <w:i/>
                <w:iCs/>
                <w:sz w:val="20"/>
                <w:szCs w:val="20"/>
              </w:rPr>
              <w:t>3929,7</w:t>
            </w:r>
          </w:p>
        </w:tc>
      </w:tr>
      <w:tr w:rsidR="00AE7A3C">
        <w:trPr>
          <w:gridAfter w:val="6"/>
          <w:wAfter w:w="7514" w:type="dxa"/>
          <w:trHeight w:hRule="exact" w:val="80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Основное мероприятие «Реализация функций администрации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2525,9</w:t>
            </w:r>
          </w:p>
        </w:tc>
      </w:tr>
      <w:tr w:rsidR="00AE7A3C">
        <w:trPr>
          <w:gridAfter w:val="6"/>
          <w:wAfter w:w="7514" w:type="dxa"/>
          <w:trHeight w:hRule="exact" w:val="62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1877D4" w:rsidRDefault="00AE7A3C" w:rsidP="00323842">
            <w:pPr>
              <w:snapToGrid w:val="0"/>
              <w:rPr>
                <w:sz w:val="22"/>
                <w:szCs w:val="22"/>
              </w:rPr>
            </w:pPr>
            <w:r w:rsidRPr="001877D4">
              <w:rPr>
                <w:sz w:val="22"/>
                <w:szCs w:val="22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</w:p>
          <w:p w:rsidR="00AE7A3C" w:rsidRPr="001877D4" w:rsidRDefault="00AE7A3C" w:rsidP="00323842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1877D4">
              <w:rPr>
                <w:sz w:val="22"/>
                <w:szCs w:val="22"/>
              </w:rPr>
              <w:t>01 1 01 02100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1877D4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1877D4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1877D4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8E4AC8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1267,2</w:t>
            </w:r>
          </w:p>
        </w:tc>
      </w:tr>
      <w:tr w:rsidR="00AE7A3C">
        <w:trPr>
          <w:gridAfter w:val="6"/>
          <w:wAfter w:w="7514" w:type="dxa"/>
          <w:trHeight w:hRule="exact" w:val="149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01 1 01 02100</w:t>
            </w:r>
          </w:p>
          <w:p w:rsidR="00AE7A3C" w:rsidRPr="005D2A1A" w:rsidRDefault="00AE7A3C" w:rsidP="00323842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100</w:t>
            </w: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4AC8">
            <w:pPr>
              <w:jc w:val="center"/>
            </w:pPr>
            <w:r w:rsidRPr="00537ABF"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1267,2</w:t>
            </w:r>
          </w:p>
        </w:tc>
      </w:tr>
      <w:tr w:rsidR="00AE7A3C">
        <w:trPr>
          <w:gridAfter w:val="6"/>
          <w:wAfter w:w="7514" w:type="dxa"/>
          <w:trHeight w:hRule="exact" w:val="5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4AC8">
            <w:pPr>
              <w:jc w:val="center"/>
            </w:pPr>
            <w:r w:rsidRPr="00537ABF"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1267,2</w:t>
            </w:r>
          </w:p>
        </w:tc>
      </w:tr>
      <w:tr w:rsidR="00AE7A3C">
        <w:trPr>
          <w:gridAfter w:val="6"/>
          <w:wAfter w:w="7514" w:type="dxa"/>
          <w:trHeight w:hRule="exact" w:val="33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4AC8">
            <w:pPr>
              <w:jc w:val="center"/>
            </w:pPr>
            <w:r w:rsidRPr="00537ABF"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1267,2</w:t>
            </w:r>
          </w:p>
        </w:tc>
      </w:tr>
      <w:tr w:rsidR="00AE7A3C">
        <w:trPr>
          <w:gridAfter w:val="6"/>
          <w:wAfter w:w="7514" w:type="dxa"/>
          <w:trHeight w:hRule="exact" w:val="99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4AC8">
            <w:pPr>
              <w:jc w:val="center"/>
            </w:pPr>
            <w:r w:rsidRPr="00537ABF">
              <w:rPr>
                <w:sz w:val="20"/>
                <w:szCs w:val="20"/>
              </w:rPr>
              <w:t>1049,1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1267,2</w:t>
            </w:r>
          </w:p>
        </w:tc>
      </w:tr>
      <w:tr w:rsidR="00AE7A3C">
        <w:trPr>
          <w:gridAfter w:val="6"/>
          <w:wAfter w:w="7514" w:type="dxa"/>
          <w:trHeight w:hRule="exact" w:val="5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1877D4" w:rsidRDefault="00AE7A3C" w:rsidP="00323842">
            <w:pPr>
              <w:snapToGrid w:val="0"/>
              <w:rPr>
                <w:sz w:val="22"/>
                <w:szCs w:val="22"/>
              </w:rPr>
            </w:pPr>
            <w:r w:rsidRPr="001877D4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spacing w:line="100" w:lineRule="atLeast"/>
              <w:jc w:val="center"/>
              <w:rPr>
                <w:sz w:val="22"/>
                <w:szCs w:val="22"/>
              </w:rPr>
            </w:pPr>
            <w:r w:rsidRPr="001877D4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1877D4" w:rsidRDefault="00AE7A3C" w:rsidP="00323842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374,0</w:t>
            </w:r>
          </w:p>
        </w:tc>
      </w:tr>
      <w:tr w:rsidR="00AE7A3C">
        <w:trPr>
          <w:gridAfter w:val="6"/>
          <w:wAfter w:w="7514" w:type="dxa"/>
          <w:trHeight w:hRule="exact" w:val="5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8E4AC8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354,0</w:t>
            </w:r>
          </w:p>
        </w:tc>
      </w:tr>
      <w:tr w:rsidR="00AE7A3C">
        <w:trPr>
          <w:gridAfter w:val="6"/>
          <w:wAfter w:w="7514" w:type="dxa"/>
          <w:trHeight w:hRule="exact" w:val="79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4AC8">
            <w:pPr>
              <w:jc w:val="center"/>
            </w:pPr>
            <w:r w:rsidRPr="00F63D7C">
              <w:rPr>
                <w:sz w:val="20"/>
                <w:szCs w:val="20"/>
              </w:rPr>
              <w:t>332,7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354,0</w:t>
            </w:r>
          </w:p>
        </w:tc>
      </w:tr>
      <w:tr w:rsidR="00AE7A3C">
        <w:trPr>
          <w:gridAfter w:val="6"/>
          <w:wAfter w:w="7514" w:type="dxa"/>
          <w:trHeight w:hRule="exact" w:val="3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4AC8">
            <w:pPr>
              <w:jc w:val="center"/>
            </w:pPr>
            <w:r w:rsidRPr="00F63D7C">
              <w:rPr>
                <w:sz w:val="20"/>
                <w:szCs w:val="20"/>
              </w:rPr>
              <w:t>332,7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354,0</w:t>
            </w:r>
          </w:p>
        </w:tc>
      </w:tr>
      <w:tr w:rsidR="00AE7A3C">
        <w:trPr>
          <w:gridAfter w:val="6"/>
          <w:wAfter w:w="7514" w:type="dxa"/>
          <w:trHeight w:hRule="exact" w:val="9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4AC8">
            <w:pPr>
              <w:jc w:val="center"/>
            </w:pPr>
            <w:r w:rsidRPr="00F63D7C">
              <w:rPr>
                <w:sz w:val="20"/>
                <w:szCs w:val="20"/>
              </w:rPr>
              <w:t>332,7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354,0</w:t>
            </w:r>
          </w:p>
        </w:tc>
      </w:tr>
      <w:tr w:rsidR="00AE7A3C">
        <w:trPr>
          <w:gridAfter w:val="6"/>
          <w:wAfter w:w="7514" w:type="dxa"/>
          <w:trHeight w:hRule="exact" w:val="3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lang w:eastAsia="ru-RU"/>
              </w:rPr>
            </w:pPr>
            <w:r w:rsidRPr="005D2A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800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AE7A3C">
        <w:trPr>
          <w:gridAfter w:val="6"/>
          <w:wAfter w:w="7514" w:type="dxa"/>
          <w:trHeight w:hRule="exact" w:val="3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lang w:eastAsia="ru-RU"/>
              </w:rPr>
            </w:pPr>
            <w:r w:rsidRPr="005D2A1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850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5D1198">
              <w:rPr>
                <w:sz w:val="20"/>
                <w:szCs w:val="20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AE7A3C">
        <w:trPr>
          <w:gridAfter w:val="6"/>
          <w:wAfter w:w="7514" w:type="dxa"/>
          <w:trHeight w:hRule="exact" w:val="34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850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5D1198">
              <w:rPr>
                <w:sz w:val="20"/>
                <w:szCs w:val="20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AE7A3C">
        <w:trPr>
          <w:gridAfter w:val="6"/>
          <w:wAfter w:w="7514" w:type="dxa"/>
          <w:trHeight w:hRule="exact" w:val="109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850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5D1198">
              <w:rPr>
                <w:sz w:val="20"/>
                <w:szCs w:val="20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AE7A3C">
        <w:trPr>
          <w:gridAfter w:val="6"/>
          <w:wAfter w:w="7514" w:type="dxa"/>
          <w:trHeight w:hRule="exact" w:val="2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Глава местной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AE7A3C">
        <w:trPr>
          <w:gridAfter w:val="6"/>
          <w:wAfter w:w="7514" w:type="dxa"/>
          <w:trHeight w:hRule="exact" w:val="161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287165">
              <w:rPr>
                <w:sz w:val="20"/>
                <w:szCs w:val="20"/>
              </w:rPr>
              <w:t>814,8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AE7A3C">
        <w:trPr>
          <w:gridAfter w:val="6"/>
          <w:wAfter w:w="7514" w:type="dxa"/>
          <w:trHeight w:hRule="exact" w:val="54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287165">
              <w:rPr>
                <w:sz w:val="20"/>
                <w:szCs w:val="20"/>
              </w:rPr>
              <w:t>814,8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AE7A3C">
        <w:trPr>
          <w:gridAfter w:val="6"/>
          <w:wAfter w:w="7514" w:type="dxa"/>
          <w:trHeight w:hRule="exact" w:val="31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287165">
              <w:rPr>
                <w:sz w:val="20"/>
                <w:szCs w:val="20"/>
              </w:rPr>
              <w:t>814,8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AE7A3C">
        <w:trPr>
          <w:gridAfter w:val="6"/>
          <w:wAfter w:w="7514" w:type="dxa"/>
          <w:trHeight w:hRule="exact" w:val="9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287165">
              <w:rPr>
                <w:sz w:val="20"/>
                <w:szCs w:val="20"/>
              </w:rPr>
              <w:t>814,8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AE7A3C">
        <w:trPr>
          <w:gridAfter w:val="6"/>
          <w:wAfter w:w="7514" w:type="dxa"/>
          <w:trHeight w:hRule="exact" w:val="74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color w:val="000000"/>
                <w:sz w:val="22"/>
                <w:szCs w:val="22"/>
                <w:lang w:eastAsia="ru-RU"/>
              </w:rPr>
              <w:t>Основное мероприятие «Исполнение государственных полномочий Российской Федерации»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</w:tr>
      <w:tr w:rsidR="00AE7A3C">
        <w:trPr>
          <w:trHeight w:hRule="exact" w:val="10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Исполнение отдельных переданных государственных полномочий по 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1134" w:type="dxa"/>
          </w:tcPr>
          <w:p w:rsidR="00AE7A3C" w:rsidRDefault="00AE7A3C" w:rsidP="00323842">
            <w:pPr>
              <w:snapToGrid w:val="0"/>
            </w:pPr>
          </w:p>
        </w:tc>
        <w:tc>
          <w:tcPr>
            <w:tcW w:w="1276" w:type="dxa"/>
            <w:vAlign w:val="bottom"/>
          </w:tcPr>
          <w:p w:rsidR="00AE7A3C" w:rsidRPr="002974F8" w:rsidRDefault="00AE7A3C" w:rsidP="00323842">
            <w:pPr>
              <w:jc w:val="center"/>
            </w:pPr>
          </w:p>
        </w:tc>
        <w:tc>
          <w:tcPr>
            <w:tcW w:w="1276" w:type="dxa"/>
            <w:vAlign w:val="bottom"/>
          </w:tcPr>
          <w:p w:rsidR="00AE7A3C" w:rsidRDefault="00AE7A3C" w:rsidP="00323842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AE7A3C" w:rsidRDefault="00AE7A3C" w:rsidP="00323842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AE7A3C" w:rsidRDefault="00AE7A3C" w:rsidP="00323842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AE7A3C" w:rsidRDefault="00AE7A3C" w:rsidP="00323842">
            <w:pPr>
              <w:snapToGrid w:val="0"/>
              <w:jc w:val="center"/>
            </w:pPr>
          </w:p>
        </w:tc>
      </w:tr>
      <w:tr w:rsidR="00AE7A3C">
        <w:trPr>
          <w:trHeight w:hRule="exact" w:val="155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5D2A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  <w:tc>
          <w:tcPr>
            <w:tcW w:w="1134" w:type="dxa"/>
          </w:tcPr>
          <w:p w:rsidR="00AE7A3C" w:rsidRDefault="00AE7A3C" w:rsidP="00323842">
            <w:pPr>
              <w:snapToGrid w:val="0"/>
            </w:pPr>
          </w:p>
        </w:tc>
        <w:tc>
          <w:tcPr>
            <w:tcW w:w="1276" w:type="dxa"/>
            <w:vAlign w:val="bottom"/>
          </w:tcPr>
          <w:p w:rsidR="00AE7A3C" w:rsidRPr="002974F8" w:rsidRDefault="00AE7A3C" w:rsidP="00323842">
            <w:pPr>
              <w:jc w:val="center"/>
            </w:pPr>
          </w:p>
        </w:tc>
        <w:tc>
          <w:tcPr>
            <w:tcW w:w="1276" w:type="dxa"/>
            <w:vAlign w:val="bottom"/>
          </w:tcPr>
          <w:p w:rsidR="00AE7A3C" w:rsidRDefault="00AE7A3C" w:rsidP="00323842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AE7A3C" w:rsidRDefault="00AE7A3C" w:rsidP="00323842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AE7A3C" w:rsidRDefault="00AE7A3C" w:rsidP="00323842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AE7A3C" w:rsidRDefault="00AE7A3C" w:rsidP="00323842">
            <w:pPr>
              <w:snapToGrid w:val="0"/>
              <w:jc w:val="center"/>
            </w:pPr>
          </w:p>
        </w:tc>
      </w:tr>
      <w:tr w:rsidR="00AE7A3C">
        <w:trPr>
          <w:gridAfter w:val="6"/>
          <w:wAfter w:w="7514" w:type="dxa"/>
          <w:trHeight w:hRule="exact" w:val="6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yellow"/>
              </w:rPr>
            </w:pPr>
            <w:r w:rsidRPr="005D2A1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974A71">
              <w:rPr>
                <w:sz w:val="20"/>
                <w:szCs w:val="20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</w:tr>
      <w:tr w:rsidR="00AE7A3C">
        <w:trPr>
          <w:gridAfter w:val="6"/>
          <w:wAfter w:w="7514" w:type="dxa"/>
          <w:trHeight w:hRule="exact" w:val="42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yellow"/>
              </w:rPr>
            </w:pPr>
            <w:r w:rsidRPr="005D2A1A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974A71">
              <w:rPr>
                <w:sz w:val="20"/>
                <w:szCs w:val="20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</w:tr>
      <w:tr w:rsidR="00AE7A3C">
        <w:trPr>
          <w:gridAfter w:val="6"/>
          <w:wAfter w:w="7514" w:type="dxa"/>
          <w:trHeight w:hRule="exact" w:val="4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E7BB0">
            <w:pPr>
              <w:jc w:val="center"/>
            </w:pPr>
            <w:r w:rsidRPr="00974A71">
              <w:rPr>
                <w:sz w:val="20"/>
                <w:szCs w:val="20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</w:tr>
      <w:tr w:rsidR="00AE7A3C">
        <w:trPr>
          <w:gridAfter w:val="6"/>
          <w:wAfter w:w="7514" w:type="dxa"/>
          <w:trHeight w:hRule="exact" w:val="81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AE7A3C">
        <w:trPr>
          <w:gridAfter w:val="6"/>
          <w:wAfter w:w="7514" w:type="dxa"/>
          <w:trHeight w:hRule="exact" w:val="88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E7A3C" w:rsidRPr="005D2A1A" w:rsidRDefault="00AE7A3C" w:rsidP="00323842">
            <w:pPr>
              <w:snapToGrid w:val="0"/>
              <w:spacing w:line="100" w:lineRule="atLeast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D60C8C">
            <w:pPr>
              <w:jc w:val="center"/>
            </w:pPr>
            <w:r w:rsidRPr="006742B4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AE7A3C">
        <w:trPr>
          <w:gridAfter w:val="6"/>
          <w:wAfter w:w="7514" w:type="dxa"/>
          <w:trHeight w:hRule="exact" w:val="41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yellow"/>
              </w:rPr>
            </w:pPr>
            <w:r w:rsidRPr="005D2A1A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D60C8C">
            <w:pPr>
              <w:jc w:val="center"/>
            </w:pPr>
            <w:r w:rsidRPr="006742B4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AE7A3C">
        <w:trPr>
          <w:gridAfter w:val="6"/>
          <w:wAfter w:w="7514" w:type="dxa"/>
          <w:trHeight w:hRule="exact" w:val="28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D60C8C">
            <w:pPr>
              <w:jc w:val="center"/>
            </w:pPr>
            <w:r w:rsidRPr="006742B4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AE7A3C">
        <w:trPr>
          <w:gridAfter w:val="6"/>
          <w:wAfter w:w="7514" w:type="dxa"/>
          <w:trHeight w:hRule="exact" w:val="94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Основное мероприятие 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AE7A3C">
        <w:trPr>
          <w:gridAfter w:val="6"/>
          <w:wAfter w:w="7514" w:type="dxa"/>
          <w:trHeight w:hRule="exact" w:val="10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Обеспечение деятельности добровольной пожарной команды Покрово-Арчадинского сельсовета Каменского района Пензенской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15B4F">
            <w:pPr>
              <w:jc w:val="center"/>
            </w:pPr>
            <w:r w:rsidRPr="00BC20E8"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AE7A3C">
        <w:trPr>
          <w:gridAfter w:val="6"/>
          <w:wAfter w:w="7514" w:type="dxa"/>
          <w:trHeight w:hRule="exact" w:val="72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15B4F">
            <w:pPr>
              <w:jc w:val="center"/>
            </w:pPr>
            <w:r w:rsidRPr="00BC20E8"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AE7A3C">
        <w:trPr>
          <w:gridAfter w:val="6"/>
          <w:wAfter w:w="7514" w:type="dxa"/>
          <w:trHeight w:hRule="exact" w:val="82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15B4F">
            <w:pPr>
              <w:jc w:val="center"/>
            </w:pPr>
            <w:r w:rsidRPr="00BC20E8"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AE7A3C">
        <w:trPr>
          <w:gridAfter w:val="6"/>
          <w:wAfter w:w="7514" w:type="dxa"/>
          <w:trHeight w:hRule="exact" w:val="58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15B4F">
            <w:pPr>
              <w:jc w:val="center"/>
            </w:pPr>
            <w:r w:rsidRPr="00BC20E8"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AE7A3C">
        <w:trPr>
          <w:gridAfter w:val="6"/>
          <w:wAfter w:w="7514" w:type="dxa"/>
          <w:trHeight w:hRule="exact" w:val="29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15B4F">
            <w:pPr>
              <w:jc w:val="center"/>
            </w:pPr>
            <w:r w:rsidRPr="00BC20E8">
              <w:rPr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117,0</w:t>
            </w:r>
          </w:p>
        </w:tc>
      </w:tr>
      <w:tr w:rsidR="00AE7A3C">
        <w:trPr>
          <w:gridAfter w:val="6"/>
          <w:wAfter w:w="7514" w:type="dxa"/>
          <w:trHeight w:hRule="exact" w:val="52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267A90" w:rsidRDefault="00AE7A3C" w:rsidP="00323842">
            <w:pP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267A90">
              <w:t>Основное мероприятие «Профилактика правонарушений»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AE7A3C">
        <w:trPr>
          <w:gridAfter w:val="6"/>
          <w:wAfter w:w="7514" w:type="dxa"/>
          <w:trHeight w:hRule="exact" w:val="8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rPr>
                <w:sz w:val="22"/>
                <w:szCs w:val="22"/>
                <w:lang w:eastAsia="en-US"/>
              </w:rPr>
            </w:pPr>
            <w:r>
              <w:t>Расходы на приобретение печатной продукции по профилактике правонарушений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74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AE0651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E5369"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56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AE0651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E5369"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5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E5369"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8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E5369"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8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AE7A3C">
        <w:trPr>
          <w:gridAfter w:val="6"/>
          <w:wAfter w:w="7514" w:type="dxa"/>
          <w:trHeight w:hRule="exact" w:val="84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AE0651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73A63"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AE7A3C">
        <w:trPr>
          <w:gridAfter w:val="6"/>
          <w:wAfter w:w="7514" w:type="dxa"/>
          <w:trHeight w:hRule="exact" w:val="8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AE0651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73A63"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AE7A3C">
        <w:trPr>
          <w:gridAfter w:val="6"/>
          <w:wAfter w:w="7514" w:type="dxa"/>
          <w:trHeight w:hRule="exact" w:val="57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73A63"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AE7A3C">
        <w:trPr>
          <w:gridAfter w:val="6"/>
          <w:wAfter w:w="7514" w:type="dxa"/>
          <w:trHeight w:hRule="exact" w:val="8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73A63"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AE7A3C">
        <w:trPr>
          <w:gridAfter w:val="6"/>
          <w:wAfter w:w="7514" w:type="dxa"/>
          <w:trHeight w:hRule="exact" w:val="8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Основное мероприятие «Профилактика терроризма и экстремизма на территории Покрово-Арчадинского сельсовета»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01 1 05 00000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57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Расходы на приобретение печатной продукции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70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5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56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5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AE7A3C">
        <w:trPr>
          <w:gridAfter w:val="6"/>
          <w:wAfter w:w="7514" w:type="dxa"/>
          <w:trHeight w:hRule="exact" w:val="5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01 1 06 00000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AE0651" w:rsidRDefault="00AE7A3C" w:rsidP="00323842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>
        <w:trPr>
          <w:gridAfter w:val="6"/>
          <w:wAfter w:w="7514" w:type="dxa"/>
          <w:trHeight w:hRule="exact" w:val="8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Расходы на содержание зданий сельских домов культуры и их техническое обслуживание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264974">
            <w:pPr>
              <w:jc w:val="center"/>
            </w:pPr>
            <w:r w:rsidRPr="002F1790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>
        <w:trPr>
          <w:gridAfter w:val="6"/>
          <w:wAfter w:w="7514" w:type="dxa"/>
          <w:trHeight w:hRule="exact" w:val="85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264974">
            <w:pPr>
              <w:jc w:val="center"/>
            </w:pPr>
            <w:r w:rsidRPr="002F1790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>
        <w:trPr>
          <w:gridAfter w:val="6"/>
          <w:wAfter w:w="7514" w:type="dxa"/>
          <w:trHeight w:hRule="exact" w:val="5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E7A3C" w:rsidRPr="005D2A1A" w:rsidRDefault="00AE7A3C" w:rsidP="00323842">
            <w:pPr>
              <w:snapToGrid w:val="0"/>
              <w:spacing w:line="100" w:lineRule="atLeast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264974">
            <w:pPr>
              <w:jc w:val="center"/>
            </w:pPr>
            <w:r w:rsidRPr="002F1790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>
        <w:trPr>
          <w:gridAfter w:val="6"/>
          <w:wAfter w:w="7514" w:type="dxa"/>
          <w:trHeight w:hRule="exact" w:val="3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Культура и  кинематография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264974">
            <w:pPr>
              <w:jc w:val="center"/>
            </w:pPr>
            <w:r w:rsidRPr="002F1790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>
        <w:trPr>
          <w:gridAfter w:val="6"/>
          <w:wAfter w:w="7514" w:type="dxa"/>
          <w:trHeight w:hRule="exact" w:val="28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264974">
            <w:pPr>
              <w:jc w:val="center"/>
            </w:pPr>
            <w:r w:rsidRPr="002F1790">
              <w:rPr>
                <w:color w:val="000000"/>
                <w:sz w:val="22"/>
                <w:szCs w:val="22"/>
                <w:lang w:eastAsia="ru-RU"/>
              </w:rPr>
              <w:t>1003,0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1200,0</w:t>
            </w:r>
          </w:p>
        </w:tc>
      </w:tr>
      <w:tr w:rsidR="00AE7A3C">
        <w:trPr>
          <w:gridAfter w:val="6"/>
          <w:wAfter w:w="7514" w:type="dxa"/>
          <w:trHeight w:hRule="exact" w:val="85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AC3BC9" w:rsidRDefault="00AE7A3C" w:rsidP="00323842">
            <w:pPr>
              <w:rPr>
                <w:sz w:val="22"/>
                <w:szCs w:val="22"/>
                <w:lang w:eastAsia="en-US"/>
              </w:rPr>
            </w:pPr>
            <w:r w:rsidRPr="00AC3BC9">
              <w:rPr>
                <w:sz w:val="22"/>
                <w:szCs w:val="22"/>
              </w:rPr>
              <w:t>Основное мероприятие «Профилактика потребления наркотических средств и психотропных веществ»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01 1 09 00000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AE7A3C">
        <w:trPr>
          <w:gridAfter w:val="6"/>
          <w:wAfter w:w="7514" w:type="dxa"/>
          <w:trHeight w:hRule="exact" w:val="55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AC3BC9" w:rsidRDefault="00AE7A3C" w:rsidP="00323842">
            <w:pPr>
              <w:rPr>
                <w:sz w:val="22"/>
                <w:szCs w:val="22"/>
                <w:lang w:eastAsia="en-US"/>
              </w:rPr>
            </w:pPr>
            <w:r w:rsidRPr="00AC3BC9">
              <w:rPr>
                <w:sz w:val="22"/>
                <w:szCs w:val="22"/>
              </w:rPr>
              <w:t>Расходы на приобретение плакатов по пропаганде здорового образа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AE7A3C">
        <w:trPr>
          <w:gridAfter w:val="6"/>
          <w:wAfter w:w="7514" w:type="dxa"/>
          <w:trHeight w:hRule="exact" w:val="85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0F46A1"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AE7A3C">
        <w:trPr>
          <w:gridAfter w:val="6"/>
          <w:wAfter w:w="7514" w:type="dxa"/>
          <w:trHeight w:hRule="exact" w:val="7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0F46A1"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AE7A3C">
        <w:trPr>
          <w:gridAfter w:val="6"/>
          <w:wAfter w:w="7514" w:type="dxa"/>
          <w:trHeight w:hRule="exact" w:val="55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0F46A1"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AE7A3C">
        <w:trPr>
          <w:gridAfter w:val="6"/>
          <w:wAfter w:w="7514" w:type="dxa"/>
          <w:trHeight w:hRule="exact" w:val="71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0F46A1"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AE7A3C">
        <w:trPr>
          <w:gridAfter w:val="6"/>
          <w:wAfter w:w="7514" w:type="dxa"/>
          <w:trHeight w:hRule="exact" w:val="100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275C3C" w:rsidRDefault="00AE7A3C" w:rsidP="00323842">
            <w:pPr>
              <w:snapToGrid w:val="0"/>
              <w:rPr>
                <w:b/>
                <w:bCs/>
                <w:i/>
                <w:iCs/>
                <w:sz w:val="22"/>
                <w:szCs w:val="22"/>
              </w:rPr>
            </w:pPr>
            <w:r w:rsidRPr="00275C3C">
              <w:rPr>
                <w:b/>
                <w:bCs/>
                <w:i/>
                <w:iCs/>
                <w:sz w:val="22"/>
                <w:szCs w:val="22"/>
              </w:rPr>
              <w:t>Подпрограмма «Развитие и благоустройство территории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275C3C" w:rsidRDefault="00AE7A3C" w:rsidP="0032384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75C3C">
              <w:rPr>
                <w:b/>
                <w:bCs/>
                <w:i/>
                <w:iCs/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275C3C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275C3C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275C3C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275C3C" w:rsidRDefault="00AE7A3C" w:rsidP="00323842">
            <w:pPr>
              <w:jc w:val="center"/>
              <w:rPr>
                <w:b/>
                <w:bCs/>
                <w:i/>
                <w:iCs/>
              </w:rPr>
            </w:pPr>
            <w:r w:rsidRPr="00275C3C">
              <w:rPr>
                <w:b/>
                <w:bCs/>
                <w:i/>
                <w:iCs/>
                <w:sz w:val="20"/>
                <w:szCs w:val="20"/>
              </w:rPr>
              <w:t>3656,3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BD69C7" w:rsidRDefault="00AE7A3C" w:rsidP="0032384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1972,2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BD69C7" w:rsidRDefault="00AE7A3C" w:rsidP="0032384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1863,4</w:t>
            </w:r>
          </w:p>
        </w:tc>
      </w:tr>
      <w:tr w:rsidR="00AE7A3C">
        <w:trPr>
          <w:gridAfter w:val="6"/>
          <w:wAfter w:w="7514" w:type="dxa"/>
          <w:trHeight w:hRule="exact" w:val="141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Основное мероприятие «Осуществление мероприятий в отношении автомобильных дорог в границах населенных пунктов Покрово-Арчадинского сельсовета и искусственных сооружений на них»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sz w:val="20"/>
                <w:szCs w:val="20"/>
              </w:rPr>
              <w:t>1424,3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sz w:val="20"/>
                <w:szCs w:val="20"/>
              </w:rPr>
              <w:t>1411,4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>
              <w:rPr>
                <w:sz w:val="20"/>
                <w:szCs w:val="20"/>
              </w:rPr>
              <w:t>1475,9</w:t>
            </w:r>
          </w:p>
        </w:tc>
      </w:tr>
      <w:tr w:rsidR="00AE7A3C">
        <w:trPr>
          <w:gridAfter w:val="6"/>
          <w:wAfter w:w="7514" w:type="dxa"/>
          <w:trHeight w:hRule="exact" w:val="12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Содержание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AE7A3C">
        <w:trPr>
          <w:gridAfter w:val="6"/>
          <w:wAfter w:w="7514" w:type="dxa"/>
          <w:trHeight w:hRule="exact" w:val="7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16DF4">
            <w:pPr>
              <w:jc w:val="center"/>
            </w:pPr>
            <w:r w:rsidRPr="007C266C">
              <w:rPr>
                <w:sz w:val="20"/>
                <w:szCs w:val="20"/>
              </w:rPr>
              <w:t>501,0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AE7A3C">
        <w:trPr>
          <w:gridAfter w:val="6"/>
          <w:wAfter w:w="7514" w:type="dxa"/>
          <w:trHeight w:hRule="exact" w:val="56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16DF4">
            <w:pPr>
              <w:jc w:val="center"/>
            </w:pPr>
            <w:r w:rsidRPr="007C266C">
              <w:rPr>
                <w:sz w:val="20"/>
                <w:szCs w:val="20"/>
              </w:rPr>
              <w:t>501,0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AE7A3C">
        <w:trPr>
          <w:gridAfter w:val="6"/>
          <w:wAfter w:w="7514" w:type="dxa"/>
          <w:trHeight w:hRule="exact" w:val="3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16DF4">
            <w:pPr>
              <w:jc w:val="center"/>
            </w:pPr>
            <w:r w:rsidRPr="007C266C">
              <w:rPr>
                <w:sz w:val="20"/>
                <w:szCs w:val="20"/>
              </w:rPr>
              <w:t>501,0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AE7A3C">
        <w:trPr>
          <w:gridAfter w:val="6"/>
          <w:wAfter w:w="7514" w:type="dxa"/>
          <w:trHeight w:hRule="exact" w:val="4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16DF4">
            <w:pPr>
              <w:jc w:val="center"/>
            </w:pPr>
            <w:r w:rsidRPr="007C266C">
              <w:rPr>
                <w:sz w:val="20"/>
                <w:szCs w:val="20"/>
              </w:rPr>
              <w:t>501,0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AE7A3C">
        <w:trPr>
          <w:gridAfter w:val="6"/>
          <w:wAfter w:w="7514" w:type="dxa"/>
          <w:trHeight w:hRule="exact" w:val="13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Капитальный ремонт и р</w:t>
            </w:r>
            <w:r w:rsidRPr="005D2A1A">
              <w:rPr>
                <w:sz w:val="22"/>
                <w:szCs w:val="22"/>
              </w:rPr>
              <w:t>емонт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945,9</w:t>
            </w:r>
          </w:p>
        </w:tc>
      </w:tr>
      <w:tr w:rsidR="00AE7A3C">
        <w:trPr>
          <w:gridAfter w:val="6"/>
          <w:wAfter w:w="7514" w:type="dxa"/>
          <w:trHeight w:hRule="exact" w:val="82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16DF4">
            <w:pPr>
              <w:jc w:val="center"/>
            </w:pPr>
            <w:r w:rsidRPr="003B1CEA">
              <w:rPr>
                <w:sz w:val="20"/>
                <w:szCs w:val="20"/>
              </w:rPr>
              <w:t>923,3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945,9</w:t>
            </w:r>
          </w:p>
        </w:tc>
      </w:tr>
      <w:tr w:rsidR="00AE7A3C">
        <w:trPr>
          <w:gridAfter w:val="6"/>
          <w:wAfter w:w="7514" w:type="dxa"/>
          <w:trHeight w:hRule="exact" w:val="72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16DF4">
            <w:pPr>
              <w:jc w:val="center"/>
            </w:pPr>
            <w:r w:rsidRPr="003B1CEA">
              <w:rPr>
                <w:sz w:val="20"/>
                <w:szCs w:val="20"/>
              </w:rPr>
              <w:t>923,3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945,9</w:t>
            </w:r>
          </w:p>
        </w:tc>
      </w:tr>
      <w:tr w:rsidR="00AE7A3C">
        <w:trPr>
          <w:gridAfter w:val="6"/>
          <w:wAfter w:w="7514" w:type="dxa"/>
          <w:trHeight w:hRule="exact" w:val="28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16DF4">
            <w:pPr>
              <w:jc w:val="center"/>
            </w:pPr>
            <w:r w:rsidRPr="003B1CEA">
              <w:rPr>
                <w:sz w:val="20"/>
                <w:szCs w:val="20"/>
              </w:rPr>
              <w:t>923,3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945,9</w:t>
            </w:r>
          </w:p>
        </w:tc>
      </w:tr>
      <w:tr w:rsidR="00AE7A3C">
        <w:trPr>
          <w:gridAfter w:val="6"/>
          <w:wAfter w:w="7514" w:type="dxa"/>
          <w:trHeight w:hRule="exact" w:val="48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816DF4">
            <w:pPr>
              <w:jc w:val="center"/>
            </w:pPr>
            <w:r w:rsidRPr="003B1CEA">
              <w:rPr>
                <w:sz w:val="20"/>
                <w:szCs w:val="20"/>
              </w:rPr>
              <w:t>923,3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945,9</w:t>
            </w:r>
          </w:p>
        </w:tc>
      </w:tr>
      <w:tr w:rsidR="00AE7A3C">
        <w:trPr>
          <w:gridAfter w:val="6"/>
          <w:wAfter w:w="7514" w:type="dxa"/>
          <w:trHeight w:hRule="exact" w:val="129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Основное мероприятие «Обеспечение эффективной деятельности Администрации Покрово-Арчадинского сельсовета Каменского района Пензенской области в сфере регулирования земельных отношений»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E7A3C">
        <w:trPr>
          <w:gridAfter w:val="6"/>
          <w:wAfter w:w="7514" w:type="dxa"/>
          <w:trHeight w:hRule="exact" w:val="57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t>Кадастровые работы, межевание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01 2 02 20430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133E35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D852B3">
              <w:rPr>
                <w:sz w:val="20"/>
                <w:szCs w:val="20"/>
              </w:rPr>
              <w:t>100,0</w:t>
            </w:r>
          </w:p>
        </w:tc>
      </w:tr>
      <w:tr w:rsidR="00AE7A3C">
        <w:trPr>
          <w:gridAfter w:val="6"/>
          <w:wAfter w:w="7514" w:type="dxa"/>
          <w:trHeight w:hRule="exact" w:val="72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9508EC">
              <w:rPr>
                <w:sz w:val="22"/>
                <w:szCs w:val="22"/>
              </w:rPr>
              <w:t>01 2 02 20430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133E35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D852B3">
              <w:rPr>
                <w:sz w:val="20"/>
                <w:szCs w:val="20"/>
              </w:rPr>
              <w:t>100,0</w:t>
            </w:r>
          </w:p>
        </w:tc>
      </w:tr>
      <w:tr w:rsidR="00AE7A3C">
        <w:trPr>
          <w:gridAfter w:val="6"/>
          <w:wAfter w:w="7514" w:type="dxa"/>
          <w:trHeight w:hRule="exact" w:val="7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9508EC">
              <w:rPr>
                <w:sz w:val="22"/>
                <w:szCs w:val="22"/>
              </w:rPr>
              <w:t>01 2 02 20430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133E35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D852B3">
              <w:rPr>
                <w:sz w:val="20"/>
                <w:szCs w:val="20"/>
              </w:rPr>
              <w:t>100,0</w:t>
            </w:r>
          </w:p>
        </w:tc>
      </w:tr>
      <w:tr w:rsidR="00AE7A3C">
        <w:trPr>
          <w:gridAfter w:val="6"/>
          <w:wAfter w:w="7514" w:type="dxa"/>
          <w:trHeight w:hRule="exact" w:val="2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9508EC">
              <w:rPr>
                <w:sz w:val="22"/>
                <w:szCs w:val="22"/>
              </w:rPr>
              <w:t>01 2 02 20430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133E35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D852B3">
              <w:rPr>
                <w:sz w:val="20"/>
                <w:szCs w:val="20"/>
              </w:rPr>
              <w:t>100,0</w:t>
            </w:r>
          </w:p>
        </w:tc>
      </w:tr>
      <w:tr w:rsidR="00AE7A3C">
        <w:trPr>
          <w:gridAfter w:val="6"/>
          <w:wAfter w:w="7514" w:type="dxa"/>
          <w:trHeight w:hRule="exact" w:val="48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9508EC">
              <w:rPr>
                <w:sz w:val="22"/>
                <w:szCs w:val="22"/>
              </w:rPr>
              <w:t>01 2 02 20430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133E35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D852B3">
              <w:rPr>
                <w:sz w:val="20"/>
                <w:szCs w:val="20"/>
              </w:rPr>
              <w:t>100,0</w:t>
            </w:r>
          </w:p>
        </w:tc>
      </w:tr>
      <w:tr w:rsidR="00AE7A3C">
        <w:trPr>
          <w:gridAfter w:val="6"/>
          <w:wAfter w:w="7514" w:type="dxa"/>
          <w:trHeight w:hRule="exact" w:val="35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«Чистая вода»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9508EC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</w:tr>
      <w:tr w:rsidR="00AE7A3C">
        <w:trPr>
          <w:gridAfter w:val="6"/>
          <w:wAfter w:w="7514" w:type="dxa"/>
          <w:trHeight w:hRule="exact" w:val="48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t>Ремонт и содержание водопроводных сетей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9508EC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01 2 03 69370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830323">
              <w:rPr>
                <w:sz w:val="20"/>
                <w:szCs w:val="20"/>
              </w:rPr>
              <w:t>208,2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</w:tr>
      <w:tr w:rsidR="00AE7A3C">
        <w:trPr>
          <w:gridAfter w:val="6"/>
          <w:wAfter w:w="7514" w:type="dxa"/>
          <w:trHeight w:hRule="exact" w:val="8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450335">
              <w:rPr>
                <w:sz w:val="22"/>
                <w:szCs w:val="22"/>
              </w:rPr>
              <w:t>01 2 03 69370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830323">
              <w:rPr>
                <w:sz w:val="20"/>
                <w:szCs w:val="20"/>
              </w:rPr>
              <w:t>208,2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</w:tr>
      <w:tr w:rsidR="00AE7A3C">
        <w:trPr>
          <w:gridAfter w:val="6"/>
          <w:wAfter w:w="7514" w:type="dxa"/>
          <w:trHeight w:hRule="exact" w:val="84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450335">
              <w:rPr>
                <w:sz w:val="22"/>
                <w:szCs w:val="22"/>
              </w:rPr>
              <w:t>01 2 03 69370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830323">
              <w:rPr>
                <w:sz w:val="20"/>
                <w:szCs w:val="20"/>
              </w:rPr>
              <w:t>208,2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</w:tr>
      <w:tr w:rsidR="00AE7A3C">
        <w:trPr>
          <w:gridAfter w:val="6"/>
          <w:wAfter w:w="7514" w:type="dxa"/>
          <w:trHeight w:hRule="exact" w:val="27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450335">
              <w:rPr>
                <w:sz w:val="22"/>
                <w:szCs w:val="22"/>
              </w:rPr>
              <w:t>01 2 03 69370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830323">
              <w:rPr>
                <w:sz w:val="20"/>
                <w:szCs w:val="20"/>
              </w:rPr>
              <w:t>208,2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450335">
              <w:rPr>
                <w:sz w:val="22"/>
                <w:szCs w:val="22"/>
              </w:rPr>
              <w:t>01 2 03 69370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C6646E">
            <w:pPr>
              <w:jc w:val="center"/>
            </w:pPr>
            <w:r w:rsidRPr="00830323">
              <w:rPr>
                <w:sz w:val="20"/>
                <w:szCs w:val="20"/>
              </w:rPr>
              <w:t>208,2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</w:tr>
      <w:tr w:rsidR="00AE7A3C">
        <w:trPr>
          <w:gridAfter w:val="6"/>
          <w:wAfter w:w="7514" w:type="dxa"/>
          <w:trHeight w:hRule="exact" w:val="111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C6646E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C6646E">
              <w:rPr>
                <w:color w:val="000000"/>
                <w:sz w:val="22"/>
                <w:szCs w:val="22"/>
                <w:lang w:eastAsia="ru-RU"/>
              </w:rPr>
              <w:t>Основное мероприятие «Организация благоустройства территории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jc w:val="center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01 2 04 00000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7F517B" w:rsidRDefault="00AE7A3C" w:rsidP="00275C3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1768,8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210,8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145,5</w:t>
            </w:r>
          </w:p>
        </w:tc>
      </w:tr>
      <w:tr w:rsidR="00AE7A3C">
        <w:trPr>
          <w:gridAfter w:val="6"/>
          <w:wAfter w:w="7514" w:type="dxa"/>
          <w:trHeight w:hRule="exact" w:val="34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C6646E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C6646E">
              <w:rPr>
                <w:color w:val="000000"/>
                <w:sz w:val="22"/>
                <w:szCs w:val="22"/>
              </w:rPr>
              <w:t>Освещение улиц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jc w:val="center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7F517B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AE7A3C">
        <w:trPr>
          <w:gridAfter w:val="6"/>
          <w:wAfter w:w="7514" w:type="dxa"/>
          <w:trHeight w:hRule="exact" w:val="97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C6646E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C6646E"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jc w:val="center"/>
            </w:pPr>
            <w:r w:rsidRPr="00C6646E"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F517B">
            <w:pPr>
              <w:jc w:val="center"/>
            </w:pPr>
            <w:r w:rsidRPr="00972D6F">
              <w:rPr>
                <w:sz w:val="20"/>
                <w:szCs w:val="20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AE7A3C">
        <w:trPr>
          <w:gridAfter w:val="6"/>
          <w:wAfter w:w="7514" w:type="dxa"/>
          <w:trHeight w:hRule="exact" w:val="8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C6646E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C6646E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jc w:val="center"/>
            </w:pPr>
            <w:r w:rsidRPr="00C6646E"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F517B">
            <w:pPr>
              <w:jc w:val="center"/>
            </w:pPr>
            <w:r w:rsidRPr="00972D6F">
              <w:rPr>
                <w:sz w:val="20"/>
                <w:szCs w:val="20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C6646E" w:rsidRDefault="00AE7A3C" w:rsidP="00323842">
            <w:pPr>
              <w:snapToGrid w:val="0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jc w:val="center"/>
            </w:pPr>
            <w:r w:rsidRPr="00C6646E"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F517B">
            <w:pPr>
              <w:jc w:val="center"/>
            </w:pPr>
            <w:r w:rsidRPr="00972D6F">
              <w:rPr>
                <w:sz w:val="20"/>
                <w:szCs w:val="20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C6646E" w:rsidRDefault="00AE7A3C" w:rsidP="00323842">
            <w:pPr>
              <w:snapToGrid w:val="0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jc w:val="center"/>
            </w:pPr>
            <w:r w:rsidRPr="00C6646E"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C6646E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F517B">
            <w:pPr>
              <w:jc w:val="center"/>
            </w:pPr>
            <w:r w:rsidRPr="00972D6F">
              <w:rPr>
                <w:sz w:val="20"/>
                <w:szCs w:val="20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AE7A3C">
        <w:trPr>
          <w:gridAfter w:val="6"/>
          <w:wAfter w:w="7514" w:type="dxa"/>
          <w:trHeight w:hRule="exact" w:val="57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C6646E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C6646E">
              <w:rPr>
                <w:sz w:val="22"/>
                <w:szCs w:val="22"/>
              </w:rPr>
              <w:t>Ремонт и благоустройство памятных сооружений на территории сельсовета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jc w:val="center"/>
            </w:pPr>
            <w:r w:rsidRPr="00C6646E">
              <w:t>01 2 04 69420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C6646E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7F517B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8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126223">
              <w:t>01 2 04 69420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F517B">
            <w:pPr>
              <w:jc w:val="center"/>
            </w:pPr>
            <w:r w:rsidRPr="005631AC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71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126223">
              <w:t>01 2 04 69420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F517B">
            <w:pPr>
              <w:jc w:val="center"/>
            </w:pPr>
            <w:r w:rsidRPr="005631AC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126223">
              <w:t>01 2 04 69420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F517B">
            <w:pPr>
              <w:jc w:val="center"/>
            </w:pPr>
            <w:r w:rsidRPr="005631AC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126223">
              <w:t>01 2 04 69420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F517B">
            <w:pPr>
              <w:jc w:val="center"/>
            </w:pPr>
            <w:r w:rsidRPr="005631AC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FB1F43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01 2 04 69460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7F517B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84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666F1A">
              <w:rPr>
                <w:sz w:val="22"/>
                <w:szCs w:val="22"/>
              </w:rPr>
              <w:t>01 2 04 69460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275C3C">
            <w:pPr>
              <w:jc w:val="center"/>
            </w:pPr>
            <w:r w:rsidRPr="00F854B5"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1C0572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>
        <w:trPr>
          <w:gridAfter w:val="6"/>
          <w:wAfter w:w="7514" w:type="dxa"/>
          <w:trHeight w:hRule="exact" w:val="85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666F1A">
              <w:rPr>
                <w:sz w:val="22"/>
                <w:szCs w:val="22"/>
              </w:rPr>
              <w:t>01 2 04 69460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275C3C">
            <w:pPr>
              <w:jc w:val="center"/>
            </w:pPr>
            <w:r w:rsidRPr="00F854B5"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1C0572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666F1A">
              <w:rPr>
                <w:sz w:val="22"/>
                <w:szCs w:val="22"/>
              </w:rPr>
              <w:t>01 2 04 69460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275C3C">
            <w:pPr>
              <w:jc w:val="center"/>
            </w:pPr>
            <w:r w:rsidRPr="00F854B5"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1C0572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666F1A">
              <w:rPr>
                <w:sz w:val="22"/>
                <w:szCs w:val="22"/>
              </w:rPr>
              <w:t>01 2 04 69460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275C3C">
            <w:pPr>
              <w:jc w:val="center"/>
            </w:pPr>
            <w:r w:rsidRPr="00F854B5"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1C0572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yellow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25,5</w:t>
            </w:r>
          </w:p>
        </w:tc>
      </w:tr>
      <w:tr w:rsidR="00AE7A3C">
        <w:trPr>
          <w:gridAfter w:val="6"/>
          <w:wAfter w:w="7514" w:type="dxa"/>
          <w:trHeight w:hRule="exact" w:val="8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7F517B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7F517B">
              <w:rPr>
                <w:color w:val="000000"/>
                <w:sz w:val="22"/>
                <w:szCs w:val="22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7F517B" w:rsidRDefault="00AE7A3C" w:rsidP="002E1073">
            <w:pPr>
              <w:jc w:val="center"/>
            </w:pPr>
            <w:r w:rsidRPr="007F517B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7F517B"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7F517B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7F517B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7F517B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0419BB" w:rsidRDefault="00AE7A3C" w:rsidP="00276B9E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71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2E1073">
            <w:pPr>
              <w:jc w:val="center"/>
            </w:pPr>
            <w:r w:rsidRPr="00B17705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B17705"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419BB">
            <w:pPr>
              <w:jc w:val="center"/>
            </w:pPr>
            <w:r w:rsidRPr="00012176"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83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2E1073">
            <w:pPr>
              <w:jc w:val="center"/>
            </w:pPr>
            <w:r w:rsidRPr="00B17705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B17705"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419BB">
            <w:pPr>
              <w:jc w:val="center"/>
            </w:pPr>
            <w:r w:rsidRPr="00012176"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2E10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2E1073">
            <w:pPr>
              <w:jc w:val="center"/>
            </w:pPr>
            <w:r w:rsidRPr="00B17705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B17705"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419BB">
            <w:pPr>
              <w:jc w:val="center"/>
            </w:pPr>
            <w:r w:rsidRPr="00012176"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2E10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2E1073">
            <w:pPr>
              <w:jc w:val="center"/>
            </w:pPr>
            <w:r w:rsidRPr="00B17705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B17705">
              <w:rPr>
                <w:color w:val="000000"/>
                <w:sz w:val="22"/>
                <w:szCs w:val="22"/>
                <w:lang w:val="en-US" w:eastAsia="ru-RU"/>
              </w:rPr>
              <w:t>L5765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419BB">
            <w:pPr>
              <w:jc w:val="center"/>
            </w:pPr>
            <w:r w:rsidRPr="00012176">
              <w:rPr>
                <w:color w:val="000000"/>
                <w:sz w:val="22"/>
                <w:szCs w:val="22"/>
                <w:lang w:eastAsia="ru-RU"/>
              </w:rPr>
              <w:t>1379,1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84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B35779">
              <w:rPr>
                <w:color w:val="000000"/>
                <w:sz w:val="22"/>
                <w:szCs w:val="22"/>
                <w:lang w:eastAsia="ru-RU"/>
              </w:rPr>
              <w:t>Совершенствование систем наружного освещения населенных пунктов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E7A3C" w:rsidRPr="00AC6C82" w:rsidRDefault="00AE7A3C" w:rsidP="00955333">
            <w:pPr>
              <w:jc w:val="center"/>
              <w:rPr>
                <w:sz w:val="22"/>
                <w:szCs w:val="22"/>
              </w:rPr>
            </w:pPr>
            <w:r w:rsidRPr="00681F33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S</w:t>
            </w:r>
            <w:r>
              <w:rPr>
                <w:color w:val="000000"/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E7A3C" w:rsidRPr="005D2A1A" w:rsidRDefault="00AE7A3C" w:rsidP="009553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E7A3C" w:rsidRDefault="00AE7A3C" w:rsidP="009553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E7A3C" w:rsidRDefault="00AE7A3C" w:rsidP="009553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E7A3C" w:rsidRPr="00AC6C82" w:rsidRDefault="00AE7A3C" w:rsidP="00955333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86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955333">
            <w:pPr>
              <w:jc w:val="center"/>
            </w:pPr>
            <w:r w:rsidRPr="00CE21B7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CE21B7">
              <w:rPr>
                <w:color w:val="000000"/>
                <w:sz w:val="22"/>
                <w:szCs w:val="22"/>
                <w:lang w:val="en-US" w:eastAsia="ru-RU"/>
              </w:rPr>
              <w:t>S</w:t>
            </w:r>
            <w:r w:rsidRPr="00CE21B7">
              <w:rPr>
                <w:color w:val="000000"/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AC6C82">
            <w:pPr>
              <w:jc w:val="center"/>
            </w:pPr>
            <w:r w:rsidRPr="00265B13"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84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2E107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955333">
            <w:pPr>
              <w:jc w:val="center"/>
            </w:pPr>
            <w:r w:rsidRPr="00CE21B7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CE21B7">
              <w:rPr>
                <w:color w:val="000000"/>
                <w:sz w:val="22"/>
                <w:szCs w:val="22"/>
                <w:lang w:val="en-US" w:eastAsia="ru-RU"/>
              </w:rPr>
              <w:t>S</w:t>
            </w:r>
            <w:r w:rsidRPr="00CE21B7">
              <w:rPr>
                <w:color w:val="000000"/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AC6C82">
            <w:pPr>
              <w:jc w:val="center"/>
            </w:pPr>
            <w:r w:rsidRPr="00265B13"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2E10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>
            <w:r w:rsidRPr="00CE21B7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CE21B7">
              <w:rPr>
                <w:color w:val="000000"/>
                <w:sz w:val="22"/>
                <w:szCs w:val="22"/>
                <w:lang w:val="en-US" w:eastAsia="ru-RU"/>
              </w:rPr>
              <w:t>S</w:t>
            </w:r>
            <w:r w:rsidRPr="00CE21B7">
              <w:rPr>
                <w:color w:val="000000"/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AC6C82">
            <w:pPr>
              <w:jc w:val="center"/>
            </w:pPr>
            <w:r w:rsidRPr="00265B13"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2E10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>
            <w:r w:rsidRPr="00CE21B7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CE21B7">
              <w:rPr>
                <w:color w:val="000000"/>
                <w:sz w:val="22"/>
                <w:szCs w:val="22"/>
                <w:lang w:val="en-US" w:eastAsia="ru-RU"/>
              </w:rPr>
              <w:t>S</w:t>
            </w:r>
            <w:r w:rsidRPr="00CE21B7">
              <w:rPr>
                <w:color w:val="000000"/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0D6E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AC6C82">
            <w:pPr>
              <w:jc w:val="center"/>
            </w:pPr>
            <w:r w:rsidRPr="00265B13">
              <w:rPr>
                <w:color w:val="000000"/>
                <w:sz w:val="22"/>
                <w:szCs w:val="22"/>
                <w:lang w:val="en-US"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AE7A3C">
        <w:trPr>
          <w:gridAfter w:val="6"/>
          <w:wAfter w:w="7514" w:type="dxa"/>
          <w:trHeight w:hRule="exact" w:val="5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Основное мероприятие «Организация сбора и вывоза бытовых отходов и мусора»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FB1F43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01 2 05 00000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55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Организация сбора и вывоза бытовых отходов и мусора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FB1F43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01 2 05 69450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419BB">
            <w:pPr>
              <w:jc w:val="center"/>
            </w:pPr>
            <w:r w:rsidRPr="00881907">
              <w:rPr>
                <w:sz w:val="20"/>
                <w:szCs w:val="20"/>
              </w:rPr>
              <w:t>245,1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84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32EAD">
              <w:rPr>
                <w:sz w:val="22"/>
                <w:szCs w:val="22"/>
              </w:rPr>
              <w:t>01 2 05 69450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419BB">
            <w:pPr>
              <w:jc w:val="center"/>
            </w:pPr>
            <w:r w:rsidRPr="00881907">
              <w:rPr>
                <w:sz w:val="20"/>
                <w:szCs w:val="20"/>
              </w:rPr>
              <w:t>245,1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84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32EAD">
              <w:rPr>
                <w:sz w:val="22"/>
                <w:szCs w:val="22"/>
              </w:rPr>
              <w:t>01 2 05 69450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419BB">
            <w:pPr>
              <w:jc w:val="center"/>
            </w:pPr>
            <w:r w:rsidRPr="00881907">
              <w:rPr>
                <w:sz w:val="20"/>
                <w:szCs w:val="20"/>
              </w:rPr>
              <w:t>245,1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32EAD">
              <w:rPr>
                <w:sz w:val="22"/>
                <w:szCs w:val="22"/>
              </w:rPr>
              <w:t>01 2 05 69450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419BB">
            <w:pPr>
              <w:jc w:val="center"/>
            </w:pPr>
            <w:r w:rsidRPr="00881907">
              <w:rPr>
                <w:sz w:val="20"/>
                <w:szCs w:val="20"/>
              </w:rPr>
              <w:t>245,1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232EAD">
              <w:rPr>
                <w:sz w:val="22"/>
                <w:szCs w:val="22"/>
              </w:rPr>
              <w:t>01 2 05 69450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0419BB">
            <w:pPr>
              <w:jc w:val="center"/>
            </w:pPr>
            <w:r w:rsidRPr="00881907">
              <w:rPr>
                <w:sz w:val="20"/>
                <w:szCs w:val="20"/>
              </w:rPr>
              <w:t>245,1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105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b/>
                <w:bCs/>
                <w:i/>
                <w:iCs/>
                <w:sz w:val="22"/>
                <w:szCs w:val="22"/>
              </w:rPr>
            </w:pPr>
            <w:r w:rsidRPr="005D2A1A">
              <w:rPr>
                <w:b/>
                <w:bCs/>
                <w:i/>
                <w:iCs/>
                <w:sz w:val="22"/>
                <w:szCs w:val="22"/>
              </w:rPr>
              <w:t>Подпрограмма «Представление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0C558A" w:rsidRDefault="00AE7A3C" w:rsidP="00323842">
            <w:pPr>
              <w:jc w:val="center"/>
              <w:rPr>
                <w:b/>
                <w:bCs/>
              </w:rPr>
            </w:pPr>
            <w:r w:rsidRPr="000C558A">
              <w:rPr>
                <w:b/>
                <w:bCs/>
                <w:sz w:val="22"/>
                <w:szCs w:val="22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5B22A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5B22AA" w:rsidRDefault="00AE7A3C" w:rsidP="00323842">
            <w:pPr>
              <w:jc w:val="center"/>
              <w:rPr>
                <w:b/>
                <w:bCs/>
                <w:i/>
                <w:iCs/>
              </w:rPr>
            </w:pPr>
            <w:r w:rsidRPr="005B22AA">
              <w:rPr>
                <w:b/>
                <w:bCs/>
                <w:i/>
                <w:iCs/>
                <w:sz w:val="20"/>
                <w:szCs w:val="20"/>
              </w:rPr>
              <w:t>638,5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5B22AA" w:rsidRDefault="00AE7A3C" w:rsidP="00323842">
            <w:pPr>
              <w:jc w:val="center"/>
              <w:rPr>
                <w:b/>
                <w:bCs/>
                <w:i/>
                <w:iCs/>
              </w:rPr>
            </w:pPr>
            <w:r w:rsidRPr="005B22AA">
              <w:rPr>
                <w:b/>
                <w:bCs/>
                <w:i/>
                <w:iCs/>
                <w:sz w:val="20"/>
                <w:szCs w:val="20"/>
              </w:rPr>
              <w:t>638,5</w:t>
            </w:r>
          </w:p>
        </w:tc>
      </w:tr>
      <w:tr w:rsidR="00AE7A3C">
        <w:trPr>
          <w:gridAfter w:val="6"/>
          <w:wAfter w:w="7514" w:type="dxa"/>
          <w:trHeight w:hRule="exact" w:val="99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ED6A19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ED6A19" w:rsidRDefault="00AE7A3C" w:rsidP="00323842">
            <w:pPr>
              <w:jc w:val="center"/>
            </w:pPr>
            <w:r>
              <w:rPr>
                <w:sz w:val="20"/>
                <w:szCs w:val="20"/>
              </w:rPr>
              <w:t>638,5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ED6A19" w:rsidRDefault="00AE7A3C" w:rsidP="00323842">
            <w:pPr>
              <w:jc w:val="center"/>
            </w:pPr>
            <w:r>
              <w:rPr>
                <w:sz w:val="20"/>
                <w:szCs w:val="20"/>
              </w:rPr>
              <w:t>638,5</w:t>
            </w:r>
          </w:p>
        </w:tc>
      </w:tr>
      <w:tr w:rsidR="00AE7A3C">
        <w:trPr>
          <w:gridAfter w:val="6"/>
          <w:wAfter w:w="7514" w:type="dxa"/>
          <w:trHeight w:hRule="exact" w:val="98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lightGray"/>
              </w:rPr>
            </w:pPr>
            <w:r w:rsidRPr="005D2A1A">
              <w:rPr>
                <w:sz w:val="22"/>
                <w:szCs w:val="22"/>
                <w:lang w:eastAsia="ru-RU"/>
              </w:rPr>
              <w:t>Иные межбюджетные трансферты на исполнение полномочий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lightGray"/>
              </w:rPr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lightGray"/>
              </w:rPr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lang w:eastAsia="ru-RU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lang w:eastAsia="ru-RU"/>
              </w:rPr>
            </w:pPr>
            <w:r w:rsidRPr="005D2A1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135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Иные межбюджетные трансферты на исполнение полномочий поселений по ежемесячной денежной выплате муниципальным служащим, вышедшим на пенсию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F15B05">
            <w:pPr>
              <w:jc w:val="center"/>
            </w:pPr>
            <w:r w:rsidRPr="00482FED">
              <w:rPr>
                <w:sz w:val="20"/>
                <w:szCs w:val="20"/>
              </w:rPr>
              <w:t>93,4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F15B05">
            <w:pPr>
              <w:jc w:val="center"/>
            </w:pPr>
            <w:r w:rsidRPr="00482FED">
              <w:rPr>
                <w:sz w:val="20"/>
                <w:szCs w:val="20"/>
              </w:rPr>
              <w:t>93,4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F15B05">
            <w:pPr>
              <w:jc w:val="center"/>
            </w:pPr>
            <w:r w:rsidRPr="00482FED">
              <w:rPr>
                <w:sz w:val="20"/>
                <w:szCs w:val="20"/>
              </w:rPr>
              <w:t>93,4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F15B05">
            <w:pPr>
              <w:jc w:val="center"/>
            </w:pPr>
            <w:r w:rsidRPr="00482FED">
              <w:rPr>
                <w:sz w:val="20"/>
                <w:szCs w:val="20"/>
              </w:rPr>
              <w:t>93,4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AE7A3C">
        <w:trPr>
          <w:gridAfter w:val="6"/>
          <w:wAfter w:w="7514" w:type="dxa"/>
          <w:trHeight w:hRule="exact" w:val="84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Иные межбюджетные трансферты на осуществление части полномочий поселений по оплате труда работников сельских домов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Культура и  кинематография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557,0</w:t>
            </w:r>
          </w:p>
        </w:tc>
      </w:tr>
      <w:tr w:rsidR="00AE7A3C">
        <w:trPr>
          <w:gridAfter w:val="6"/>
          <w:wAfter w:w="7514" w:type="dxa"/>
          <w:trHeight w:hRule="exact" w:val="104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внешнего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lightGray"/>
              </w:rPr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185B0A"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lightGray"/>
              </w:rPr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185B0A"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lang w:eastAsia="ru-RU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185B0A"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lang w:eastAsia="ru-RU"/>
              </w:rPr>
            </w:pPr>
            <w:r w:rsidRPr="005D2A1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185B0A"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AE7A3C">
        <w:trPr>
          <w:gridAfter w:val="6"/>
          <w:wAfter w:w="7514" w:type="dxa"/>
          <w:trHeight w:hRule="exact" w:val="100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внутреннего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lightGray"/>
              </w:rPr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8177B2"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highlight w:val="lightGray"/>
              </w:rPr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8177B2"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lang w:eastAsia="ru-RU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8177B2"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AE7A3C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  <w:lang w:eastAsia="ru-RU"/>
              </w:rPr>
            </w:pPr>
            <w:r w:rsidRPr="005D2A1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323842">
            <w:pPr>
              <w:jc w:val="center"/>
            </w:pPr>
            <w:r w:rsidRPr="008177B2"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spacing w:after="119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AE7A3C">
        <w:trPr>
          <w:gridAfter w:val="6"/>
          <w:wAfter w:w="7514" w:type="dxa"/>
          <w:trHeight w:hRule="exact" w:val="65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b/>
                <w:bCs/>
                <w:i/>
                <w:iCs/>
                <w:sz w:val="22"/>
                <w:szCs w:val="22"/>
              </w:rPr>
            </w:pPr>
            <w:r w:rsidRPr="005D2A1A">
              <w:rPr>
                <w:b/>
                <w:bCs/>
                <w:i/>
                <w:iCs/>
                <w:sz w:val="22"/>
                <w:szCs w:val="22"/>
              </w:rPr>
              <w:t>Иные 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D2A1A">
              <w:rPr>
                <w:b/>
                <w:bCs/>
                <w:i/>
                <w:iCs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</w:tr>
      <w:tr w:rsidR="00AE7A3C">
        <w:trPr>
          <w:gridAfter w:val="6"/>
          <w:wAfter w:w="7514" w:type="dxa"/>
          <w:trHeight w:hRule="exact"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933089" w:rsidRDefault="00AE7A3C" w:rsidP="00323842">
            <w:pPr>
              <w:snapToGrid w:val="0"/>
              <w:rPr>
                <w:sz w:val="22"/>
                <w:szCs w:val="22"/>
              </w:rPr>
            </w:pPr>
            <w:r w:rsidRPr="00933089">
              <w:rPr>
                <w:sz w:val="22"/>
                <w:szCs w:val="22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933089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933089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933089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933089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933089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933089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933089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E7A3C">
        <w:trPr>
          <w:gridAfter w:val="6"/>
          <w:wAfter w:w="7514" w:type="dxa"/>
          <w:trHeight w:hRule="exact" w:val="8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Резервный фонд администрации Покрово-Арчадинского сельсовета Каменского района Пензенской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E7A3C">
        <w:trPr>
          <w:gridAfter w:val="6"/>
          <w:wAfter w:w="7514" w:type="dxa"/>
          <w:trHeight w:hRule="exact" w:val="39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800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E7A3C">
        <w:trPr>
          <w:gridAfter w:val="6"/>
          <w:wAfter w:w="7514" w:type="dxa"/>
          <w:trHeight w:hRule="exact" w:val="39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870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E7A3C">
        <w:trPr>
          <w:gridAfter w:val="6"/>
          <w:wAfter w:w="7514" w:type="dxa"/>
          <w:trHeight w:hRule="exact" w:val="39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870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E7A3C">
        <w:trPr>
          <w:gridAfter w:val="6"/>
          <w:wAfter w:w="7514" w:type="dxa"/>
          <w:trHeight w:hRule="exact" w:val="39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323842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870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Pr="00D97107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E7A3C">
        <w:trPr>
          <w:gridAfter w:val="6"/>
          <w:wAfter w:w="7514" w:type="dxa"/>
          <w:trHeight w:hRule="exact" w:val="55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AE0651" w:rsidRDefault="00AE7A3C" w:rsidP="0011618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99 6 00 00000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99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AE0651" w:rsidRDefault="00AE7A3C" w:rsidP="0011618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0C360A" w:rsidRDefault="00AE7A3C" w:rsidP="003238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99 6 00 5549</w:t>
            </w:r>
            <w:r>
              <w:rPr>
                <w:sz w:val="22"/>
                <w:szCs w:val="22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1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1161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7205E6">
            <w:pPr>
              <w:jc w:val="center"/>
            </w:pPr>
            <w:r w:rsidRPr="00397D37">
              <w:rPr>
                <w:sz w:val="22"/>
                <w:szCs w:val="22"/>
              </w:rPr>
              <w:t>99 6 00 5549</w:t>
            </w:r>
            <w:r w:rsidRPr="00397D37">
              <w:rPr>
                <w:sz w:val="22"/>
                <w:szCs w:val="22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205E6">
            <w:pPr>
              <w:jc w:val="center"/>
            </w:pPr>
            <w:r w:rsidRPr="00524431"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5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116187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7205E6">
            <w:pPr>
              <w:jc w:val="center"/>
            </w:pPr>
            <w:r w:rsidRPr="00397D37">
              <w:rPr>
                <w:sz w:val="22"/>
                <w:szCs w:val="22"/>
              </w:rPr>
              <w:t>99 6 00 5549</w:t>
            </w:r>
            <w:r w:rsidRPr="00397D37">
              <w:rPr>
                <w:sz w:val="22"/>
                <w:szCs w:val="22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205E6">
            <w:pPr>
              <w:jc w:val="center"/>
            </w:pPr>
            <w:r w:rsidRPr="00524431"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39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116187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7205E6">
            <w:pPr>
              <w:jc w:val="center"/>
            </w:pPr>
            <w:r w:rsidRPr="00397D37">
              <w:rPr>
                <w:sz w:val="22"/>
                <w:szCs w:val="22"/>
              </w:rPr>
              <w:t>99 6 00 5549</w:t>
            </w:r>
            <w:r w:rsidRPr="00397D37">
              <w:rPr>
                <w:sz w:val="22"/>
                <w:szCs w:val="22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205E6">
            <w:pPr>
              <w:jc w:val="center"/>
            </w:pPr>
            <w:r w:rsidRPr="00524431"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E7A3C">
        <w:trPr>
          <w:gridAfter w:val="6"/>
          <w:wAfter w:w="7514" w:type="dxa"/>
          <w:trHeight w:hRule="exact" w:val="11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E7A3C" w:rsidRPr="005D2A1A" w:rsidRDefault="00AE7A3C" w:rsidP="00116187">
            <w:pPr>
              <w:snapToGrid w:val="0"/>
              <w:rPr>
                <w:sz w:val="22"/>
                <w:szCs w:val="22"/>
              </w:rPr>
            </w:pPr>
            <w:r w:rsidRPr="005D2A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Default="00AE7A3C" w:rsidP="007205E6">
            <w:pPr>
              <w:jc w:val="center"/>
            </w:pPr>
            <w:r w:rsidRPr="00397D37">
              <w:rPr>
                <w:sz w:val="22"/>
                <w:szCs w:val="22"/>
              </w:rPr>
              <w:t>99 6 00 5549</w:t>
            </w:r>
            <w:r w:rsidRPr="00397D37">
              <w:rPr>
                <w:sz w:val="22"/>
                <w:szCs w:val="22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AE7A3C" w:rsidRPr="005D2A1A" w:rsidRDefault="00AE7A3C" w:rsidP="003238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7205E6">
            <w:pPr>
              <w:jc w:val="center"/>
            </w:pPr>
            <w:r w:rsidRPr="00524431"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E7A3C" w:rsidRDefault="00AE7A3C" w:rsidP="0032384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AE7A3C" w:rsidRPr="008530DF" w:rsidRDefault="00AE7A3C" w:rsidP="002C227A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AE7A3C" w:rsidRDefault="00AE7A3C" w:rsidP="00001BDC">
      <w:pPr>
        <w:jc w:val="both"/>
        <w:rPr>
          <w:sz w:val="28"/>
          <w:szCs w:val="28"/>
        </w:rPr>
      </w:pPr>
      <w:r w:rsidRPr="006314AC">
        <w:rPr>
          <w:sz w:val="28"/>
          <w:szCs w:val="28"/>
        </w:rPr>
        <w:t xml:space="preserve">    </w:t>
      </w:r>
      <w:r>
        <w:rPr>
          <w:sz w:val="28"/>
          <w:szCs w:val="28"/>
        </w:rPr>
        <w:t>1.10. приложение 10 изложить в новой редакции:</w:t>
      </w:r>
    </w:p>
    <w:p w:rsidR="00AE7A3C" w:rsidRPr="00266E47" w:rsidRDefault="00AE7A3C" w:rsidP="00001BDC">
      <w:pPr>
        <w:jc w:val="right"/>
        <w:rPr>
          <w:sz w:val="18"/>
          <w:szCs w:val="18"/>
        </w:rPr>
      </w:pPr>
      <w:r w:rsidRPr="00AE0651">
        <w:rPr>
          <w:color w:val="FF0000"/>
          <w:sz w:val="28"/>
          <w:szCs w:val="28"/>
        </w:rPr>
        <w:t xml:space="preserve">                                                                            </w:t>
      </w:r>
      <w:r>
        <w:rPr>
          <w:color w:val="FF0000"/>
          <w:sz w:val="28"/>
          <w:szCs w:val="28"/>
        </w:rPr>
        <w:t>«</w:t>
      </w:r>
      <w:r>
        <w:rPr>
          <w:sz w:val="18"/>
          <w:szCs w:val="18"/>
        </w:rPr>
        <w:t>Приложение 10</w:t>
      </w:r>
    </w:p>
    <w:p w:rsidR="00AE7A3C" w:rsidRPr="00C00743" w:rsidRDefault="00AE7A3C" w:rsidP="00001BDC">
      <w:pPr>
        <w:ind w:left="5103"/>
        <w:jc w:val="right"/>
        <w:rPr>
          <w:sz w:val="18"/>
          <w:szCs w:val="18"/>
        </w:rPr>
      </w:pPr>
      <w:r w:rsidRPr="003D2630">
        <w:rPr>
          <w:sz w:val="20"/>
          <w:szCs w:val="20"/>
        </w:rPr>
        <w:t xml:space="preserve">                                                        </w:t>
      </w:r>
      <w:r w:rsidRPr="00C00743">
        <w:rPr>
          <w:sz w:val="18"/>
          <w:szCs w:val="18"/>
        </w:rPr>
        <w:t xml:space="preserve">к решению </w:t>
      </w:r>
    </w:p>
    <w:p w:rsidR="00AE7A3C" w:rsidRPr="00C00743" w:rsidRDefault="00AE7A3C" w:rsidP="00001BDC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AE7A3C" w:rsidRPr="00C00743" w:rsidRDefault="00AE7A3C" w:rsidP="00001BDC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AE7A3C" w:rsidRPr="00C00743" w:rsidRDefault="00AE7A3C" w:rsidP="00001BDC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AE7A3C" w:rsidRDefault="00AE7A3C" w:rsidP="00001BDC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2020</w:t>
      </w:r>
      <w:r w:rsidRPr="00C00743">
        <w:rPr>
          <w:sz w:val="18"/>
          <w:szCs w:val="18"/>
        </w:rPr>
        <w:t xml:space="preserve"> год</w:t>
      </w:r>
    </w:p>
    <w:p w:rsidR="00AE7A3C" w:rsidRPr="00C00743" w:rsidRDefault="00AE7A3C" w:rsidP="00001BDC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2021 и 2022 годов»</w:t>
      </w:r>
    </w:p>
    <w:p w:rsidR="00AE7A3C" w:rsidRDefault="00AE7A3C" w:rsidP="00052D81">
      <w:pPr>
        <w:jc w:val="both"/>
      </w:pPr>
    </w:p>
    <w:p w:rsidR="00AE7A3C" w:rsidRDefault="00AE7A3C" w:rsidP="002B5E46">
      <w:pPr>
        <w:jc w:val="center"/>
      </w:pPr>
      <w:r>
        <w:t>Распределение   иных межбюджетных трансфертов на исполнение передаваемых полномочий в соответствии с заключенными соглашениями из бюджета Покрово-Арчадинского сельсовета Каменского района Пензенской области  в  бюджет  Каменского района  Пензенской области на 2020 год и на плановый период 2021 и 2022 годов</w:t>
      </w:r>
    </w:p>
    <w:p w:rsidR="00AE7A3C" w:rsidRDefault="00AE7A3C" w:rsidP="002B5E46">
      <w:pPr>
        <w:jc w:val="right"/>
      </w:pPr>
      <w:r>
        <w:t>( тыс.руб.)</w:t>
      </w:r>
    </w:p>
    <w:tbl>
      <w:tblPr>
        <w:tblW w:w="0" w:type="auto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481"/>
        <w:gridCol w:w="4869"/>
        <w:gridCol w:w="1455"/>
        <w:gridCol w:w="15"/>
        <w:gridCol w:w="1755"/>
        <w:gridCol w:w="30"/>
        <w:gridCol w:w="1318"/>
      </w:tblGrid>
      <w:tr w:rsidR="00AE7A3C"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7A3C" w:rsidRDefault="00AE7A3C" w:rsidP="00116187">
            <w:pPr>
              <w:pStyle w:val="WW-TableHeading"/>
              <w:snapToGrid w:val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№</w:t>
            </w:r>
          </w:p>
          <w:p w:rsidR="00AE7A3C" w:rsidRDefault="00AE7A3C" w:rsidP="00116187">
            <w:pPr>
              <w:pStyle w:val="WW-TableHeading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п/п</w:t>
            </w:r>
          </w:p>
        </w:tc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A3C" w:rsidRDefault="00AE7A3C" w:rsidP="00116187">
            <w:pPr>
              <w:pStyle w:val="WW-TableHeading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Наименование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E7A3C" w:rsidRPr="001E6A0C" w:rsidRDefault="00AE7A3C" w:rsidP="00116187">
            <w:pPr>
              <w:pStyle w:val="WW-TableHeading"/>
              <w:snapToGrid w:val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E6A0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Сумма на 2020год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E7A3C" w:rsidRPr="001E6A0C" w:rsidRDefault="00AE7A3C" w:rsidP="00116187">
            <w:pPr>
              <w:pStyle w:val="WW-TableHeading"/>
              <w:snapToGrid w:val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E6A0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Сумма на 2021год </w:t>
            </w:r>
          </w:p>
        </w:tc>
        <w:tc>
          <w:tcPr>
            <w:tcW w:w="1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E7A3C" w:rsidRPr="001E6A0C" w:rsidRDefault="00AE7A3C" w:rsidP="00116187">
            <w:pPr>
              <w:pStyle w:val="WW-TableHeading"/>
              <w:snapToGrid w:val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E6A0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Сумма на 2022год</w:t>
            </w:r>
          </w:p>
        </w:tc>
      </w:tr>
      <w:tr w:rsidR="00AE7A3C"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7A3C" w:rsidRDefault="00AE7A3C" w:rsidP="00116187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A3C" w:rsidRDefault="00AE7A3C" w:rsidP="00116187">
            <w:pPr>
              <w:pStyle w:val="WW-TableHeading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Heading"/>
              <w:snapToGrid w:val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655,9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Heading"/>
              <w:snapToGrid w:val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638,5</w:t>
            </w:r>
          </w:p>
        </w:tc>
        <w:tc>
          <w:tcPr>
            <w:tcW w:w="1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Heading"/>
              <w:snapToGrid w:val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638,5</w:t>
            </w:r>
          </w:p>
        </w:tc>
      </w:tr>
      <w:tr w:rsidR="00AE7A3C">
        <w:trPr>
          <w:trHeight w:val="358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AE7A3C" w:rsidRDefault="00AE7A3C" w:rsidP="00116187">
            <w:pPr>
              <w:pStyle w:val="WW-TableContents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7A3C" w:rsidRDefault="00AE7A3C" w:rsidP="00116187">
            <w:pPr>
              <w:pStyle w:val="WW-TableContents"/>
              <w:snapToGrid w:val="0"/>
              <w:jc w:val="both"/>
              <w:rPr>
                <w:rFonts w:ascii="Times New Roman" w:hAnsi="Times New Roman" w:cs="Times New Roman"/>
              </w:rPr>
            </w:pPr>
            <w:r w:rsidRPr="001E6A0C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Иные межбюджетные трансферты на исполнение полномочий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7A3C">
        <w:trPr>
          <w:trHeight w:val="114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E7A3C" w:rsidRDefault="00AE7A3C" w:rsidP="00116187">
            <w:r>
              <w:t>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7A3C" w:rsidRPr="001E6A0C" w:rsidRDefault="00AE7A3C" w:rsidP="00116187">
            <w:pPr>
              <w:pStyle w:val="WW-TableContents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6A0C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внешнего муниципального финансового контроля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7A3C">
        <w:trPr>
          <w:trHeight w:val="205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E7A3C" w:rsidRDefault="00AE7A3C" w:rsidP="00116187">
            <w:pPr>
              <w:suppressAutoHyphens w:val="0"/>
            </w:pPr>
            <w:r>
              <w:t>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7A3C" w:rsidRPr="001E6A0C" w:rsidRDefault="00AE7A3C" w:rsidP="00116187">
            <w:pPr>
              <w:pStyle w:val="WW-TableContents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6A0C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внутреннего муниципального финансового контроля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</w:p>
        </w:tc>
      </w:tr>
      <w:tr w:rsidR="00AE7A3C">
        <w:trPr>
          <w:trHeight w:val="205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E7A3C" w:rsidRDefault="00AE7A3C" w:rsidP="00116187">
            <w:pPr>
              <w:suppressAutoHyphens w:val="0"/>
            </w:pPr>
            <w:r>
              <w:t>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7A3C" w:rsidRPr="001E6A0C" w:rsidRDefault="00AE7A3C" w:rsidP="00116187">
            <w:pPr>
              <w:pStyle w:val="WW-TableContents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6A0C">
              <w:rPr>
                <w:rFonts w:ascii="Times New Roman" w:hAnsi="Times New Roman" w:cs="Times New Roman"/>
                <w:sz w:val="22"/>
                <w:szCs w:val="22"/>
              </w:rPr>
              <w:t>Иные межбюджетные трансферты на осуществление части полномочий поселений по оплате труда работников сельских домов культуры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7A3C" w:rsidRPr="005F7E61" w:rsidRDefault="00AE7A3C" w:rsidP="001161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557,0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557,0</w:t>
            </w:r>
          </w:p>
        </w:tc>
      </w:tr>
      <w:tr w:rsidR="00AE7A3C">
        <w:trPr>
          <w:trHeight w:val="205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AE7A3C" w:rsidRDefault="00AE7A3C" w:rsidP="00116187">
            <w:pPr>
              <w:suppressAutoHyphens w:val="0"/>
            </w:pPr>
            <w:r>
              <w:t>5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E7A3C" w:rsidRPr="001E6A0C" w:rsidRDefault="00AE7A3C" w:rsidP="00116187">
            <w:pPr>
              <w:pStyle w:val="WW-TableContents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6A0C">
              <w:rPr>
                <w:rFonts w:ascii="Times New Roman" w:hAnsi="Times New Roman" w:cs="Times New Roman"/>
                <w:sz w:val="22"/>
                <w:szCs w:val="22"/>
              </w:rPr>
              <w:t>Иные межбюджетные трансферты на исполнение полномочий поселений по ежемесячной денежной выплате муниципальным служащим, вышедшим на пенсию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Pr="005F7E6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7A3C" w:rsidRPr="005F7E61" w:rsidRDefault="00AE7A3C" w:rsidP="00116187">
            <w:pPr>
              <w:pStyle w:val="WW-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Pr="005F7E6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</w:tbl>
    <w:p w:rsidR="00AE7A3C" w:rsidRPr="00001BDC" w:rsidRDefault="00AE7A3C" w:rsidP="00052D81">
      <w:pPr>
        <w:jc w:val="both"/>
      </w:pPr>
    </w:p>
    <w:p w:rsidR="00AE7A3C" w:rsidRDefault="00AE7A3C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 Настоящее решение опубликовать в информационном бюллетене Покрово-Арчадинского сельсовета Каменского района Пензенской области «Покрово-Арчадинские ведомости».</w:t>
      </w:r>
    </w:p>
    <w:p w:rsidR="00AE7A3C" w:rsidRDefault="00AE7A3C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3</w:t>
      </w:r>
      <w:r>
        <w:rPr>
          <w:sz w:val="28"/>
          <w:szCs w:val="28"/>
        </w:rPr>
        <w:t>. Настоящее решение вступает в силу после его официального опубликования.</w:t>
      </w:r>
    </w:p>
    <w:p w:rsidR="00AE7A3C" w:rsidRDefault="00AE7A3C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Контроль за исполнением настоящего решения возложить на  главу Покрово-Арчадинского сельсовета Каменского района Пензенской области.</w:t>
      </w:r>
    </w:p>
    <w:p w:rsidR="00AE7A3C" w:rsidRDefault="00AE7A3C" w:rsidP="00EC060A">
      <w:pPr>
        <w:jc w:val="both"/>
        <w:rPr>
          <w:sz w:val="28"/>
          <w:szCs w:val="28"/>
        </w:rPr>
      </w:pPr>
    </w:p>
    <w:p w:rsidR="00AE7A3C" w:rsidRDefault="00AE7A3C" w:rsidP="00EC060A">
      <w:pPr>
        <w:jc w:val="both"/>
        <w:rPr>
          <w:sz w:val="28"/>
          <w:szCs w:val="28"/>
        </w:rPr>
      </w:pPr>
    </w:p>
    <w:p w:rsidR="00AE7A3C" w:rsidRDefault="00AE7A3C" w:rsidP="00EC060A">
      <w:pPr>
        <w:jc w:val="both"/>
        <w:rPr>
          <w:sz w:val="28"/>
          <w:szCs w:val="28"/>
        </w:rPr>
      </w:pPr>
    </w:p>
    <w:p w:rsidR="00AE7A3C" w:rsidRDefault="00AE7A3C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Покрово-Арчадинского сельсовета  </w:t>
      </w:r>
    </w:p>
    <w:p w:rsidR="00AE7A3C" w:rsidRDefault="00AE7A3C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>Каменского района Пензенской области                                         Т.В.Булгакова</w:t>
      </w:r>
    </w:p>
    <w:p w:rsidR="00AE7A3C" w:rsidRDefault="00AE7A3C" w:rsidP="00052D81">
      <w:pPr>
        <w:jc w:val="both"/>
      </w:pPr>
    </w:p>
    <w:sectPr w:rsidR="00AE7A3C" w:rsidSect="00ED57DB">
      <w:headerReference w:type="default" r:id="rId8"/>
      <w:footnotePr>
        <w:pos w:val="beneathText"/>
      </w:footnotePr>
      <w:pgSz w:w="11905" w:h="16837"/>
      <w:pgMar w:top="851" w:right="851" w:bottom="567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A3C" w:rsidRDefault="00AE7A3C">
      <w:r>
        <w:separator/>
      </w:r>
    </w:p>
  </w:endnote>
  <w:endnote w:type="continuationSeparator" w:id="0">
    <w:p w:rsidR="00AE7A3C" w:rsidRDefault="00AE7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A3C" w:rsidRDefault="00AE7A3C">
      <w:r>
        <w:separator/>
      </w:r>
    </w:p>
  </w:footnote>
  <w:footnote w:type="continuationSeparator" w:id="0">
    <w:p w:rsidR="00AE7A3C" w:rsidRDefault="00AE7A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A3C" w:rsidRDefault="00AE7A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27EA6AEE"/>
    <w:multiLevelType w:val="multilevel"/>
    <w:tmpl w:val="F43E8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E17F1F"/>
    <w:multiLevelType w:val="hybridMultilevel"/>
    <w:tmpl w:val="55DA1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A651EA"/>
    <w:multiLevelType w:val="hybridMultilevel"/>
    <w:tmpl w:val="218693E2"/>
    <w:lvl w:ilvl="0" w:tplc="CF048C42">
      <w:start w:val="1"/>
      <w:numFmt w:val="decimal"/>
      <w:lvlText w:val="%1."/>
      <w:lvlJc w:val="left"/>
      <w:pPr>
        <w:ind w:left="780" w:hanging="40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02F6"/>
    <w:rsid w:val="00001BDC"/>
    <w:rsid w:val="0000289C"/>
    <w:rsid w:val="000045E6"/>
    <w:rsid w:val="00005B6C"/>
    <w:rsid w:val="00007188"/>
    <w:rsid w:val="0001013E"/>
    <w:rsid w:val="000101B6"/>
    <w:rsid w:val="00011BFC"/>
    <w:rsid w:val="00012176"/>
    <w:rsid w:val="00013DE1"/>
    <w:rsid w:val="00015B4F"/>
    <w:rsid w:val="00020AE9"/>
    <w:rsid w:val="0002286D"/>
    <w:rsid w:val="00026CB7"/>
    <w:rsid w:val="00026F65"/>
    <w:rsid w:val="00027956"/>
    <w:rsid w:val="00033174"/>
    <w:rsid w:val="00037B58"/>
    <w:rsid w:val="00037FC6"/>
    <w:rsid w:val="0004003F"/>
    <w:rsid w:val="00041647"/>
    <w:rsid w:val="000419B2"/>
    <w:rsid w:val="000419BB"/>
    <w:rsid w:val="00044FF7"/>
    <w:rsid w:val="00045749"/>
    <w:rsid w:val="00047980"/>
    <w:rsid w:val="00051693"/>
    <w:rsid w:val="00052D81"/>
    <w:rsid w:val="00052F0F"/>
    <w:rsid w:val="00053811"/>
    <w:rsid w:val="00056A7F"/>
    <w:rsid w:val="00057ED1"/>
    <w:rsid w:val="0006375C"/>
    <w:rsid w:val="000645CE"/>
    <w:rsid w:val="00066A14"/>
    <w:rsid w:val="00082162"/>
    <w:rsid w:val="000822B9"/>
    <w:rsid w:val="00082D4D"/>
    <w:rsid w:val="00095E7C"/>
    <w:rsid w:val="00096105"/>
    <w:rsid w:val="000A1077"/>
    <w:rsid w:val="000A2145"/>
    <w:rsid w:val="000A4640"/>
    <w:rsid w:val="000A5FCA"/>
    <w:rsid w:val="000B1DDC"/>
    <w:rsid w:val="000B453F"/>
    <w:rsid w:val="000B46BA"/>
    <w:rsid w:val="000B5130"/>
    <w:rsid w:val="000B5568"/>
    <w:rsid w:val="000B5ADB"/>
    <w:rsid w:val="000B7245"/>
    <w:rsid w:val="000C0C0E"/>
    <w:rsid w:val="000C2C5F"/>
    <w:rsid w:val="000C360A"/>
    <w:rsid w:val="000C4827"/>
    <w:rsid w:val="000C4855"/>
    <w:rsid w:val="000C558A"/>
    <w:rsid w:val="000C5B6B"/>
    <w:rsid w:val="000C5DFA"/>
    <w:rsid w:val="000D0FA9"/>
    <w:rsid w:val="000D258B"/>
    <w:rsid w:val="000D30E1"/>
    <w:rsid w:val="000D5FBE"/>
    <w:rsid w:val="000D6EA1"/>
    <w:rsid w:val="000E1F98"/>
    <w:rsid w:val="000E2B23"/>
    <w:rsid w:val="000E4598"/>
    <w:rsid w:val="000F06AB"/>
    <w:rsid w:val="000F234A"/>
    <w:rsid w:val="000F24DE"/>
    <w:rsid w:val="000F2A4D"/>
    <w:rsid w:val="000F46A1"/>
    <w:rsid w:val="000F46FD"/>
    <w:rsid w:val="000F47A7"/>
    <w:rsid w:val="000F4D64"/>
    <w:rsid w:val="000F50FA"/>
    <w:rsid w:val="00104871"/>
    <w:rsid w:val="001052D6"/>
    <w:rsid w:val="00105AC5"/>
    <w:rsid w:val="00106085"/>
    <w:rsid w:val="00106A39"/>
    <w:rsid w:val="00106A98"/>
    <w:rsid w:val="00110101"/>
    <w:rsid w:val="001136AC"/>
    <w:rsid w:val="00116187"/>
    <w:rsid w:val="00120948"/>
    <w:rsid w:val="00120E3F"/>
    <w:rsid w:val="00126223"/>
    <w:rsid w:val="001263D8"/>
    <w:rsid w:val="00130E83"/>
    <w:rsid w:val="001330FF"/>
    <w:rsid w:val="00133E35"/>
    <w:rsid w:val="00134E5E"/>
    <w:rsid w:val="001352D3"/>
    <w:rsid w:val="0013790F"/>
    <w:rsid w:val="00140347"/>
    <w:rsid w:val="001405C4"/>
    <w:rsid w:val="001413B9"/>
    <w:rsid w:val="00141618"/>
    <w:rsid w:val="00141BA0"/>
    <w:rsid w:val="00142E39"/>
    <w:rsid w:val="00143C8B"/>
    <w:rsid w:val="0014436F"/>
    <w:rsid w:val="001446CE"/>
    <w:rsid w:val="00147305"/>
    <w:rsid w:val="00151402"/>
    <w:rsid w:val="00154995"/>
    <w:rsid w:val="00155989"/>
    <w:rsid w:val="00155BD7"/>
    <w:rsid w:val="00161A63"/>
    <w:rsid w:val="0016204F"/>
    <w:rsid w:val="00164933"/>
    <w:rsid w:val="00165488"/>
    <w:rsid w:val="00166070"/>
    <w:rsid w:val="00166C7D"/>
    <w:rsid w:val="00170A25"/>
    <w:rsid w:val="00170A29"/>
    <w:rsid w:val="00172986"/>
    <w:rsid w:val="00173C3E"/>
    <w:rsid w:val="0017560A"/>
    <w:rsid w:val="00175C47"/>
    <w:rsid w:val="00182083"/>
    <w:rsid w:val="0018277B"/>
    <w:rsid w:val="00182DFE"/>
    <w:rsid w:val="00185B0A"/>
    <w:rsid w:val="00186634"/>
    <w:rsid w:val="001871B1"/>
    <w:rsid w:val="0018773C"/>
    <w:rsid w:val="001877D4"/>
    <w:rsid w:val="00191D89"/>
    <w:rsid w:val="00192DF6"/>
    <w:rsid w:val="001A2B0F"/>
    <w:rsid w:val="001A71B6"/>
    <w:rsid w:val="001A7338"/>
    <w:rsid w:val="001B01AD"/>
    <w:rsid w:val="001B06A3"/>
    <w:rsid w:val="001B11C9"/>
    <w:rsid w:val="001B186B"/>
    <w:rsid w:val="001B2596"/>
    <w:rsid w:val="001B34C9"/>
    <w:rsid w:val="001B40FC"/>
    <w:rsid w:val="001B4F2B"/>
    <w:rsid w:val="001B515F"/>
    <w:rsid w:val="001B52FD"/>
    <w:rsid w:val="001C0530"/>
    <w:rsid w:val="001C0572"/>
    <w:rsid w:val="001C0B27"/>
    <w:rsid w:val="001C2431"/>
    <w:rsid w:val="001C48B9"/>
    <w:rsid w:val="001C5A8F"/>
    <w:rsid w:val="001C5C4F"/>
    <w:rsid w:val="001C6A5A"/>
    <w:rsid w:val="001C6FC1"/>
    <w:rsid w:val="001D0C4B"/>
    <w:rsid w:val="001D0CBD"/>
    <w:rsid w:val="001D0CBF"/>
    <w:rsid w:val="001D189D"/>
    <w:rsid w:val="001D30DA"/>
    <w:rsid w:val="001D36B0"/>
    <w:rsid w:val="001D43B4"/>
    <w:rsid w:val="001D74BE"/>
    <w:rsid w:val="001E4A34"/>
    <w:rsid w:val="001E4F6F"/>
    <w:rsid w:val="001E6A0C"/>
    <w:rsid w:val="001F30C7"/>
    <w:rsid w:val="001F4752"/>
    <w:rsid w:val="001F50DA"/>
    <w:rsid w:val="001F6E07"/>
    <w:rsid w:val="001F75CF"/>
    <w:rsid w:val="00201880"/>
    <w:rsid w:val="00205BA0"/>
    <w:rsid w:val="00205BC3"/>
    <w:rsid w:val="00211089"/>
    <w:rsid w:val="00211EE8"/>
    <w:rsid w:val="00214BE2"/>
    <w:rsid w:val="00217779"/>
    <w:rsid w:val="002210A2"/>
    <w:rsid w:val="002211B1"/>
    <w:rsid w:val="00221744"/>
    <w:rsid w:val="002221F7"/>
    <w:rsid w:val="00222AA2"/>
    <w:rsid w:val="002265AB"/>
    <w:rsid w:val="00232EAD"/>
    <w:rsid w:val="00232EEA"/>
    <w:rsid w:val="00235FFD"/>
    <w:rsid w:val="00236736"/>
    <w:rsid w:val="00241564"/>
    <w:rsid w:val="00241962"/>
    <w:rsid w:val="00243056"/>
    <w:rsid w:val="002436E8"/>
    <w:rsid w:val="002439F7"/>
    <w:rsid w:val="00247B30"/>
    <w:rsid w:val="00250B60"/>
    <w:rsid w:val="0025105C"/>
    <w:rsid w:val="00251988"/>
    <w:rsid w:val="00252EA3"/>
    <w:rsid w:val="002560A4"/>
    <w:rsid w:val="00256231"/>
    <w:rsid w:val="00260370"/>
    <w:rsid w:val="00260872"/>
    <w:rsid w:val="0026162A"/>
    <w:rsid w:val="00261AD2"/>
    <w:rsid w:val="00261EC1"/>
    <w:rsid w:val="00264974"/>
    <w:rsid w:val="00265B13"/>
    <w:rsid w:val="00266E47"/>
    <w:rsid w:val="00267A90"/>
    <w:rsid w:val="002735DB"/>
    <w:rsid w:val="00273A63"/>
    <w:rsid w:val="00275C3C"/>
    <w:rsid w:val="002763DF"/>
    <w:rsid w:val="00276B9E"/>
    <w:rsid w:val="00277E7A"/>
    <w:rsid w:val="0028055F"/>
    <w:rsid w:val="00283E34"/>
    <w:rsid w:val="0028518C"/>
    <w:rsid w:val="00286395"/>
    <w:rsid w:val="00287165"/>
    <w:rsid w:val="00287EE7"/>
    <w:rsid w:val="00291359"/>
    <w:rsid w:val="0029425A"/>
    <w:rsid w:val="0029471B"/>
    <w:rsid w:val="002954CC"/>
    <w:rsid w:val="002964BF"/>
    <w:rsid w:val="002974CB"/>
    <w:rsid w:val="002974F8"/>
    <w:rsid w:val="002A5B43"/>
    <w:rsid w:val="002A5F6B"/>
    <w:rsid w:val="002B12B5"/>
    <w:rsid w:val="002B149E"/>
    <w:rsid w:val="002B4312"/>
    <w:rsid w:val="002B5E46"/>
    <w:rsid w:val="002B6481"/>
    <w:rsid w:val="002B6FFE"/>
    <w:rsid w:val="002B70AA"/>
    <w:rsid w:val="002C0716"/>
    <w:rsid w:val="002C227A"/>
    <w:rsid w:val="002C30B7"/>
    <w:rsid w:val="002C39FC"/>
    <w:rsid w:val="002C4AE6"/>
    <w:rsid w:val="002D0D15"/>
    <w:rsid w:val="002D15A4"/>
    <w:rsid w:val="002D2F13"/>
    <w:rsid w:val="002D787A"/>
    <w:rsid w:val="002D7AD4"/>
    <w:rsid w:val="002E0A7E"/>
    <w:rsid w:val="002E1073"/>
    <w:rsid w:val="002E3418"/>
    <w:rsid w:val="002E3A9B"/>
    <w:rsid w:val="002E5369"/>
    <w:rsid w:val="002E5DFD"/>
    <w:rsid w:val="002E5FBB"/>
    <w:rsid w:val="002E75D7"/>
    <w:rsid w:val="002F065C"/>
    <w:rsid w:val="002F09F5"/>
    <w:rsid w:val="002F14CF"/>
    <w:rsid w:val="002F1790"/>
    <w:rsid w:val="002F2733"/>
    <w:rsid w:val="002F2BFE"/>
    <w:rsid w:val="002F36CB"/>
    <w:rsid w:val="002F3CAA"/>
    <w:rsid w:val="002F4761"/>
    <w:rsid w:val="002F62FB"/>
    <w:rsid w:val="002F71AF"/>
    <w:rsid w:val="0030028D"/>
    <w:rsid w:val="00300C92"/>
    <w:rsid w:val="003013B1"/>
    <w:rsid w:val="00303BD6"/>
    <w:rsid w:val="00303F81"/>
    <w:rsid w:val="0031633C"/>
    <w:rsid w:val="00316D26"/>
    <w:rsid w:val="0031713D"/>
    <w:rsid w:val="00317542"/>
    <w:rsid w:val="00321861"/>
    <w:rsid w:val="00323842"/>
    <w:rsid w:val="00324A03"/>
    <w:rsid w:val="00325355"/>
    <w:rsid w:val="0032657A"/>
    <w:rsid w:val="00326BCD"/>
    <w:rsid w:val="003272F0"/>
    <w:rsid w:val="00331754"/>
    <w:rsid w:val="003325AA"/>
    <w:rsid w:val="00333C29"/>
    <w:rsid w:val="003343F1"/>
    <w:rsid w:val="00334C99"/>
    <w:rsid w:val="00334DE9"/>
    <w:rsid w:val="003401A9"/>
    <w:rsid w:val="003424FE"/>
    <w:rsid w:val="003452EA"/>
    <w:rsid w:val="003478C9"/>
    <w:rsid w:val="00350179"/>
    <w:rsid w:val="003515B6"/>
    <w:rsid w:val="00352AA1"/>
    <w:rsid w:val="0035544F"/>
    <w:rsid w:val="0035579B"/>
    <w:rsid w:val="00363587"/>
    <w:rsid w:val="00365D43"/>
    <w:rsid w:val="003713D2"/>
    <w:rsid w:val="003713E5"/>
    <w:rsid w:val="00372382"/>
    <w:rsid w:val="00373187"/>
    <w:rsid w:val="003735B2"/>
    <w:rsid w:val="00373858"/>
    <w:rsid w:val="0037554A"/>
    <w:rsid w:val="003758B0"/>
    <w:rsid w:val="00376C86"/>
    <w:rsid w:val="003805D3"/>
    <w:rsid w:val="0038180E"/>
    <w:rsid w:val="00381C1A"/>
    <w:rsid w:val="00381D84"/>
    <w:rsid w:val="003830C9"/>
    <w:rsid w:val="003922FF"/>
    <w:rsid w:val="003978C2"/>
    <w:rsid w:val="00397D37"/>
    <w:rsid w:val="003A1D85"/>
    <w:rsid w:val="003A256C"/>
    <w:rsid w:val="003A4D7E"/>
    <w:rsid w:val="003A6560"/>
    <w:rsid w:val="003A748E"/>
    <w:rsid w:val="003B1CEA"/>
    <w:rsid w:val="003B27CD"/>
    <w:rsid w:val="003B4B06"/>
    <w:rsid w:val="003C04AB"/>
    <w:rsid w:val="003C27C5"/>
    <w:rsid w:val="003C2DBC"/>
    <w:rsid w:val="003C4B6B"/>
    <w:rsid w:val="003C5159"/>
    <w:rsid w:val="003C5672"/>
    <w:rsid w:val="003C78EE"/>
    <w:rsid w:val="003D2630"/>
    <w:rsid w:val="003D2EBE"/>
    <w:rsid w:val="003D3417"/>
    <w:rsid w:val="003D3B38"/>
    <w:rsid w:val="003D6C01"/>
    <w:rsid w:val="003D75DD"/>
    <w:rsid w:val="003E3893"/>
    <w:rsid w:val="003E4522"/>
    <w:rsid w:val="003E5314"/>
    <w:rsid w:val="003E56BD"/>
    <w:rsid w:val="003E77D0"/>
    <w:rsid w:val="003F0EE8"/>
    <w:rsid w:val="003F36EB"/>
    <w:rsid w:val="003F3943"/>
    <w:rsid w:val="003F458B"/>
    <w:rsid w:val="003F7C2E"/>
    <w:rsid w:val="0040193B"/>
    <w:rsid w:val="00403124"/>
    <w:rsid w:val="004117BE"/>
    <w:rsid w:val="004117DA"/>
    <w:rsid w:val="00414146"/>
    <w:rsid w:val="004179D6"/>
    <w:rsid w:val="00417E8A"/>
    <w:rsid w:val="00421342"/>
    <w:rsid w:val="00425F0A"/>
    <w:rsid w:val="00426D9C"/>
    <w:rsid w:val="00430149"/>
    <w:rsid w:val="00431333"/>
    <w:rsid w:val="004344EC"/>
    <w:rsid w:val="00434764"/>
    <w:rsid w:val="0043548F"/>
    <w:rsid w:val="0045029E"/>
    <w:rsid w:val="00450335"/>
    <w:rsid w:val="00451643"/>
    <w:rsid w:val="00452E7C"/>
    <w:rsid w:val="00452FEA"/>
    <w:rsid w:val="004535D6"/>
    <w:rsid w:val="00460534"/>
    <w:rsid w:val="00460E96"/>
    <w:rsid w:val="00464B0C"/>
    <w:rsid w:val="00470D70"/>
    <w:rsid w:val="00471AC0"/>
    <w:rsid w:val="0047210C"/>
    <w:rsid w:val="00472E5B"/>
    <w:rsid w:val="00475C16"/>
    <w:rsid w:val="004766B1"/>
    <w:rsid w:val="00481101"/>
    <w:rsid w:val="004812A7"/>
    <w:rsid w:val="00481331"/>
    <w:rsid w:val="00482666"/>
    <w:rsid w:val="00482FED"/>
    <w:rsid w:val="00487975"/>
    <w:rsid w:val="00487A2F"/>
    <w:rsid w:val="00491BD0"/>
    <w:rsid w:val="00492EC3"/>
    <w:rsid w:val="00493180"/>
    <w:rsid w:val="004A1BFB"/>
    <w:rsid w:val="004A4847"/>
    <w:rsid w:val="004A48B7"/>
    <w:rsid w:val="004A4C34"/>
    <w:rsid w:val="004A6766"/>
    <w:rsid w:val="004A6D49"/>
    <w:rsid w:val="004B0D81"/>
    <w:rsid w:val="004B0E79"/>
    <w:rsid w:val="004B1EFC"/>
    <w:rsid w:val="004B269A"/>
    <w:rsid w:val="004B4570"/>
    <w:rsid w:val="004B54AD"/>
    <w:rsid w:val="004B5962"/>
    <w:rsid w:val="004C145D"/>
    <w:rsid w:val="004C2127"/>
    <w:rsid w:val="004C3441"/>
    <w:rsid w:val="004C4E9F"/>
    <w:rsid w:val="004D0EBF"/>
    <w:rsid w:val="004D4AC6"/>
    <w:rsid w:val="004D4F73"/>
    <w:rsid w:val="004D4F8A"/>
    <w:rsid w:val="004D60BA"/>
    <w:rsid w:val="004D6773"/>
    <w:rsid w:val="004D7DE2"/>
    <w:rsid w:val="004E12F9"/>
    <w:rsid w:val="004E47B8"/>
    <w:rsid w:val="004E5DC9"/>
    <w:rsid w:val="004E66C9"/>
    <w:rsid w:val="004F1DEE"/>
    <w:rsid w:val="004F4347"/>
    <w:rsid w:val="004F48FE"/>
    <w:rsid w:val="004F5544"/>
    <w:rsid w:val="004F5FC0"/>
    <w:rsid w:val="004F6317"/>
    <w:rsid w:val="004F72E6"/>
    <w:rsid w:val="00500719"/>
    <w:rsid w:val="00507AB9"/>
    <w:rsid w:val="00510E69"/>
    <w:rsid w:val="00511595"/>
    <w:rsid w:val="0051242C"/>
    <w:rsid w:val="0051314F"/>
    <w:rsid w:val="00515D30"/>
    <w:rsid w:val="005163A6"/>
    <w:rsid w:val="00520DBF"/>
    <w:rsid w:val="00520DE8"/>
    <w:rsid w:val="005235D5"/>
    <w:rsid w:val="00524431"/>
    <w:rsid w:val="0052508C"/>
    <w:rsid w:val="005258A4"/>
    <w:rsid w:val="005268C5"/>
    <w:rsid w:val="00531787"/>
    <w:rsid w:val="00531C2C"/>
    <w:rsid w:val="00532289"/>
    <w:rsid w:val="00532933"/>
    <w:rsid w:val="005338A3"/>
    <w:rsid w:val="00534AE2"/>
    <w:rsid w:val="00534B63"/>
    <w:rsid w:val="00534BF1"/>
    <w:rsid w:val="00537ABF"/>
    <w:rsid w:val="00540569"/>
    <w:rsid w:val="00542E14"/>
    <w:rsid w:val="00543277"/>
    <w:rsid w:val="005453F7"/>
    <w:rsid w:val="00550E50"/>
    <w:rsid w:val="00553341"/>
    <w:rsid w:val="00553A0A"/>
    <w:rsid w:val="005551F7"/>
    <w:rsid w:val="005631AC"/>
    <w:rsid w:val="00563C1F"/>
    <w:rsid w:val="00563D8A"/>
    <w:rsid w:val="005659C3"/>
    <w:rsid w:val="00570675"/>
    <w:rsid w:val="00570EE6"/>
    <w:rsid w:val="00576738"/>
    <w:rsid w:val="00577036"/>
    <w:rsid w:val="0058154A"/>
    <w:rsid w:val="00581789"/>
    <w:rsid w:val="00584563"/>
    <w:rsid w:val="005875A3"/>
    <w:rsid w:val="00590972"/>
    <w:rsid w:val="00592894"/>
    <w:rsid w:val="00597745"/>
    <w:rsid w:val="005A401F"/>
    <w:rsid w:val="005A6900"/>
    <w:rsid w:val="005A7091"/>
    <w:rsid w:val="005A7C3B"/>
    <w:rsid w:val="005A7FCF"/>
    <w:rsid w:val="005B22AA"/>
    <w:rsid w:val="005B2428"/>
    <w:rsid w:val="005B3320"/>
    <w:rsid w:val="005B3FEC"/>
    <w:rsid w:val="005B6443"/>
    <w:rsid w:val="005B7E17"/>
    <w:rsid w:val="005C15EB"/>
    <w:rsid w:val="005C1D59"/>
    <w:rsid w:val="005C31C6"/>
    <w:rsid w:val="005C3C60"/>
    <w:rsid w:val="005C4989"/>
    <w:rsid w:val="005C4A07"/>
    <w:rsid w:val="005C4BE9"/>
    <w:rsid w:val="005C6A9B"/>
    <w:rsid w:val="005D0150"/>
    <w:rsid w:val="005D1198"/>
    <w:rsid w:val="005D15F6"/>
    <w:rsid w:val="005D1D7C"/>
    <w:rsid w:val="005D2A1A"/>
    <w:rsid w:val="005D36B0"/>
    <w:rsid w:val="005D58A9"/>
    <w:rsid w:val="005D58E5"/>
    <w:rsid w:val="005D59ED"/>
    <w:rsid w:val="005E1931"/>
    <w:rsid w:val="005E2F19"/>
    <w:rsid w:val="005E5B43"/>
    <w:rsid w:val="005E650B"/>
    <w:rsid w:val="005E7BE2"/>
    <w:rsid w:val="005F0CC7"/>
    <w:rsid w:val="005F0FC4"/>
    <w:rsid w:val="005F2E98"/>
    <w:rsid w:val="005F38A5"/>
    <w:rsid w:val="005F68EC"/>
    <w:rsid w:val="005F6E0C"/>
    <w:rsid w:val="005F7E61"/>
    <w:rsid w:val="00604351"/>
    <w:rsid w:val="00605AA5"/>
    <w:rsid w:val="0060675F"/>
    <w:rsid w:val="006067E5"/>
    <w:rsid w:val="00610150"/>
    <w:rsid w:val="00610447"/>
    <w:rsid w:val="0061148F"/>
    <w:rsid w:val="00613695"/>
    <w:rsid w:val="00614E47"/>
    <w:rsid w:val="00626584"/>
    <w:rsid w:val="0062765E"/>
    <w:rsid w:val="006277AF"/>
    <w:rsid w:val="006314AC"/>
    <w:rsid w:val="006334A4"/>
    <w:rsid w:val="00634638"/>
    <w:rsid w:val="006365DF"/>
    <w:rsid w:val="0064019D"/>
    <w:rsid w:val="0064411B"/>
    <w:rsid w:val="00650B16"/>
    <w:rsid w:val="00653ECB"/>
    <w:rsid w:val="00653FCB"/>
    <w:rsid w:val="00655B15"/>
    <w:rsid w:val="00655D2C"/>
    <w:rsid w:val="00656CD0"/>
    <w:rsid w:val="00657A60"/>
    <w:rsid w:val="00660747"/>
    <w:rsid w:val="00660C54"/>
    <w:rsid w:val="006616FC"/>
    <w:rsid w:val="006621BF"/>
    <w:rsid w:val="00662D1E"/>
    <w:rsid w:val="00662E0B"/>
    <w:rsid w:val="0066443D"/>
    <w:rsid w:val="00666F1A"/>
    <w:rsid w:val="00667B6D"/>
    <w:rsid w:val="0067082F"/>
    <w:rsid w:val="00671054"/>
    <w:rsid w:val="006742B4"/>
    <w:rsid w:val="00674BC2"/>
    <w:rsid w:val="00675F76"/>
    <w:rsid w:val="006775BE"/>
    <w:rsid w:val="006803AA"/>
    <w:rsid w:val="00681F33"/>
    <w:rsid w:val="00685AF8"/>
    <w:rsid w:val="00687216"/>
    <w:rsid w:val="00693AF6"/>
    <w:rsid w:val="006956F2"/>
    <w:rsid w:val="00696988"/>
    <w:rsid w:val="006A1524"/>
    <w:rsid w:val="006A1B07"/>
    <w:rsid w:val="006A2584"/>
    <w:rsid w:val="006A4B15"/>
    <w:rsid w:val="006A535C"/>
    <w:rsid w:val="006A78F8"/>
    <w:rsid w:val="006A7D08"/>
    <w:rsid w:val="006A7DBC"/>
    <w:rsid w:val="006B1A16"/>
    <w:rsid w:val="006B22A8"/>
    <w:rsid w:val="006B2D4C"/>
    <w:rsid w:val="006B2F22"/>
    <w:rsid w:val="006B36BE"/>
    <w:rsid w:val="006B4F40"/>
    <w:rsid w:val="006B6ACD"/>
    <w:rsid w:val="006B7E48"/>
    <w:rsid w:val="006C1569"/>
    <w:rsid w:val="006C3797"/>
    <w:rsid w:val="006C58C6"/>
    <w:rsid w:val="006C6D6F"/>
    <w:rsid w:val="006D0065"/>
    <w:rsid w:val="006D163E"/>
    <w:rsid w:val="006D16FF"/>
    <w:rsid w:val="006D2068"/>
    <w:rsid w:val="006D386E"/>
    <w:rsid w:val="006D4143"/>
    <w:rsid w:val="006D5560"/>
    <w:rsid w:val="006D7230"/>
    <w:rsid w:val="006E0055"/>
    <w:rsid w:val="006E13D2"/>
    <w:rsid w:val="006E534A"/>
    <w:rsid w:val="006E5B2E"/>
    <w:rsid w:val="006E663C"/>
    <w:rsid w:val="006E7F89"/>
    <w:rsid w:val="006F3002"/>
    <w:rsid w:val="006F40D6"/>
    <w:rsid w:val="006F45D4"/>
    <w:rsid w:val="006F5DD5"/>
    <w:rsid w:val="00702D43"/>
    <w:rsid w:val="0070409C"/>
    <w:rsid w:val="00704587"/>
    <w:rsid w:val="00705682"/>
    <w:rsid w:val="007069D1"/>
    <w:rsid w:val="0070778F"/>
    <w:rsid w:val="00715F38"/>
    <w:rsid w:val="00716683"/>
    <w:rsid w:val="007204D5"/>
    <w:rsid w:val="007205E6"/>
    <w:rsid w:val="00721600"/>
    <w:rsid w:val="00722341"/>
    <w:rsid w:val="00724408"/>
    <w:rsid w:val="0073309C"/>
    <w:rsid w:val="00734F35"/>
    <w:rsid w:val="00735A41"/>
    <w:rsid w:val="007371CD"/>
    <w:rsid w:val="00744E27"/>
    <w:rsid w:val="00747FC4"/>
    <w:rsid w:val="00750115"/>
    <w:rsid w:val="007505E4"/>
    <w:rsid w:val="007524BF"/>
    <w:rsid w:val="007524D0"/>
    <w:rsid w:val="007524FB"/>
    <w:rsid w:val="007536CA"/>
    <w:rsid w:val="00761407"/>
    <w:rsid w:val="00761A08"/>
    <w:rsid w:val="00762F1B"/>
    <w:rsid w:val="00770B66"/>
    <w:rsid w:val="00770C6E"/>
    <w:rsid w:val="00771F96"/>
    <w:rsid w:val="007849B0"/>
    <w:rsid w:val="007863B9"/>
    <w:rsid w:val="007871AC"/>
    <w:rsid w:val="0079095B"/>
    <w:rsid w:val="007936DE"/>
    <w:rsid w:val="00795BD7"/>
    <w:rsid w:val="00795CC9"/>
    <w:rsid w:val="00796446"/>
    <w:rsid w:val="007A2F4A"/>
    <w:rsid w:val="007A3440"/>
    <w:rsid w:val="007A639E"/>
    <w:rsid w:val="007A64FB"/>
    <w:rsid w:val="007A66EC"/>
    <w:rsid w:val="007A7090"/>
    <w:rsid w:val="007B79CD"/>
    <w:rsid w:val="007C0C31"/>
    <w:rsid w:val="007C266C"/>
    <w:rsid w:val="007C7540"/>
    <w:rsid w:val="007D161D"/>
    <w:rsid w:val="007D1F9D"/>
    <w:rsid w:val="007D41D5"/>
    <w:rsid w:val="007D796B"/>
    <w:rsid w:val="007E0D71"/>
    <w:rsid w:val="007E24C1"/>
    <w:rsid w:val="007E4DA9"/>
    <w:rsid w:val="007E6961"/>
    <w:rsid w:val="007E7D7F"/>
    <w:rsid w:val="007E7E67"/>
    <w:rsid w:val="007F02B2"/>
    <w:rsid w:val="007F0F59"/>
    <w:rsid w:val="007F1872"/>
    <w:rsid w:val="007F517B"/>
    <w:rsid w:val="007F622F"/>
    <w:rsid w:val="00802965"/>
    <w:rsid w:val="0080314D"/>
    <w:rsid w:val="00806B08"/>
    <w:rsid w:val="008111D9"/>
    <w:rsid w:val="008119C9"/>
    <w:rsid w:val="008155BF"/>
    <w:rsid w:val="008157AB"/>
    <w:rsid w:val="00816DF4"/>
    <w:rsid w:val="00817373"/>
    <w:rsid w:val="008177B2"/>
    <w:rsid w:val="008205CA"/>
    <w:rsid w:val="00820DFA"/>
    <w:rsid w:val="00823CB3"/>
    <w:rsid w:val="008241DE"/>
    <w:rsid w:val="008258A7"/>
    <w:rsid w:val="00830323"/>
    <w:rsid w:val="00830C92"/>
    <w:rsid w:val="00832225"/>
    <w:rsid w:val="00832783"/>
    <w:rsid w:val="00832945"/>
    <w:rsid w:val="00834A43"/>
    <w:rsid w:val="00835717"/>
    <w:rsid w:val="00836E66"/>
    <w:rsid w:val="008421B3"/>
    <w:rsid w:val="008426A9"/>
    <w:rsid w:val="008435E7"/>
    <w:rsid w:val="00843896"/>
    <w:rsid w:val="0084672D"/>
    <w:rsid w:val="00850AEC"/>
    <w:rsid w:val="008516D8"/>
    <w:rsid w:val="008529E7"/>
    <w:rsid w:val="008530DF"/>
    <w:rsid w:val="0085330E"/>
    <w:rsid w:val="00854E44"/>
    <w:rsid w:val="00855FBE"/>
    <w:rsid w:val="00857D76"/>
    <w:rsid w:val="0086224E"/>
    <w:rsid w:val="00863B88"/>
    <w:rsid w:val="00864D2F"/>
    <w:rsid w:val="00865ECA"/>
    <w:rsid w:val="00866E83"/>
    <w:rsid w:val="00870FE6"/>
    <w:rsid w:val="008712A2"/>
    <w:rsid w:val="00871FC6"/>
    <w:rsid w:val="008727E9"/>
    <w:rsid w:val="00872969"/>
    <w:rsid w:val="00872E10"/>
    <w:rsid w:val="00873D7C"/>
    <w:rsid w:val="008760CA"/>
    <w:rsid w:val="00880095"/>
    <w:rsid w:val="00881907"/>
    <w:rsid w:val="00882C50"/>
    <w:rsid w:val="00882F9B"/>
    <w:rsid w:val="00886EF8"/>
    <w:rsid w:val="00890561"/>
    <w:rsid w:val="0089114E"/>
    <w:rsid w:val="008928CF"/>
    <w:rsid w:val="00893559"/>
    <w:rsid w:val="00893B5D"/>
    <w:rsid w:val="00895651"/>
    <w:rsid w:val="008A2981"/>
    <w:rsid w:val="008A3367"/>
    <w:rsid w:val="008A3C21"/>
    <w:rsid w:val="008A4280"/>
    <w:rsid w:val="008B1101"/>
    <w:rsid w:val="008B17AA"/>
    <w:rsid w:val="008B2901"/>
    <w:rsid w:val="008B3155"/>
    <w:rsid w:val="008B3D7E"/>
    <w:rsid w:val="008B58CC"/>
    <w:rsid w:val="008B5AF2"/>
    <w:rsid w:val="008B7E0C"/>
    <w:rsid w:val="008B7F72"/>
    <w:rsid w:val="008C2472"/>
    <w:rsid w:val="008C3BE3"/>
    <w:rsid w:val="008C439E"/>
    <w:rsid w:val="008C467E"/>
    <w:rsid w:val="008C676B"/>
    <w:rsid w:val="008D015B"/>
    <w:rsid w:val="008D4D85"/>
    <w:rsid w:val="008D5098"/>
    <w:rsid w:val="008E03FE"/>
    <w:rsid w:val="008E24A2"/>
    <w:rsid w:val="008E4AC8"/>
    <w:rsid w:val="008E4C61"/>
    <w:rsid w:val="008E65A9"/>
    <w:rsid w:val="008E7BB0"/>
    <w:rsid w:val="008E7FC0"/>
    <w:rsid w:val="008F167B"/>
    <w:rsid w:val="008F6B52"/>
    <w:rsid w:val="008F70D1"/>
    <w:rsid w:val="008F7DC2"/>
    <w:rsid w:val="00900E45"/>
    <w:rsid w:val="0090778F"/>
    <w:rsid w:val="009120BA"/>
    <w:rsid w:val="00912746"/>
    <w:rsid w:val="00913E94"/>
    <w:rsid w:val="009143E8"/>
    <w:rsid w:val="009150DC"/>
    <w:rsid w:val="009160C9"/>
    <w:rsid w:val="00916147"/>
    <w:rsid w:val="00916E4B"/>
    <w:rsid w:val="00917CF2"/>
    <w:rsid w:val="0092284D"/>
    <w:rsid w:val="00923E71"/>
    <w:rsid w:val="009276DE"/>
    <w:rsid w:val="00927AED"/>
    <w:rsid w:val="00927F13"/>
    <w:rsid w:val="00930337"/>
    <w:rsid w:val="00931299"/>
    <w:rsid w:val="00933089"/>
    <w:rsid w:val="009339E1"/>
    <w:rsid w:val="00936D95"/>
    <w:rsid w:val="0094074B"/>
    <w:rsid w:val="00942983"/>
    <w:rsid w:val="00943420"/>
    <w:rsid w:val="009435B5"/>
    <w:rsid w:val="00943682"/>
    <w:rsid w:val="00943FF8"/>
    <w:rsid w:val="0094694D"/>
    <w:rsid w:val="00947125"/>
    <w:rsid w:val="009478AA"/>
    <w:rsid w:val="00947B8A"/>
    <w:rsid w:val="009508EC"/>
    <w:rsid w:val="00950969"/>
    <w:rsid w:val="009517E4"/>
    <w:rsid w:val="009531E9"/>
    <w:rsid w:val="00955333"/>
    <w:rsid w:val="00955CB2"/>
    <w:rsid w:val="00956879"/>
    <w:rsid w:val="009619A9"/>
    <w:rsid w:val="00962416"/>
    <w:rsid w:val="009677C7"/>
    <w:rsid w:val="009715BA"/>
    <w:rsid w:val="00972D6F"/>
    <w:rsid w:val="00972F5B"/>
    <w:rsid w:val="00973615"/>
    <w:rsid w:val="00974A71"/>
    <w:rsid w:val="009754A5"/>
    <w:rsid w:val="00975BA4"/>
    <w:rsid w:val="00982568"/>
    <w:rsid w:val="00982680"/>
    <w:rsid w:val="00982808"/>
    <w:rsid w:val="0098603E"/>
    <w:rsid w:val="00991D16"/>
    <w:rsid w:val="009925BE"/>
    <w:rsid w:val="00993C98"/>
    <w:rsid w:val="00995BAF"/>
    <w:rsid w:val="0099669B"/>
    <w:rsid w:val="009A1A7C"/>
    <w:rsid w:val="009A1EAB"/>
    <w:rsid w:val="009A4207"/>
    <w:rsid w:val="009B08F8"/>
    <w:rsid w:val="009B1B06"/>
    <w:rsid w:val="009B1ED8"/>
    <w:rsid w:val="009B3A5A"/>
    <w:rsid w:val="009B46CF"/>
    <w:rsid w:val="009B5E70"/>
    <w:rsid w:val="009B68C0"/>
    <w:rsid w:val="009C0C0E"/>
    <w:rsid w:val="009C39D0"/>
    <w:rsid w:val="009C3D2F"/>
    <w:rsid w:val="009C5FBB"/>
    <w:rsid w:val="009C65B7"/>
    <w:rsid w:val="009D0FD0"/>
    <w:rsid w:val="009D26FB"/>
    <w:rsid w:val="009D2742"/>
    <w:rsid w:val="009D3763"/>
    <w:rsid w:val="009D3F93"/>
    <w:rsid w:val="009D4A7B"/>
    <w:rsid w:val="009D7C86"/>
    <w:rsid w:val="009E16A2"/>
    <w:rsid w:val="009E1FFA"/>
    <w:rsid w:val="009E34D2"/>
    <w:rsid w:val="009E4250"/>
    <w:rsid w:val="009E766A"/>
    <w:rsid w:val="009F1415"/>
    <w:rsid w:val="009F19B7"/>
    <w:rsid w:val="009F2920"/>
    <w:rsid w:val="009F3178"/>
    <w:rsid w:val="009F36AA"/>
    <w:rsid w:val="009F3AD9"/>
    <w:rsid w:val="009F6689"/>
    <w:rsid w:val="00A01AD8"/>
    <w:rsid w:val="00A04985"/>
    <w:rsid w:val="00A049D7"/>
    <w:rsid w:val="00A050CE"/>
    <w:rsid w:val="00A06AE0"/>
    <w:rsid w:val="00A10113"/>
    <w:rsid w:val="00A1226A"/>
    <w:rsid w:val="00A13F9D"/>
    <w:rsid w:val="00A21D61"/>
    <w:rsid w:val="00A230A2"/>
    <w:rsid w:val="00A237C2"/>
    <w:rsid w:val="00A27276"/>
    <w:rsid w:val="00A3360B"/>
    <w:rsid w:val="00A3512A"/>
    <w:rsid w:val="00A35EC4"/>
    <w:rsid w:val="00A4093F"/>
    <w:rsid w:val="00A41329"/>
    <w:rsid w:val="00A43D36"/>
    <w:rsid w:val="00A451D5"/>
    <w:rsid w:val="00A45EE1"/>
    <w:rsid w:val="00A5019B"/>
    <w:rsid w:val="00A50ED8"/>
    <w:rsid w:val="00A51149"/>
    <w:rsid w:val="00A51CFE"/>
    <w:rsid w:val="00A52055"/>
    <w:rsid w:val="00A52CD6"/>
    <w:rsid w:val="00A537A0"/>
    <w:rsid w:val="00A55524"/>
    <w:rsid w:val="00A564A0"/>
    <w:rsid w:val="00A5666F"/>
    <w:rsid w:val="00A63AA0"/>
    <w:rsid w:val="00A64031"/>
    <w:rsid w:val="00A664A1"/>
    <w:rsid w:val="00A678DE"/>
    <w:rsid w:val="00A72D76"/>
    <w:rsid w:val="00A73E69"/>
    <w:rsid w:val="00A748B0"/>
    <w:rsid w:val="00A754E0"/>
    <w:rsid w:val="00A75CBA"/>
    <w:rsid w:val="00A75D9F"/>
    <w:rsid w:val="00A767EB"/>
    <w:rsid w:val="00A823F1"/>
    <w:rsid w:val="00A8253D"/>
    <w:rsid w:val="00A83BAB"/>
    <w:rsid w:val="00A95197"/>
    <w:rsid w:val="00A95B22"/>
    <w:rsid w:val="00A95C7D"/>
    <w:rsid w:val="00A976C5"/>
    <w:rsid w:val="00AA472F"/>
    <w:rsid w:val="00AA4C05"/>
    <w:rsid w:val="00AB272E"/>
    <w:rsid w:val="00AB49B1"/>
    <w:rsid w:val="00AB4A17"/>
    <w:rsid w:val="00AC1625"/>
    <w:rsid w:val="00AC27EA"/>
    <w:rsid w:val="00AC3BC9"/>
    <w:rsid w:val="00AC6C82"/>
    <w:rsid w:val="00AD03BD"/>
    <w:rsid w:val="00AD2858"/>
    <w:rsid w:val="00AE028C"/>
    <w:rsid w:val="00AE0651"/>
    <w:rsid w:val="00AE06C0"/>
    <w:rsid w:val="00AE0C52"/>
    <w:rsid w:val="00AE30D9"/>
    <w:rsid w:val="00AE38F1"/>
    <w:rsid w:val="00AE6323"/>
    <w:rsid w:val="00AE6678"/>
    <w:rsid w:val="00AE7A3C"/>
    <w:rsid w:val="00AF01F6"/>
    <w:rsid w:val="00AF1B4B"/>
    <w:rsid w:val="00AF4F0A"/>
    <w:rsid w:val="00AF5B57"/>
    <w:rsid w:val="00AF5F75"/>
    <w:rsid w:val="00B00EBD"/>
    <w:rsid w:val="00B010FA"/>
    <w:rsid w:val="00B018E3"/>
    <w:rsid w:val="00B01A69"/>
    <w:rsid w:val="00B0531C"/>
    <w:rsid w:val="00B05336"/>
    <w:rsid w:val="00B064E1"/>
    <w:rsid w:val="00B148FD"/>
    <w:rsid w:val="00B174CB"/>
    <w:rsid w:val="00B17705"/>
    <w:rsid w:val="00B2281D"/>
    <w:rsid w:val="00B22BA5"/>
    <w:rsid w:val="00B236FE"/>
    <w:rsid w:val="00B24851"/>
    <w:rsid w:val="00B255DD"/>
    <w:rsid w:val="00B258DC"/>
    <w:rsid w:val="00B31641"/>
    <w:rsid w:val="00B32C63"/>
    <w:rsid w:val="00B33111"/>
    <w:rsid w:val="00B33C99"/>
    <w:rsid w:val="00B341A5"/>
    <w:rsid w:val="00B35779"/>
    <w:rsid w:val="00B3646F"/>
    <w:rsid w:val="00B369B7"/>
    <w:rsid w:val="00B40D81"/>
    <w:rsid w:val="00B44D63"/>
    <w:rsid w:val="00B50D8F"/>
    <w:rsid w:val="00B5167E"/>
    <w:rsid w:val="00B52599"/>
    <w:rsid w:val="00B52FCB"/>
    <w:rsid w:val="00B53CC7"/>
    <w:rsid w:val="00B54985"/>
    <w:rsid w:val="00B5732D"/>
    <w:rsid w:val="00B63026"/>
    <w:rsid w:val="00B63BC8"/>
    <w:rsid w:val="00B66AD4"/>
    <w:rsid w:val="00B72EB2"/>
    <w:rsid w:val="00B73EC8"/>
    <w:rsid w:val="00B80D92"/>
    <w:rsid w:val="00B81AE8"/>
    <w:rsid w:val="00B940E3"/>
    <w:rsid w:val="00B94B74"/>
    <w:rsid w:val="00B95A49"/>
    <w:rsid w:val="00B973B7"/>
    <w:rsid w:val="00B97D0B"/>
    <w:rsid w:val="00BA1EA9"/>
    <w:rsid w:val="00BA3990"/>
    <w:rsid w:val="00BA736D"/>
    <w:rsid w:val="00BB0260"/>
    <w:rsid w:val="00BB0AE3"/>
    <w:rsid w:val="00BB290A"/>
    <w:rsid w:val="00BB2CAA"/>
    <w:rsid w:val="00BB4645"/>
    <w:rsid w:val="00BB5545"/>
    <w:rsid w:val="00BB6510"/>
    <w:rsid w:val="00BB6B11"/>
    <w:rsid w:val="00BB7201"/>
    <w:rsid w:val="00BC1FE1"/>
    <w:rsid w:val="00BC20E8"/>
    <w:rsid w:val="00BC2791"/>
    <w:rsid w:val="00BC471D"/>
    <w:rsid w:val="00BC49E7"/>
    <w:rsid w:val="00BC4E5F"/>
    <w:rsid w:val="00BD0210"/>
    <w:rsid w:val="00BD10B7"/>
    <w:rsid w:val="00BD2A18"/>
    <w:rsid w:val="00BD3CB1"/>
    <w:rsid w:val="00BD4524"/>
    <w:rsid w:val="00BD4887"/>
    <w:rsid w:val="00BD50B6"/>
    <w:rsid w:val="00BD5484"/>
    <w:rsid w:val="00BD69C7"/>
    <w:rsid w:val="00BE0D08"/>
    <w:rsid w:val="00BE1EC4"/>
    <w:rsid w:val="00BE248C"/>
    <w:rsid w:val="00BE34F0"/>
    <w:rsid w:val="00BE6B72"/>
    <w:rsid w:val="00BE7AF9"/>
    <w:rsid w:val="00BE7DB3"/>
    <w:rsid w:val="00BF2485"/>
    <w:rsid w:val="00BF29AB"/>
    <w:rsid w:val="00BF38CC"/>
    <w:rsid w:val="00BF673E"/>
    <w:rsid w:val="00C00743"/>
    <w:rsid w:val="00C00A49"/>
    <w:rsid w:val="00C01205"/>
    <w:rsid w:val="00C02B65"/>
    <w:rsid w:val="00C03E07"/>
    <w:rsid w:val="00C03EF6"/>
    <w:rsid w:val="00C0422A"/>
    <w:rsid w:val="00C06155"/>
    <w:rsid w:val="00C072E3"/>
    <w:rsid w:val="00C10169"/>
    <w:rsid w:val="00C10D1D"/>
    <w:rsid w:val="00C11E12"/>
    <w:rsid w:val="00C13DD8"/>
    <w:rsid w:val="00C14AB6"/>
    <w:rsid w:val="00C15195"/>
    <w:rsid w:val="00C24093"/>
    <w:rsid w:val="00C25ED0"/>
    <w:rsid w:val="00C25F54"/>
    <w:rsid w:val="00C30426"/>
    <w:rsid w:val="00C3107F"/>
    <w:rsid w:val="00C32855"/>
    <w:rsid w:val="00C337B6"/>
    <w:rsid w:val="00C35251"/>
    <w:rsid w:val="00C442A2"/>
    <w:rsid w:val="00C4580F"/>
    <w:rsid w:val="00C4590D"/>
    <w:rsid w:val="00C46138"/>
    <w:rsid w:val="00C519C1"/>
    <w:rsid w:val="00C54F99"/>
    <w:rsid w:val="00C61092"/>
    <w:rsid w:val="00C614CE"/>
    <w:rsid w:val="00C614D0"/>
    <w:rsid w:val="00C62B3A"/>
    <w:rsid w:val="00C640E3"/>
    <w:rsid w:val="00C64675"/>
    <w:rsid w:val="00C6646E"/>
    <w:rsid w:val="00C70803"/>
    <w:rsid w:val="00C7353D"/>
    <w:rsid w:val="00C76B14"/>
    <w:rsid w:val="00C76DE8"/>
    <w:rsid w:val="00C80E55"/>
    <w:rsid w:val="00C81E16"/>
    <w:rsid w:val="00C842E8"/>
    <w:rsid w:val="00C849A2"/>
    <w:rsid w:val="00C853F2"/>
    <w:rsid w:val="00C86F47"/>
    <w:rsid w:val="00C903BA"/>
    <w:rsid w:val="00C90417"/>
    <w:rsid w:val="00C922CF"/>
    <w:rsid w:val="00C927BE"/>
    <w:rsid w:val="00C93B62"/>
    <w:rsid w:val="00C96329"/>
    <w:rsid w:val="00CA0D14"/>
    <w:rsid w:val="00CA21BE"/>
    <w:rsid w:val="00CA4CF5"/>
    <w:rsid w:val="00CA5219"/>
    <w:rsid w:val="00CA524C"/>
    <w:rsid w:val="00CA6F69"/>
    <w:rsid w:val="00CA7D12"/>
    <w:rsid w:val="00CA7ED7"/>
    <w:rsid w:val="00CB0857"/>
    <w:rsid w:val="00CB0DA3"/>
    <w:rsid w:val="00CB0E7A"/>
    <w:rsid w:val="00CB345B"/>
    <w:rsid w:val="00CB3799"/>
    <w:rsid w:val="00CC54E6"/>
    <w:rsid w:val="00CD178C"/>
    <w:rsid w:val="00CD1C78"/>
    <w:rsid w:val="00CD3A63"/>
    <w:rsid w:val="00CD4718"/>
    <w:rsid w:val="00CD5D3B"/>
    <w:rsid w:val="00CD6023"/>
    <w:rsid w:val="00CD71CF"/>
    <w:rsid w:val="00CE21B7"/>
    <w:rsid w:val="00CE24D6"/>
    <w:rsid w:val="00CE45FF"/>
    <w:rsid w:val="00CE4A02"/>
    <w:rsid w:val="00CE4C7A"/>
    <w:rsid w:val="00CE547A"/>
    <w:rsid w:val="00CE5DED"/>
    <w:rsid w:val="00CE6C0C"/>
    <w:rsid w:val="00CF012C"/>
    <w:rsid w:val="00CF0CE4"/>
    <w:rsid w:val="00CF2186"/>
    <w:rsid w:val="00CF239F"/>
    <w:rsid w:val="00CF333B"/>
    <w:rsid w:val="00CF5464"/>
    <w:rsid w:val="00CF5FF9"/>
    <w:rsid w:val="00CF7363"/>
    <w:rsid w:val="00CF77DC"/>
    <w:rsid w:val="00CF7EEC"/>
    <w:rsid w:val="00D00119"/>
    <w:rsid w:val="00D013DA"/>
    <w:rsid w:val="00D01736"/>
    <w:rsid w:val="00D03B54"/>
    <w:rsid w:val="00D044F6"/>
    <w:rsid w:val="00D06924"/>
    <w:rsid w:val="00D10377"/>
    <w:rsid w:val="00D12881"/>
    <w:rsid w:val="00D13F7B"/>
    <w:rsid w:val="00D15EBC"/>
    <w:rsid w:val="00D165A8"/>
    <w:rsid w:val="00D21C4E"/>
    <w:rsid w:val="00D22E85"/>
    <w:rsid w:val="00D3498D"/>
    <w:rsid w:val="00D42236"/>
    <w:rsid w:val="00D434E6"/>
    <w:rsid w:val="00D466C3"/>
    <w:rsid w:val="00D4689E"/>
    <w:rsid w:val="00D502CE"/>
    <w:rsid w:val="00D517A7"/>
    <w:rsid w:val="00D51D58"/>
    <w:rsid w:val="00D5330E"/>
    <w:rsid w:val="00D55317"/>
    <w:rsid w:val="00D60BAA"/>
    <w:rsid w:val="00D60C8C"/>
    <w:rsid w:val="00D6505F"/>
    <w:rsid w:val="00D73082"/>
    <w:rsid w:val="00D77C10"/>
    <w:rsid w:val="00D804FB"/>
    <w:rsid w:val="00D805DE"/>
    <w:rsid w:val="00D80DF1"/>
    <w:rsid w:val="00D834EA"/>
    <w:rsid w:val="00D8366D"/>
    <w:rsid w:val="00D846D9"/>
    <w:rsid w:val="00D852B3"/>
    <w:rsid w:val="00D929D4"/>
    <w:rsid w:val="00D93392"/>
    <w:rsid w:val="00D97107"/>
    <w:rsid w:val="00D97716"/>
    <w:rsid w:val="00D97BE8"/>
    <w:rsid w:val="00DA1519"/>
    <w:rsid w:val="00DA167B"/>
    <w:rsid w:val="00DA2288"/>
    <w:rsid w:val="00DA600F"/>
    <w:rsid w:val="00DA6957"/>
    <w:rsid w:val="00DB2F24"/>
    <w:rsid w:val="00DB48E5"/>
    <w:rsid w:val="00DB4AB0"/>
    <w:rsid w:val="00DB54A6"/>
    <w:rsid w:val="00DB5A39"/>
    <w:rsid w:val="00DB79AE"/>
    <w:rsid w:val="00DC15D1"/>
    <w:rsid w:val="00DC343D"/>
    <w:rsid w:val="00DD4543"/>
    <w:rsid w:val="00DD6751"/>
    <w:rsid w:val="00DD686C"/>
    <w:rsid w:val="00DD730F"/>
    <w:rsid w:val="00DE25E5"/>
    <w:rsid w:val="00DE2D0E"/>
    <w:rsid w:val="00DE2ED5"/>
    <w:rsid w:val="00DE389F"/>
    <w:rsid w:val="00DE3E43"/>
    <w:rsid w:val="00DE6873"/>
    <w:rsid w:val="00DE703C"/>
    <w:rsid w:val="00DE718D"/>
    <w:rsid w:val="00DE7890"/>
    <w:rsid w:val="00DF1C59"/>
    <w:rsid w:val="00DF2283"/>
    <w:rsid w:val="00DF7B2A"/>
    <w:rsid w:val="00E0055D"/>
    <w:rsid w:val="00E022B6"/>
    <w:rsid w:val="00E023B7"/>
    <w:rsid w:val="00E02D13"/>
    <w:rsid w:val="00E04422"/>
    <w:rsid w:val="00E0625D"/>
    <w:rsid w:val="00E066D6"/>
    <w:rsid w:val="00E06834"/>
    <w:rsid w:val="00E06BA4"/>
    <w:rsid w:val="00E11E61"/>
    <w:rsid w:val="00E15CA9"/>
    <w:rsid w:val="00E16707"/>
    <w:rsid w:val="00E2371D"/>
    <w:rsid w:val="00E24A8A"/>
    <w:rsid w:val="00E24C5B"/>
    <w:rsid w:val="00E2575B"/>
    <w:rsid w:val="00E25BCA"/>
    <w:rsid w:val="00E25F12"/>
    <w:rsid w:val="00E266B1"/>
    <w:rsid w:val="00E27D3A"/>
    <w:rsid w:val="00E32437"/>
    <w:rsid w:val="00E32F2C"/>
    <w:rsid w:val="00E332AC"/>
    <w:rsid w:val="00E376C9"/>
    <w:rsid w:val="00E37887"/>
    <w:rsid w:val="00E41C9C"/>
    <w:rsid w:val="00E43226"/>
    <w:rsid w:val="00E43657"/>
    <w:rsid w:val="00E46848"/>
    <w:rsid w:val="00E46C7A"/>
    <w:rsid w:val="00E5248F"/>
    <w:rsid w:val="00E53331"/>
    <w:rsid w:val="00E54D5E"/>
    <w:rsid w:val="00E564D5"/>
    <w:rsid w:val="00E57612"/>
    <w:rsid w:val="00E60457"/>
    <w:rsid w:val="00E61DC0"/>
    <w:rsid w:val="00E62390"/>
    <w:rsid w:val="00E64478"/>
    <w:rsid w:val="00E678CB"/>
    <w:rsid w:val="00E67F7E"/>
    <w:rsid w:val="00E70FAB"/>
    <w:rsid w:val="00E71458"/>
    <w:rsid w:val="00E72F04"/>
    <w:rsid w:val="00E75D9F"/>
    <w:rsid w:val="00E76710"/>
    <w:rsid w:val="00E768D7"/>
    <w:rsid w:val="00E7771C"/>
    <w:rsid w:val="00E7783F"/>
    <w:rsid w:val="00E779D6"/>
    <w:rsid w:val="00E80977"/>
    <w:rsid w:val="00E84438"/>
    <w:rsid w:val="00E903D5"/>
    <w:rsid w:val="00E9201D"/>
    <w:rsid w:val="00E927BD"/>
    <w:rsid w:val="00E928A6"/>
    <w:rsid w:val="00E935E1"/>
    <w:rsid w:val="00E93790"/>
    <w:rsid w:val="00E94511"/>
    <w:rsid w:val="00E9532C"/>
    <w:rsid w:val="00EA5264"/>
    <w:rsid w:val="00EA6867"/>
    <w:rsid w:val="00EA7325"/>
    <w:rsid w:val="00EB0B2A"/>
    <w:rsid w:val="00EB1767"/>
    <w:rsid w:val="00EB1B95"/>
    <w:rsid w:val="00EB2D0D"/>
    <w:rsid w:val="00EB5A61"/>
    <w:rsid w:val="00EB63FE"/>
    <w:rsid w:val="00EB7698"/>
    <w:rsid w:val="00EC060A"/>
    <w:rsid w:val="00EC4E59"/>
    <w:rsid w:val="00EC7419"/>
    <w:rsid w:val="00ED3574"/>
    <w:rsid w:val="00ED57DB"/>
    <w:rsid w:val="00ED6A19"/>
    <w:rsid w:val="00EE6429"/>
    <w:rsid w:val="00EE6555"/>
    <w:rsid w:val="00EF3DE2"/>
    <w:rsid w:val="00EF4B98"/>
    <w:rsid w:val="00EF6A50"/>
    <w:rsid w:val="00EF76DD"/>
    <w:rsid w:val="00EF7A50"/>
    <w:rsid w:val="00F04262"/>
    <w:rsid w:val="00F07180"/>
    <w:rsid w:val="00F07A0E"/>
    <w:rsid w:val="00F1125E"/>
    <w:rsid w:val="00F122ED"/>
    <w:rsid w:val="00F1289D"/>
    <w:rsid w:val="00F14837"/>
    <w:rsid w:val="00F15356"/>
    <w:rsid w:val="00F15A23"/>
    <w:rsid w:val="00F15B05"/>
    <w:rsid w:val="00F213A0"/>
    <w:rsid w:val="00F32221"/>
    <w:rsid w:val="00F336B5"/>
    <w:rsid w:val="00F33860"/>
    <w:rsid w:val="00F35263"/>
    <w:rsid w:val="00F364FF"/>
    <w:rsid w:val="00F404BB"/>
    <w:rsid w:val="00F4332A"/>
    <w:rsid w:val="00F46623"/>
    <w:rsid w:val="00F46762"/>
    <w:rsid w:val="00F4780E"/>
    <w:rsid w:val="00F502F6"/>
    <w:rsid w:val="00F50664"/>
    <w:rsid w:val="00F53614"/>
    <w:rsid w:val="00F544A2"/>
    <w:rsid w:val="00F6145E"/>
    <w:rsid w:val="00F62175"/>
    <w:rsid w:val="00F62B21"/>
    <w:rsid w:val="00F63D7C"/>
    <w:rsid w:val="00F67C6C"/>
    <w:rsid w:val="00F71E60"/>
    <w:rsid w:val="00F7347A"/>
    <w:rsid w:val="00F74C6B"/>
    <w:rsid w:val="00F75B09"/>
    <w:rsid w:val="00F7780F"/>
    <w:rsid w:val="00F80C09"/>
    <w:rsid w:val="00F849CA"/>
    <w:rsid w:val="00F854B5"/>
    <w:rsid w:val="00F85AFE"/>
    <w:rsid w:val="00F85B60"/>
    <w:rsid w:val="00F85D70"/>
    <w:rsid w:val="00F8795E"/>
    <w:rsid w:val="00F92736"/>
    <w:rsid w:val="00F953C2"/>
    <w:rsid w:val="00F97B8F"/>
    <w:rsid w:val="00FA04B8"/>
    <w:rsid w:val="00FA1DF6"/>
    <w:rsid w:val="00FA59D1"/>
    <w:rsid w:val="00FB1F43"/>
    <w:rsid w:val="00FB3887"/>
    <w:rsid w:val="00FB3A82"/>
    <w:rsid w:val="00FB4028"/>
    <w:rsid w:val="00FB70B5"/>
    <w:rsid w:val="00FB7BF9"/>
    <w:rsid w:val="00FC046B"/>
    <w:rsid w:val="00FC0ED1"/>
    <w:rsid w:val="00FC3685"/>
    <w:rsid w:val="00FC4987"/>
    <w:rsid w:val="00FC4D93"/>
    <w:rsid w:val="00FC5014"/>
    <w:rsid w:val="00FC5525"/>
    <w:rsid w:val="00FC57D7"/>
    <w:rsid w:val="00FC7007"/>
    <w:rsid w:val="00FD38C9"/>
    <w:rsid w:val="00FD3FF7"/>
    <w:rsid w:val="00FD47B4"/>
    <w:rsid w:val="00FD6183"/>
    <w:rsid w:val="00FD6B33"/>
    <w:rsid w:val="00FD7984"/>
    <w:rsid w:val="00FE335E"/>
    <w:rsid w:val="00FE494C"/>
    <w:rsid w:val="00FF14A2"/>
    <w:rsid w:val="00FF1FA8"/>
    <w:rsid w:val="00FF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AA0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3AA0"/>
    <w:pPr>
      <w:keepNext/>
      <w:tabs>
        <w:tab w:val="num" w:pos="0"/>
      </w:tabs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3B38"/>
    <w:pPr>
      <w:keepNext/>
      <w:widowControl w:val="0"/>
      <w:shd w:val="clear" w:color="auto" w:fill="FFFFFF"/>
      <w:tabs>
        <w:tab w:val="num" w:pos="0"/>
      </w:tabs>
      <w:autoSpaceDE w:val="0"/>
      <w:spacing w:before="418"/>
      <w:ind w:left="1944"/>
      <w:outlineLvl w:val="2"/>
    </w:pPr>
    <w:rPr>
      <w:b/>
      <w:bCs/>
      <w:color w:val="000000"/>
      <w:spacing w:val="-11"/>
      <w:sz w:val="37"/>
      <w:szCs w:val="37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01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B7201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1331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2D81"/>
    <w:rPr>
      <w:b/>
      <w:bCs/>
      <w:sz w:val="24"/>
      <w:szCs w:val="24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2D81"/>
    <w:rPr>
      <w:b/>
      <w:bCs/>
      <w:color w:val="000000"/>
      <w:spacing w:val="-11"/>
      <w:sz w:val="37"/>
      <w:szCs w:val="37"/>
      <w:shd w:val="clear" w:color="auto" w:fill="FFFFFF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D015B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52D81"/>
    <w:rPr>
      <w:b/>
      <w:bCs/>
      <w:sz w:val="22"/>
      <w:szCs w:val="22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52D81"/>
    <w:rPr>
      <w:i/>
      <w:iCs/>
      <w:sz w:val="24"/>
      <w:szCs w:val="24"/>
      <w:lang w:eastAsia="ar-SA" w:bidi="ar-SA"/>
    </w:rPr>
  </w:style>
  <w:style w:type="paragraph" w:customStyle="1" w:styleId="a">
    <w:name w:val="Знак"/>
    <w:basedOn w:val="Normal"/>
    <w:uiPriority w:val="99"/>
    <w:rsid w:val="00947125"/>
    <w:pPr>
      <w:widowControl w:val="0"/>
      <w:tabs>
        <w:tab w:val="num" w:pos="1315"/>
      </w:tabs>
      <w:suppressAutoHyphens w:val="0"/>
      <w:adjustRightInd w:val="0"/>
      <w:spacing w:after="160" w:line="240" w:lineRule="exact"/>
      <w:ind w:left="1315" w:hanging="180"/>
      <w:jc w:val="center"/>
    </w:pPr>
    <w:rPr>
      <w:rFonts w:ascii="Arial CYR" w:hAnsi="Arial CYR" w:cs="Arial CYR"/>
      <w:b/>
      <w:bCs/>
      <w:i/>
      <w:iCs/>
      <w:sz w:val="28"/>
      <w:szCs w:val="28"/>
      <w:lang w:val="en-GB" w:eastAsia="en-US"/>
    </w:rPr>
  </w:style>
  <w:style w:type="character" w:customStyle="1" w:styleId="WW8Num1z0">
    <w:name w:val="WW8Num1z0"/>
    <w:uiPriority w:val="99"/>
    <w:rsid w:val="00A63AA0"/>
  </w:style>
  <w:style w:type="character" w:customStyle="1" w:styleId="Absatz-Standardschriftart">
    <w:name w:val="Absatz-Standardschriftart"/>
    <w:uiPriority w:val="99"/>
    <w:rsid w:val="00A63AA0"/>
  </w:style>
  <w:style w:type="character" w:customStyle="1" w:styleId="WW-Absatz-Standardschriftart">
    <w:name w:val="WW-Absatz-Standardschriftart"/>
    <w:uiPriority w:val="99"/>
    <w:rsid w:val="00A63AA0"/>
  </w:style>
  <w:style w:type="character" w:customStyle="1" w:styleId="WW8Num2z0">
    <w:name w:val="WW8Num2z0"/>
    <w:uiPriority w:val="99"/>
    <w:rsid w:val="00A63AA0"/>
  </w:style>
  <w:style w:type="character" w:customStyle="1" w:styleId="WW8Num3z0">
    <w:name w:val="WW8Num3z0"/>
    <w:uiPriority w:val="99"/>
    <w:rsid w:val="00A63AA0"/>
    <w:rPr>
      <w:b/>
      <w:bCs/>
    </w:rPr>
  </w:style>
  <w:style w:type="character" w:customStyle="1" w:styleId="WW-Absatz-Standardschriftart1">
    <w:name w:val="WW-Absatz-Standardschriftart1"/>
    <w:uiPriority w:val="99"/>
    <w:rsid w:val="00A63AA0"/>
  </w:style>
  <w:style w:type="character" w:customStyle="1" w:styleId="WW-Absatz-Standardschriftart11">
    <w:name w:val="WW-Absatz-Standardschriftart11"/>
    <w:uiPriority w:val="99"/>
    <w:rsid w:val="00A63AA0"/>
  </w:style>
  <w:style w:type="character" w:customStyle="1" w:styleId="WW-Absatz-Standardschriftart111">
    <w:name w:val="WW-Absatz-Standardschriftart111"/>
    <w:uiPriority w:val="99"/>
    <w:rsid w:val="00A63AA0"/>
  </w:style>
  <w:style w:type="character" w:customStyle="1" w:styleId="WW-Absatz-Standardschriftart1111">
    <w:name w:val="WW-Absatz-Standardschriftart1111"/>
    <w:uiPriority w:val="99"/>
    <w:rsid w:val="00A63AA0"/>
  </w:style>
  <w:style w:type="character" w:customStyle="1" w:styleId="WW-Absatz-Standardschriftart11111">
    <w:name w:val="WW-Absatz-Standardschriftart11111"/>
    <w:uiPriority w:val="99"/>
    <w:rsid w:val="00A63AA0"/>
  </w:style>
  <w:style w:type="character" w:customStyle="1" w:styleId="WW-Absatz-Standardschriftart111111">
    <w:name w:val="WW-Absatz-Standardschriftart111111"/>
    <w:uiPriority w:val="99"/>
    <w:rsid w:val="00A63AA0"/>
  </w:style>
  <w:style w:type="character" w:customStyle="1" w:styleId="WW-Absatz-Standardschriftart1111111">
    <w:name w:val="WW-Absatz-Standardschriftart1111111"/>
    <w:uiPriority w:val="99"/>
    <w:rsid w:val="00A63AA0"/>
  </w:style>
  <w:style w:type="character" w:customStyle="1" w:styleId="WW-Absatz-Standardschriftart11111111">
    <w:name w:val="WW-Absatz-Standardschriftart11111111"/>
    <w:uiPriority w:val="99"/>
    <w:rsid w:val="00A63AA0"/>
  </w:style>
  <w:style w:type="character" w:customStyle="1" w:styleId="3">
    <w:name w:val="Основной шрифт абзаца3"/>
    <w:uiPriority w:val="99"/>
    <w:rsid w:val="00A63AA0"/>
  </w:style>
  <w:style w:type="character" w:customStyle="1" w:styleId="WW-Absatz-Standardschriftart111111111">
    <w:name w:val="WW-Absatz-Standardschriftart111111111"/>
    <w:uiPriority w:val="99"/>
    <w:rsid w:val="00A63AA0"/>
  </w:style>
  <w:style w:type="character" w:customStyle="1" w:styleId="WW-Absatz-Standardschriftart1111111111">
    <w:name w:val="WW-Absatz-Standardschriftart1111111111"/>
    <w:uiPriority w:val="99"/>
    <w:rsid w:val="00A63AA0"/>
  </w:style>
  <w:style w:type="character" w:customStyle="1" w:styleId="2">
    <w:name w:val="Основной шрифт абзаца2"/>
    <w:uiPriority w:val="99"/>
    <w:rsid w:val="00A63AA0"/>
  </w:style>
  <w:style w:type="character" w:customStyle="1" w:styleId="1">
    <w:name w:val="Основной шрифт абзаца1"/>
    <w:uiPriority w:val="99"/>
    <w:rsid w:val="00A63AA0"/>
  </w:style>
  <w:style w:type="character" w:styleId="PageNumber">
    <w:name w:val="page number"/>
    <w:basedOn w:val="1"/>
    <w:uiPriority w:val="99"/>
    <w:rsid w:val="00A63AA0"/>
  </w:style>
  <w:style w:type="character" w:customStyle="1" w:styleId="a0">
    <w:name w:val="Символ нумерации"/>
    <w:uiPriority w:val="99"/>
    <w:rsid w:val="00A63AA0"/>
    <w:rPr>
      <w:b/>
      <w:bCs/>
    </w:rPr>
  </w:style>
  <w:style w:type="character" w:customStyle="1" w:styleId="a1">
    <w:name w:val="Маркеры списка"/>
    <w:uiPriority w:val="99"/>
    <w:rsid w:val="00A63AA0"/>
    <w:rPr>
      <w:rFonts w:ascii="StarSymbol" w:eastAsia="StarSymbol" w:hAnsi="StarSymbol" w:cs="StarSymbol"/>
      <w:sz w:val="18"/>
      <w:szCs w:val="18"/>
    </w:rPr>
  </w:style>
  <w:style w:type="paragraph" w:customStyle="1" w:styleId="a2">
    <w:name w:val="Заголовок"/>
    <w:basedOn w:val="Normal"/>
    <w:next w:val="BodyText"/>
    <w:uiPriority w:val="99"/>
    <w:rsid w:val="00A63AA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63A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52D81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A63AA0"/>
  </w:style>
  <w:style w:type="paragraph" w:customStyle="1" w:styleId="30">
    <w:name w:val="Название3"/>
    <w:basedOn w:val="Normal"/>
    <w:uiPriority w:val="99"/>
    <w:rsid w:val="00A63AA0"/>
    <w:pPr>
      <w:suppressLineNumbers/>
      <w:spacing w:before="120" w:after="120"/>
    </w:pPr>
    <w:rPr>
      <w:i/>
      <w:iCs/>
    </w:rPr>
  </w:style>
  <w:style w:type="paragraph" w:customStyle="1" w:styleId="31">
    <w:name w:val="Указатель3"/>
    <w:basedOn w:val="Normal"/>
    <w:uiPriority w:val="99"/>
    <w:rsid w:val="00A63AA0"/>
    <w:pPr>
      <w:suppressLineNumbers/>
    </w:pPr>
  </w:style>
  <w:style w:type="paragraph" w:customStyle="1" w:styleId="20">
    <w:name w:val="Название2"/>
    <w:basedOn w:val="Normal"/>
    <w:uiPriority w:val="99"/>
    <w:rsid w:val="00A63AA0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Normal"/>
    <w:uiPriority w:val="99"/>
    <w:rsid w:val="00A63AA0"/>
    <w:pPr>
      <w:suppressLineNumbers/>
    </w:pPr>
  </w:style>
  <w:style w:type="paragraph" w:customStyle="1" w:styleId="10">
    <w:name w:val="Название1"/>
    <w:basedOn w:val="Normal"/>
    <w:uiPriority w:val="99"/>
    <w:rsid w:val="00A63AA0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A63AA0"/>
    <w:pPr>
      <w:suppressLineNumbers/>
    </w:pPr>
  </w:style>
  <w:style w:type="paragraph" w:styleId="Header">
    <w:name w:val="header"/>
    <w:basedOn w:val="Normal"/>
    <w:link w:val="HeaderChar"/>
    <w:uiPriority w:val="99"/>
    <w:rsid w:val="00A63A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2D81"/>
    <w:rPr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A63AA0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3">
    <w:name w:val="Содержимое врезки"/>
    <w:basedOn w:val="BodyText"/>
    <w:uiPriority w:val="99"/>
    <w:rsid w:val="00A63AA0"/>
  </w:style>
  <w:style w:type="paragraph" w:customStyle="1" w:styleId="12">
    <w:name w:val="Схема документа1"/>
    <w:basedOn w:val="Normal"/>
    <w:uiPriority w:val="99"/>
    <w:rsid w:val="00A63AA0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0F0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3B38"/>
    <w:rPr>
      <w:rFonts w:ascii="Tahoma" w:hAnsi="Tahoma" w:cs="Tahoma"/>
      <w:sz w:val="16"/>
      <w:szCs w:val="16"/>
      <w:lang w:val="ru-RU" w:eastAsia="ar-SA" w:bidi="ar-SA"/>
    </w:rPr>
  </w:style>
  <w:style w:type="paragraph" w:styleId="Footer">
    <w:name w:val="footer"/>
    <w:basedOn w:val="Normal"/>
    <w:link w:val="FooterChar"/>
    <w:uiPriority w:val="99"/>
    <w:rsid w:val="00D7308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2D81"/>
    <w:rPr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BB7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6">
    <w:name w:val="Название6"/>
    <w:basedOn w:val="Normal"/>
    <w:uiPriority w:val="99"/>
    <w:rsid w:val="003D3B38"/>
    <w:pPr>
      <w:widowControl w:val="0"/>
      <w:suppressLineNumbers/>
      <w:autoSpaceDE w:val="0"/>
      <w:spacing w:before="120" w:after="120"/>
    </w:pPr>
    <w:rPr>
      <w:i/>
      <w:iCs/>
    </w:rPr>
  </w:style>
  <w:style w:type="paragraph" w:customStyle="1" w:styleId="60">
    <w:name w:val="Указатель6"/>
    <w:basedOn w:val="Normal"/>
    <w:uiPriority w:val="99"/>
    <w:rsid w:val="003D3B38"/>
    <w:pPr>
      <w:widowControl w:val="0"/>
      <w:suppressLineNumbers/>
      <w:autoSpaceDE w:val="0"/>
    </w:pPr>
    <w:rPr>
      <w:sz w:val="20"/>
      <w:szCs w:val="20"/>
    </w:rPr>
  </w:style>
  <w:style w:type="paragraph" w:customStyle="1" w:styleId="5">
    <w:name w:val="Название5"/>
    <w:basedOn w:val="Normal"/>
    <w:uiPriority w:val="99"/>
    <w:rsid w:val="003D3B38"/>
    <w:pPr>
      <w:widowControl w:val="0"/>
      <w:suppressLineNumbers/>
      <w:autoSpaceDE w:val="0"/>
      <w:spacing w:before="120" w:after="120"/>
    </w:pPr>
    <w:rPr>
      <w:i/>
      <w:iCs/>
    </w:rPr>
  </w:style>
  <w:style w:type="paragraph" w:customStyle="1" w:styleId="50">
    <w:name w:val="Указатель5"/>
    <w:basedOn w:val="Normal"/>
    <w:uiPriority w:val="99"/>
    <w:rsid w:val="003D3B38"/>
    <w:pPr>
      <w:widowControl w:val="0"/>
      <w:suppressLineNumbers/>
      <w:autoSpaceDE w:val="0"/>
    </w:pPr>
    <w:rPr>
      <w:sz w:val="20"/>
      <w:szCs w:val="20"/>
    </w:rPr>
  </w:style>
  <w:style w:type="paragraph" w:customStyle="1" w:styleId="4">
    <w:name w:val="Название4"/>
    <w:basedOn w:val="Normal"/>
    <w:uiPriority w:val="99"/>
    <w:rsid w:val="003D3B38"/>
    <w:pPr>
      <w:widowControl w:val="0"/>
      <w:suppressLineNumbers/>
      <w:autoSpaceDE w:val="0"/>
      <w:spacing w:before="120" w:after="120"/>
    </w:pPr>
    <w:rPr>
      <w:i/>
      <w:iCs/>
    </w:rPr>
  </w:style>
  <w:style w:type="paragraph" w:customStyle="1" w:styleId="40">
    <w:name w:val="Указатель4"/>
    <w:basedOn w:val="Normal"/>
    <w:uiPriority w:val="99"/>
    <w:rsid w:val="003D3B38"/>
    <w:pPr>
      <w:widowControl w:val="0"/>
      <w:suppressLineNumbers/>
      <w:autoSpaceDE w:val="0"/>
    </w:pPr>
    <w:rPr>
      <w:sz w:val="20"/>
      <w:szCs w:val="20"/>
    </w:rPr>
  </w:style>
  <w:style w:type="paragraph" w:customStyle="1" w:styleId="ConsNormal">
    <w:name w:val="ConsNormal"/>
    <w:uiPriority w:val="99"/>
    <w:rsid w:val="003D3B38"/>
    <w:pPr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a4">
    <w:name w:val="Содержимое таблицы"/>
    <w:basedOn w:val="Normal"/>
    <w:uiPriority w:val="99"/>
    <w:rsid w:val="003D3B38"/>
    <w:pPr>
      <w:widowControl w:val="0"/>
      <w:suppressLineNumbers/>
      <w:autoSpaceDE w:val="0"/>
    </w:pPr>
    <w:rPr>
      <w:sz w:val="20"/>
      <w:szCs w:val="20"/>
    </w:rPr>
  </w:style>
  <w:style w:type="paragraph" w:customStyle="1" w:styleId="a5">
    <w:name w:val="Заголовок таблицы"/>
    <w:basedOn w:val="a4"/>
    <w:uiPriority w:val="99"/>
    <w:rsid w:val="003D3B38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3D3B38"/>
    <w:pPr>
      <w:widowControl w:val="0"/>
      <w:suppressAutoHyphens/>
      <w:autoSpaceDE w:val="0"/>
    </w:pPr>
    <w:rPr>
      <w:rFonts w:ascii="Calibri" w:hAnsi="Calibri" w:cs="Calibri"/>
      <w:lang w:eastAsia="ar-SA"/>
    </w:rPr>
  </w:style>
  <w:style w:type="character" w:customStyle="1" w:styleId="61">
    <w:name w:val="Основной шрифт абзаца6"/>
    <w:uiPriority w:val="99"/>
    <w:rsid w:val="003D3B38"/>
  </w:style>
  <w:style w:type="character" w:customStyle="1" w:styleId="51">
    <w:name w:val="Основной шрифт абзаца5"/>
    <w:uiPriority w:val="99"/>
    <w:rsid w:val="003D3B38"/>
  </w:style>
  <w:style w:type="character" w:customStyle="1" w:styleId="WW-Absatz-Standardschriftart11111111111">
    <w:name w:val="WW-Absatz-Standardschriftart11111111111"/>
    <w:uiPriority w:val="99"/>
    <w:rsid w:val="003D3B38"/>
  </w:style>
  <w:style w:type="character" w:customStyle="1" w:styleId="41">
    <w:name w:val="Основной шрифт абзаца4"/>
    <w:uiPriority w:val="99"/>
    <w:rsid w:val="003D3B38"/>
  </w:style>
  <w:style w:type="character" w:customStyle="1" w:styleId="WW-Absatz-Standardschriftart111111111111">
    <w:name w:val="WW-Absatz-Standardschriftart111111111111"/>
    <w:uiPriority w:val="99"/>
    <w:rsid w:val="003D3B38"/>
  </w:style>
  <w:style w:type="character" w:customStyle="1" w:styleId="WW-Absatz-Standardschriftart1111111111111">
    <w:name w:val="WW-Absatz-Standardschriftart1111111111111"/>
    <w:uiPriority w:val="99"/>
    <w:rsid w:val="003D3B38"/>
  </w:style>
  <w:style w:type="character" w:customStyle="1" w:styleId="WW-Absatz-Standardschriftart11111111111111">
    <w:name w:val="WW-Absatz-Standardschriftart11111111111111"/>
    <w:uiPriority w:val="99"/>
    <w:rsid w:val="003D3B38"/>
  </w:style>
  <w:style w:type="character" w:customStyle="1" w:styleId="WW-Absatz-Standardschriftart111111111111111">
    <w:name w:val="WW-Absatz-Standardschriftart111111111111111"/>
    <w:uiPriority w:val="99"/>
    <w:rsid w:val="003D3B38"/>
  </w:style>
  <w:style w:type="character" w:customStyle="1" w:styleId="WW-Absatz-Standardschriftart1111111111111111">
    <w:name w:val="WW-Absatz-Standardschriftart1111111111111111"/>
    <w:uiPriority w:val="99"/>
    <w:rsid w:val="003D3B38"/>
  </w:style>
  <w:style w:type="character" w:customStyle="1" w:styleId="WW-Absatz-Standardschriftart11111111111111111">
    <w:name w:val="WW-Absatz-Standardschriftart11111111111111111"/>
    <w:uiPriority w:val="99"/>
    <w:rsid w:val="003D3B38"/>
  </w:style>
  <w:style w:type="character" w:customStyle="1" w:styleId="WW-Absatz-Standardschriftart111111111111111111">
    <w:name w:val="WW-Absatz-Standardschriftart111111111111111111"/>
    <w:uiPriority w:val="99"/>
    <w:rsid w:val="003D3B38"/>
  </w:style>
  <w:style w:type="character" w:customStyle="1" w:styleId="WW-Absatz-Standardschriftart1111111111111111111">
    <w:name w:val="WW-Absatz-Standardschriftart1111111111111111111"/>
    <w:uiPriority w:val="99"/>
    <w:rsid w:val="003D3B38"/>
  </w:style>
  <w:style w:type="character" w:customStyle="1" w:styleId="WW-Absatz-Standardschriftart11111111111111111111">
    <w:name w:val="WW-Absatz-Standardschriftart11111111111111111111"/>
    <w:uiPriority w:val="99"/>
    <w:rsid w:val="003D3B38"/>
  </w:style>
  <w:style w:type="character" w:customStyle="1" w:styleId="WW-Absatz-Standardschriftart111111111111111111111">
    <w:name w:val="WW-Absatz-Standardschriftart111111111111111111111"/>
    <w:uiPriority w:val="99"/>
    <w:rsid w:val="003D3B38"/>
  </w:style>
  <w:style w:type="character" w:customStyle="1" w:styleId="WW-Absatz-Standardschriftart1111111111111111111111">
    <w:name w:val="WW-Absatz-Standardschriftart1111111111111111111111"/>
    <w:uiPriority w:val="99"/>
    <w:rsid w:val="003D3B38"/>
  </w:style>
  <w:style w:type="character" w:customStyle="1" w:styleId="WW-Absatz-Standardschriftart11111111111111111111111">
    <w:name w:val="WW-Absatz-Standardschriftart11111111111111111111111"/>
    <w:uiPriority w:val="99"/>
    <w:rsid w:val="003D3B38"/>
  </w:style>
  <w:style w:type="character" w:customStyle="1" w:styleId="WW-Absatz-Standardschriftart111111111111111111111111">
    <w:name w:val="WW-Absatz-Standardschriftart111111111111111111111111"/>
    <w:uiPriority w:val="99"/>
    <w:rsid w:val="003D3B38"/>
  </w:style>
  <w:style w:type="character" w:customStyle="1" w:styleId="WW-Absatz-Standardschriftart1111111111111111111111111">
    <w:name w:val="WW-Absatz-Standardschriftart1111111111111111111111111"/>
    <w:uiPriority w:val="99"/>
    <w:rsid w:val="003D3B38"/>
  </w:style>
  <w:style w:type="character" w:customStyle="1" w:styleId="WW-Absatz-Standardschriftart11111111111111111111111111">
    <w:name w:val="WW-Absatz-Standardschriftart11111111111111111111111111"/>
    <w:uiPriority w:val="99"/>
    <w:rsid w:val="003D3B38"/>
  </w:style>
  <w:style w:type="character" w:customStyle="1" w:styleId="WW-Absatz-Standardschriftart111111111111111111111111111">
    <w:name w:val="WW-Absatz-Standardschriftart111111111111111111111111111"/>
    <w:uiPriority w:val="99"/>
    <w:rsid w:val="003D3B38"/>
  </w:style>
  <w:style w:type="character" w:customStyle="1" w:styleId="WW-Absatz-Standardschriftart1111111111111111111111111111">
    <w:name w:val="WW-Absatz-Standardschriftart1111111111111111111111111111"/>
    <w:uiPriority w:val="99"/>
    <w:rsid w:val="003D3B38"/>
  </w:style>
  <w:style w:type="character" w:customStyle="1" w:styleId="WW-Absatz-Standardschriftart11111111111111111111111111111">
    <w:name w:val="WW-Absatz-Standardschriftart11111111111111111111111111111"/>
    <w:uiPriority w:val="99"/>
    <w:rsid w:val="003D3B38"/>
  </w:style>
  <w:style w:type="character" w:customStyle="1" w:styleId="WW-Absatz-Standardschriftart111111111111111111111111111111">
    <w:name w:val="WW-Absatz-Standardschriftart111111111111111111111111111111"/>
    <w:uiPriority w:val="99"/>
    <w:rsid w:val="003D3B38"/>
  </w:style>
  <w:style w:type="character" w:customStyle="1" w:styleId="WW-Absatz-Standardschriftart1111111111111111111111111111111">
    <w:name w:val="WW-Absatz-Standardschriftart1111111111111111111111111111111"/>
    <w:uiPriority w:val="99"/>
    <w:rsid w:val="003D3B38"/>
  </w:style>
  <w:style w:type="character" w:customStyle="1" w:styleId="WW-Absatz-Standardschriftart11111111111111111111111111111111">
    <w:name w:val="WW-Absatz-Standardschriftart11111111111111111111111111111111"/>
    <w:uiPriority w:val="99"/>
    <w:rsid w:val="003D3B38"/>
  </w:style>
  <w:style w:type="character" w:customStyle="1" w:styleId="WW8Num4z3">
    <w:name w:val="WW8Num4z3"/>
    <w:uiPriority w:val="99"/>
    <w:rsid w:val="003D3B38"/>
    <w:rPr>
      <w:rFonts w:ascii="Symbol" w:hAnsi="Symbol" w:cs="Symbol"/>
    </w:rPr>
  </w:style>
  <w:style w:type="paragraph" w:customStyle="1" w:styleId="WW-TableContents">
    <w:name w:val="WW-Table Contents"/>
    <w:basedOn w:val="Normal"/>
    <w:uiPriority w:val="99"/>
    <w:rsid w:val="00534AE2"/>
    <w:pPr>
      <w:widowControl w:val="0"/>
      <w:autoSpaceDE w:val="0"/>
    </w:pPr>
    <w:rPr>
      <w:rFonts w:ascii="Arial CYR" w:hAnsi="Arial CYR" w:cs="Arial CYR"/>
    </w:rPr>
  </w:style>
  <w:style w:type="paragraph" w:customStyle="1" w:styleId="WW-TableHeading">
    <w:name w:val="WW-Table Heading"/>
    <w:basedOn w:val="WW-TableContents"/>
    <w:uiPriority w:val="99"/>
    <w:rsid w:val="00534AE2"/>
    <w:pPr>
      <w:jc w:val="center"/>
    </w:pPr>
    <w:rPr>
      <w:b/>
      <w:bCs/>
      <w:i/>
      <w:iCs/>
    </w:rPr>
  </w:style>
  <w:style w:type="character" w:styleId="Hyperlink">
    <w:name w:val="Hyperlink"/>
    <w:basedOn w:val="DefaultParagraphFont"/>
    <w:uiPriority w:val="99"/>
    <w:rsid w:val="008D015B"/>
    <w:rPr>
      <w:color w:val="0000FF"/>
      <w:u w:val="single"/>
    </w:rPr>
  </w:style>
  <w:style w:type="character" w:customStyle="1" w:styleId="blk">
    <w:name w:val="blk"/>
    <w:basedOn w:val="DefaultParagraphFont"/>
    <w:uiPriority w:val="99"/>
    <w:rsid w:val="005E19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98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33</Pages>
  <Words>10680</Words>
  <Characters>-32766</Characters>
  <Application>Microsoft Office Outlook</Application>
  <DocSecurity>0</DocSecurity>
  <Lines>0</Lines>
  <Paragraphs>0</Paragraphs>
  <ScaleCrop>false</ScaleCrop>
  <Company>Адм. Покрово-Арчадинского сельсовета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</dc:title>
  <dc:subject/>
  <dc:creator>Юрист</dc:creator>
  <cp:keywords/>
  <dc:description/>
  <cp:lastModifiedBy>XakeR</cp:lastModifiedBy>
  <cp:revision>2</cp:revision>
  <cp:lastPrinted>2017-03-10T11:21:00Z</cp:lastPrinted>
  <dcterms:created xsi:type="dcterms:W3CDTF">2021-01-11T06:05:00Z</dcterms:created>
  <dcterms:modified xsi:type="dcterms:W3CDTF">2021-01-11T06:05:00Z</dcterms:modified>
</cp:coreProperties>
</file>